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1ECD82" w14:textId="77777777" w:rsidR="00691A77" w:rsidRDefault="00691A77" w:rsidP="00691A77">
      <w:pPr>
        <w:rPr>
          <w:b/>
          <w:sz w:val="28"/>
        </w:rPr>
      </w:pPr>
      <w:r>
        <w:rPr>
          <w:b/>
          <w:sz w:val="28"/>
        </w:rPr>
        <w:t>LCA Module - Case Study</w:t>
      </w:r>
      <w:r w:rsidRPr="00361E07">
        <w:rPr>
          <w:b/>
          <w:sz w:val="28"/>
        </w:rPr>
        <w:t xml:space="preserve"> </w:t>
      </w:r>
    </w:p>
    <w:p w14:paraId="68BEE764" w14:textId="77777777" w:rsidR="0020648D" w:rsidRPr="0030430D" w:rsidRDefault="0020648D" w:rsidP="00691A77">
      <w:pPr>
        <w:rPr>
          <w:b/>
          <w:sz w:val="24"/>
        </w:rPr>
      </w:pPr>
      <w:r w:rsidRPr="0030430D">
        <w:rPr>
          <w:b/>
          <w:sz w:val="24"/>
        </w:rPr>
        <w:t xml:space="preserve">Life Cycle Assessment for Comparing Methanol Production Routes from Carbon Dioxide </w:t>
      </w:r>
    </w:p>
    <w:p w14:paraId="7EBFC835" w14:textId="77777777" w:rsidR="00691A77" w:rsidRPr="0030430D" w:rsidRDefault="00691A77" w:rsidP="00691A77">
      <w:pPr>
        <w:rPr>
          <w:b/>
        </w:rPr>
      </w:pPr>
      <w:r w:rsidRPr="0030430D">
        <w:rPr>
          <w:b/>
        </w:rPr>
        <w:t>Problem Definition</w:t>
      </w:r>
    </w:p>
    <w:p w14:paraId="1E709424" w14:textId="77777777" w:rsidR="00691A77" w:rsidRPr="00691A77" w:rsidRDefault="00691A77" w:rsidP="00691A77">
      <w:r w:rsidRPr="00691A77">
        <w:t xml:space="preserve">Methanol is traditionally produced from natural gas via steam reforming of methane. Methanol can also be produced via catalytic hydrogenation of carbon dioxide. Carbon dioxide is a greenhouse gas and its consumption promises a sustainable option compared to fossil fuel based natural gas feedstock. </w:t>
      </w:r>
    </w:p>
    <w:p w14:paraId="5FEFD85B" w14:textId="77777777" w:rsidR="00691A77" w:rsidRDefault="00691A77" w:rsidP="00691A77">
      <w:r w:rsidRPr="00691A77">
        <w:t>This problem will compare the various processes for the production of methanol using life cycle assessment methodology, and determine which process is the best for the production of methanol.</w:t>
      </w:r>
    </w:p>
    <w:p w14:paraId="0F4C0C81" w14:textId="77777777" w:rsidR="00F462A9" w:rsidRPr="00691A77" w:rsidRDefault="00F462A9" w:rsidP="00691A77">
      <w:r>
        <w:t>This case has been built upon the work by Mukherjee et al., 2015.</w:t>
      </w:r>
    </w:p>
    <w:p w14:paraId="7388647C" w14:textId="77777777" w:rsidR="0030430D" w:rsidRPr="0030430D" w:rsidRDefault="0030430D" w:rsidP="0030430D">
      <w:pPr>
        <w:rPr>
          <w:b/>
          <w:i/>
          <w:iCs/>
        </w:rPr>
      </w:pPr>
      <w:r w:rsidRPr="0030430D">
        <w:rPr>
          <w:b/>
          <w:i/>
          <w:iCs/>
        </w:rPr>
        <w:t>Conventional Process for Methanol Production via Steam Reforming of Methane:</w:t>
      </w:r>
    </w:p>
    <w:p w14:paraId="5283EF05" w14:textId="77777777" w:rsidR="0030430D" w:rsidRPr="0030430D" w:rsidRDefault="0030430D" w:rsidP="0030430D">
      <w:r w:rsidRPr="0030430D">
        <w:rPr>
          <w:i/>
          <w:iCs/>
        </w:rPr>
        <w:t>Synthesis Gas Preparation</w:t>
      </w:r>
    </w:p>
    <w:p w14:paraId="2A7563F7" w14:textId="77777777" w:rsidR="0030430D" w:rsidRPr="0030430D" w:rsidRDefault="0030430D" w:rsidP="00535AFF">
      <w:pPr>
        <w:jc w:val="right"/>
      </w:pPr>
      <w:r w:rsidRPr="0030430D">
        <w:t>CH</w:t>
      </w:r>
      <w:r w:rsidRPr="0030430D">
        <w:rPr>
          <w:vertAlign w:val="subscript"/>
        </w:rPr>
        <w:t>4</w:t>
      </w:r>
      <w:r w:rsidRPr="0030430D">
        <w:t xml:space="preserve"> + H</w:t>
      </w:r>
      <w:r w:rsidRPr="0030430D">
        <w:rPr>
          <w:vertAlign w:val="subscript"/>
        </w:rPr>
        <w:t>2</w:t>
      </w:r>
      <w:r w:rsidRPr="0030430D">
        <w:t>O = CO + 3H</w:t>
      </w:r>
      <w:r w:rsidRPr="0030430D">
        <w:rPr>
          <w:vertAlign w:val="subscript"/>
        </w:rPr>
        <w:t>2</w:t>
      </w:r>
      <w:r w:rsidR="00535AFF">
        <w:rPr>
          <w:vertAlign w:val="subscript"/>
        </w:rPr>
        <w:t xml:space="preserve"> </w:t>
      </w:r>
      <w:r w:rsidRPr="0030430D">
        <w:tab/>
      </w:r>
      <w:r w:rsidR="00535AFF">
        <w:t xml:space="preserve">  </w:t>
      </w:r>
      <w:r w:rsidRPr="0030430D">
        <w:tab/>
      </w:r>
      <w:r w:rsidR="00535AFF">
        <w:t xml:space="preserve">   </w:t>
      </w:r>
      <w:r w:rsidRPr="0030430D">
        <w:tab/>
      </w:r>
      <w:r w:rsidRPr="0030430D">
        <w:tab/>
      </w:r>
      <w:r w:rsidR="00535AFF">
        <w:tab/>
        <w:t xml:space="preserve">      </w:t>
      </w:r>
      <w:r w:rsidR="00535AFF">
        <w:tab/>
      </w:r>
      <w:r w:rsidR="00535AFF">
        <w:tab/>
      </w:r>
      <w:r w:rsidRPr="0030430D">
        <w:t>(1)</w:t>
      </w:r>
    </w:p>
    <w:p w14:paraId="7488C9B4" w14:textId="77777777" w:rsidR="0030430D" w:rsidRPr="0030430D" w:rsidRDefault="0030430D" w:rsidP="0030430D">
      <w:r w:rsidRPr="0030430D">
        <w:t>The reaction is very endothermic, favored by high temperature and low pressure. This reaction produces 1:3 ratio of CO to H</w:t>
      </w:r>
      <w:r w:rsidRPr="0030430D">
        <w:rPr>
          <w:vertAlign w:val="subscript"/>
        </w:rPr>
        <w:t>2</w:t>
      </w:r>
      <w:r w:rsidRPr="0030430D">
        <w:t xml:space="preserve"> instead of the 1:2 needed for methanol synthesis. </w:t>
      </w:r>
    </w:p>
    <w:p w14:paraId="3EAEE977" w14:textId="77777777" w:rsidR="0030430D" w:rsidRPr="0030430D" w:rsidRDefault="0030430D" w:rsidP="0030430D">
      <w:r w:rsidRPr="0030430D">
        <w:t>Water-gas shift reaction produces CO.</w:t>
      </w:r>
    </w:p>
    <w:p w14:paraId="573F436F" w14:textId="77777777" w:rsidR="0030430D" w:rsidRPr="0030430D" w:rsidRDefault="0030430D" w:rsidP="00535AFF">
      <w:pPr>
        <w:jc w:val="right"/>
      </w:pPr>
      <w:r w:rsidRPr="0030430D">
        <w:t>CO</w:t>
      </w:r>
      <w:r w:rsidRPr="0030430D">
        <w:rPr>
          <w:vertAlign w:val="subscript"/>
        </w:rPr>
        <w:t>2</w:t>
      </w:r>
      <w:r w:rsidRPr="0030430D">
        <w:t xml:space="preserve"> + H</w:t>
      </w:r>
      <w:r w:rsidRPr="0030430D">
        <w:rPr>
          <w:vertAlign w:val="subscript"/>
        </w:rPr>
        <w:t>2</w:t>
      </w:r>
      <w:r w:rsidRPr="0030430D">
        <w:t xml:space="preserve"> = CO + H</w:t>
      </w:r>
      <w:r w:rsidRPr="0030430D">
        <w:rPr>
          <w:vertAlign w:val="subscript"/>
        </w:rPr>
        <w:t>2</w:t>
      </w:r>
      <w:r w:rsidRPr="0030430D">
        <w:t>O</w:t>
      </w:r>
      <w:r w:rsidRPr="0030430D">
        <w:tab/>
      </w:r>
      <w:r w:rsidRPr="0030430D">
        <w:tab/>
      </w:r>
      <w:r w:rsidR="00535AFF">
        <w:tab/>
      </w:r>
      <w:r w:rsidR="00535AFF">
        <w:tab/>
      </w:r>
      <w:r w:rsidR="00535AFF">
        <w:tab/>
      </w:r>
      <w:r w:rsidRPr="0030430D">
        <w:tab/>
        <w:t xml:space="preserve">       (2)</w:t>
      </w:r>
    </w:p>
    <w:p w14:paraId="310AE4EC" w14:textId="77777777" w:rsidR="0030430D" w:rsidRPr="0030430D" w:rsidRDefault="0030430D" w:rsidP="0030430D">
      <w:r w:rsidRPr="0030430D">
        <w:t>From Equation (1) and (2), we get:</w:t>
      </w:r>
    </w:p>
    <w:p w14:paraId="09FD0548" w14:textId="77777777" w:rsidR="0030430D" w:rsidRPr="0030430D" w:rsidRDefault="0030430D" w:rsidP="00535AFF">
      <w:pPr>
        <w:jc w:val="right"/>
      </w:pPr>
      <w:r w:rsidRPr="0030430D">
        <w:t>3CH</w:t>
      </w:r>
      <w:r w:rsidRPr="0030430D">
        <w:rPr>
          <w:vertAlign w:val="subscript"/>
        </w:rPr>
        <w:t>4</w:t>
      </w:r>
      <w:r w:rsidRPr="0030430D">
        <w:t xml:space="preserve"> + 2H</w:t>
      </w:r>
      <w:r w:rsidRPr="0030430D">
        <w:rPr>
          <w:vertAlign w:val="subscript"/>
        </w:rPr>
        <w:t>2</w:t>
      </w:r>
      <w:r w:rsidRPr="0030430D">
        <w:t>O + CO</w:t>
      </w:r>
      <w:r w:rsidRPr="0030430D">
        <w:rPr>
          <w:vertAlign w:val="subscript"/>
        </w:rPr>
        <w:t>2</w:t>
      </w:r>
      <w:r w:rsidRPr="0030430D">
        <w:t xml:space="preserve"> = 4CO + 8H</w:t>
      </w:r>
      <w:r w:rsidRPr="0030430D">
        <w:rPr>
          <w:vertAlign w:val="subscript"/>
        </w:rPr>
        <w:t xml:space="preserve">2 </w:t>
      </w:r>
      <w:r w:rsidRPr="0030430D">
        <w:tab/>
      </w:r>
      <w:r w:rsidRPr="0030430D">
        <w:tab/>
      </w:r>
      <w:r w:rsidR="00535AFF">
        <w:tab/>
      </w:r>
      <w:r w:rsidR="00535AFF">
        <w:tab/>
      </w:r>
      <w:r w:rsidR="00535AFF">
        <w:tab/>
      </w:r>
      <w:r w:rsidRPr="0030430D">
        <w:t xml:space="preserve">               (3)</w:t>
      </w:r>
    </w:p>
    <w:p w14:paraId="4AC062F0" w14:textId="77777777" w:rsidR="0030430D" w:rsidRPr="0030430D" w:rsidRDefault="0030430D" w:rsidP="0030430D">
      <w:r w:rsidRPr="0030430D">
        <w:rPr>
          <w:i/>
          <w:iCs/>
        </w:rPr>
        <w:t xml:space="preserve">Methanol Synthesis in Catalytic Converter </w:t>
      </w:r>
    </w:p>
    <w:p w14:paraId="51A06B7A" w14:textId="77777777" w:rsidR="0030430D" w:rsidRPr="0030430D" w:rsidRDefault="0030430D" w:rsidP="0030430D">
      <w:r w:rsidRPr="0030430D">
        <w:t xml:space="preserve">Methanol synthesis occurs in a converter using </w:t>
      </w:r>
      <w:proofErr w:type="spellStart"/>
      <w:r w:rsidRPr="0030430D">
        <w:t>Lurgi</w:t>
      </w:r>
      <w:proofErr w:type="spellEnd"/>
      <w:r w:rsidRPr="0030430D">
        <w:t xml:space="preserve"> technology</w:t>
      </w:r>
    </w:p>
    <w:p w14:paraId="1247FC71" w14:textId="77777777" w:rsidR="0030430D" w:rsidRDefault="0030430D" w:rsidP="00535AFF">
      <w:pPr>
        <w:jc w:val="right"/>
      </w:pPr>
      <w:r w:rsidRPr="0030430D">
        <w:t>CO + 2H</w:t>
      </w:r>
      <w:r w:rsidRPr="0030430D">
        <w:rPr>
          <w:vertAlign w:val="subscript"/>
        </w:rPr>
        <w:t>2</w:t>
      </w:r>
      <w:r w:rsidRPr="0030430D">
        <w:t xml:space="preserve"> = CH</w:t>
      </w:r>
      <w:r w:rsidRPr="0030430D">
        <w:rPr>
          <w:vertAlign w:val="subscript"/>
        </w:rPr>
        <w:t>3</w:t>
      </w:r>
      <w:r w:rsidRPr="0030430D">
        <w:t>OH</w:t>
      </w:r>
      <w:r w:rsidRPr="0030430D">
        <w:tab/>
      </w:r>
      <w:r w:rsidR="00535AFF">
        <w:tab/>
      </w:r>
      <w:r w:rsidR="00535AFF">
        <w:tab/>
      </w:r>
      <w:r w:rsidR="00535AFF">
        <w:tab/>
      </w:r>
      <w:r w:rsidRPr="0030430D">
        <w:tab/>
      </w:r>
      <w:r w:rsidRPr="0030430D">
        <w:tab/>
        <w:t xml:space="preserve">  (4)</w:t>
      </w:r>
    </w:p>
    <w:p w14:paraId="6EAC3BB6" w14:textId="77777777" w:rsidR="001D5E3A" w:rsidRPr="0030430D" w:rsidRDefault="001D5E3A" w:rsidP="001D5E3A">
      <w:pPr>
        <w:rPr>
          <w:b/>
          <w:i/>
          <w:iCs/>
        </w:rPr>
      </w:pPr>
      <w:r>
        <w:rPr>
          <w:b/>
          <w:i/>
          <w:iCs/>
        </w:rPr>
        <w:t xml:space="preserve">New </w:t>
      </w:r>
      <w:r w:rsidRPr="0030430D">
        <w:rPr>
          <w:b/>
          <w:i/>
          <w:iCs/>
        </w:rPr>
        <w:t>Proces</w:t>
      </w:r>
      <w:r>
        <w:rPr>
          <w:b/>
          <w:i/>
          <w:iCs/>
        </w:rPr>
        <w:t>ses</w:t>
      </w:r>
      <w:r w:rsidRPr="0030430D">
        <w:rPr>
          <w:b/>
          <w:i/>
          <w:iCs/>
        </w:rPr>
        <w:t xml:space="preserve"> for Methanol Production via </w:t>
      </w:r>
      <w:r>
        <w:rPr>
          <w:b/>
          <w:i/>
          <w:iCs/>
        </w:rPr>
        <w:t>Catalytic Conversion of CO</w:t>
      </w:r>
      <w:r w:rsidRPr="001D5E3A">
        <w:rPr>
          <w:b/>
          <w:i/>
          <w:iCs/>
          <w:vertAlign w:val="subscript"/>
        </w:rPr>
        <w:t>2</w:t>
      </w:r>
      <w:r w:rsidRPr="007843D8">
        <w:rPr>
          <w:b/>
          <w:i/>
          <w:iCs/>
        </w:rPr>
        <w:t>:</w:t>
      </w:r>
    </w:p>
    <w:p w14:paraId="607BABF4" w14:textId="77777777" w:rsidR="00931EA3" w:rsidRPr="00F208ED" w:rsidRDefault="0089168B" w:rsidP="001D5E3A">
      <w:pPr>
        <w:numPr>
          <w:ilvl w:val="0"/>
          <w:numId w:val="1"/>
        </w:numPr>
      </w:pPr>
      <w:r w:rsidRPr="00F208ED">
        <w:t>Methanol from CO</w:t>
      </w:r>
      <w:r w:rsidRPr="00F208ED">
        <w:rPr>
          <w:vertAlign w:val="subscript"/>
        </w:rPr>
        <w:t>2</w:t>
      </w:r>
      <w:r w:rsidRPr="00F208ED">
        <w:t xml:space="preserve"> Hydrogenation over Cu(100) Catalyst (</w:t>
      </w:r>
      <w:proofErr w:type="spellStart"/>
      <w:r w:rsidRPr="00F208ED">
        <w:t>Nerlov</w:t>
      </w:r>
      <w:proofErr w:type="spellEnd"/>
      <w:r w:rsidRPr="00F208ED">
        <w:t xml:space="preserve"> and </w:t>
      </w:r>
      <w:proofErr w:type="spellStart"/>
      <w:r w:rsidRPr="00F208ED">
        <w:t>Chorkendorff</w:t>
      </w:r>
      <w:proofErr w:type="spellEnd"/>
      <w:r w:rsidRPr="00F208ED">
        <w:t>, 1999)</w:t>
      </w:r>
    </w:p>
    <w:p w14:paraId="03808CC8" w14:textId="77777777" w:rsidR="001D5E3A" w:rsidRPr="00F208ED" w:rsidRDefault="001D5E3A" w:rsidP="0089168B">
      <w:pPr>
        <w:jc w:val="right"/>
      </w:pPr>
      <w:r w:rsidRPr="00F208ED">
        <w:t>CO</w:t>
      </w:r>
      <w:r w:rsidRPr="00F208ED">
        <w:rPr>
          <w:vertAlign w:val="subscript"/>
        </w:rPr>
        <w:t>2</w:t>
      </w:r>
      <w:r w:rsidRPr="00F208ED">
        <w:t xml:space="preserve"> + 3H</w:t>
      </w:r>
      <w:r w:rsidRPr="00F208ED">
        <w:rPr>
          <w:vertAlign w:val="subscript"/>
        </w:rPr>
        <w:t>2</w:t>
      </w:r>
      <w:r w:rsidRPr="00F208ED">
        <w:t xml:space="preserve"> → CH</w:t>
      </w:r>
      <w:r w:rsidRPr="00F208ED">
        <w:rPr>
          <w:vertAlign w:val="subscript"/>
        </w:rPr>
        <w:t>3</w:t>
      </w:r>
      <w:r w:rsidRPr="00F208ED">
        <w:t>OH + H</w:t>
      </w:r>
      <w:r w:rsidRPr="00F208ED">
        <w:rPr>
          <w:vertAlign w:val="subscript"/>
        </w:rPr>
        <w:t>2</w:t>
      </w:r>
      <w:r w:rsidRPr="00F208ED">
        <w:t xml:space="preserve">O </w:t>
      </w:r>
      <w:r w:rsidRPr="00F208ED">
        <w:tab/>
      </w:r>
      <w:r w:rsidRPr="00F208ED">
        <w:tab/>
      </w:r>
      <w:proofErr w:type="spellStart"/>
      <w:r w:rsidRPr="00F208ED">
        <w:t>ΔH</w:t>
      </w:r>
      <w:r w:rsidRPr="00F208ED">
        <w:rPr>
          <w:vertAlign w:val="superscript"/>
        </w:rPr>
        <w:t>o</w:t>
      </w:r>
      <w:proofErr w:type="spellEnd"/>
      <w:r w:rsidRPr="00F208ED">
        <w:t xml:space="preserve"> = -49 kJ/</w:t>
      </w:r>
      <w:proofErr w:type="spellStart"/>
      <w:r w:rsidRPr="00F208ED">
        <w:t>mol</w:t>
      </w:r>
      <w:proofErr w:type="spellEnd"/>
      <w:r w:rsidRPr="00F208ED">
        <w:t xml:space="preserve">, </w:t>
      </w:r>
      <w:proofErr w:type="spellStart"/>
      <w:r w:rsidRPr="00F208ED">
        <w:t>ΔG</w:t>
      </w:r>
      <w:r w:rsidRPr="00F208ED">
        <w:rPr>
          <w:vertAlign w:val="superscript"/>
        </w:rPr>
        <w:t>o</w:t>
      </w:r>
      <w:proofErr w:type="spellEnd"/>
      <w:r w:rsidRPr="00F208ED">
        <w:t xml:space="preserve"> = 3 kJ/</w:t>
      </w:r>
      <w:proofErr w:type="spellStart"/>
      <w:r w:rsidRPr="00F208ED">
        <w:t>mol</w:t>
      </w:r>
      <w:proofErr w:type="spellEnd"/>
      <w:r w:rsidR="0089168B" w:rsidRPr="00F208ED">
        <w:t xml:space="preserve"> </w:t>
      </w:r>
      <w:r w:rsidR="0089168B" w:rsidRPr="00F208ED">
        <w:tab/>
      </w:r>
      <w:r w:rsidR="0089168B" w:rsidRPr="00F208ED">
        <w:tab/>
        <w:t>(5)</w:t>
      </w:r>
    </w:p>
    <w:p w14:paraId="75A57FAA" w14:textId="77777777" w:rsidR="00931EA3" w:rsidRPr="00F208ED" w:rsidRDefault="0089168B" w:rsidP="001D5E3A">
      <w:pPr>
        <w:numPr>
          <w:ilvl w:val="0"/>
          <w:numId w:val="2"/>
        </w:numPr>
      </w:pPr>
      <w:r w:rsidRPr="00F208ED">
        <w:t>Methanol from CO</w:t>
      </w:r>
      <w:r w:rsidRPr="00F208ED">
        <w:rPr>
          <w:vertAlign w:val="subscript"/>
        </w:rPr>
        <w:t>2</w:t>
      </w:r>
      <w:r w:rsidRPr="00F208ED">
        <w:t xml:space="preserve"> Hydrogenation over Cu - </w:t>
      </w:r>
      <w:proofErr w:type="spellStart"/>
      <w:r w:rsidRPr="00F208ED">
        <w:t>Zr</w:t>
      </w:r>
      <w:proofErr w:type="spellEnd"/>
      <w:r w:rsidRPr="00F208ED">
        <w:t xml:space="preserve"> Catalyst (</w:t>
      </w:r>
      <w:proofErr w:type="spellStart"/>
      <w:r w:rsidRPr="00F208ED">
        <w:t>Toyir</w:t>
      </w:r>
      <w:proofErr w:type="spellEnd"/>
      <w:r w:rsidRPr="00F208ED">
        <w:t xml:space="preserve"> et al., 1998)</w:t>
      </w:r>
    </w:p>
    <w:p w14:paraId="691F80A3" w14:textId="77777777" w:rsidR="0089168B" w:rsidRPr="00F208ED" w:rsidRDefault="001D5E3A" w:rsidP="0089168B">
      <w:pPr>
        <w:jc w:val="right"/>
      </w:pPr>
      <w:r w:rsidRPr="00F208ED">
        <w:t>CO</w:t>
      </w:r>
      <w:r w:rsidRPr="00F208ED">
        <w:rPr>
          <w:vertAlign w:val="subscript"/>
        </w:rPr>
        <w:t>2</w:t>
      </w:r>
      <w:r w:rsidRPr="00F208ED">
        <w:t xml:space="preserve"> + 3 H</w:t>
      </w:r>
      <w:r w:rsidRPr="00F208ED">
        <w:rPr>
          <w:vertAlign w:val="subscript"/>
        </w:rPr>
        <w:t>2</w:t>
      </w:r>
      <w:r w:rsidRPr="00F208ED">
        <w:t xml:space="preserve"> → CH</w:t>
      </w:r>
      <w:r w:rsidRPr="00F208ED">
        <w:rPr>
          <w:vertAlign w:val="subscript"/>
        </w:rPr>
        <w:t>3</w:t>
      </w:r>
      <w:r w:rsidRPr="00F208ED">
        <w:t>OH + H</w:t>
      </w:r>
      <w:r w:rsidRPr="00F208ED">
        <w:rPr>
          <w:vertAlign w:val="subscript"/>
        </w:rPr>
        <w:t>2</w:t>
      </w:r>
      <w:r w:rsidRPr="00F208ED">
        <w:t xml:space="preserve">O </w:t>
      </w:r>
      <w:r w:rsidRPr="00F208ED">
        <w:tab/>
        <w:t xml:space="preserve"> </w:t>
      </w:r>
      <w:r w:rsidRPr="00F208ED">
        <w:tab/>
      </w:r>
      <w:proofErr w:type="spellStart"/>
      <w:r w:rsidRPr="00F208ED">
        <w:t>ΔH</w:t>
      </w:r>
      <w:r w:rsidRPr="00F208ED">
        <w:rPr>
          <w:vertAlign w:val="superscript"/>
        </w:rPr>
        <w:t>o</w:t>
      </w:r>
      <w:proofErr w:type="spellEnd"/>
      <w:r w:rsidRPr="00F208ED">
        <w:t xml:space="preserve"> = -49 kJ/</w:t>
      </w:r>
      <w:proofErr w:type="spellStart"/>
      <w:r w:rsidRPr="00F208ED">
        <w:t>mol</w:t>
      </w:r>
      <w:proofErr w:type="spellEnd"/>
      <w:r w:rsidRPr="00F208ED">
        <w:t xml:space="preserve">, </w:t>
      </w:r>
      <w:proofErr w:type="spellStart"/>
      <w:r w:rsidRPr="00F208ED">
        <w:t>ΔG</w:t>
      </w:r>
      <w:r w:rsidRPr="00F208ED">
        <w:rPr>
          <w:vertAlign w:val="superscript"/>
        </w:rPr>
        <w:t>o</w:t>
      </w:r>
      <w:proofErr w:type="spellEnd"/>
      <w:r w:rsidRPr="00F208ED">
        <w:t xml:space="preserve"> = 3 kJ/</w:t>
      </w:r>
      <w:proofErr w:type="spellStart"/>
      <w:r w:rsidRPr="00F208ED">
        <w:t>mol</w:t>
      </w:r>
      <w:proofErr w:type="spellEnd"/>
      <w:r w:rsidRPr="00F208ED">
        <w:t xml:space="preserve"> </w:t>
      </w:r>
      <w:r w:rsidRPr="00F208ED">
        <w:tab/>
      </w:r>
      <w:r w:rsidR="0089168B" w:rsidRPr="00F208ED">
        <w:tab/>
        <w:t>(6)</w:t>
      </w:r>
    </w:p>
    <w:p w14:paraId="7896CBFF" w14:textId="77777777" w:rsidR="0089168B" w:rsidRPr="00F208ED" w:rsidRDefault="001D5E3A" w:rsidP="0089168B">
      <w:pPr>
        <w:jc w:val="right"/>
      </w:pPr>
      <w:r w:rsidRPr="00F208ED">
        <w:t>CO</w:t>
      </w:r>
      <w:r w:rsidRPr="00F208ED">
        <w:rPr>
          <w:vertAlign w:val="subscript"/>
        </w:rPr>
        <w:t xml:space="preserve">2 </w:t>
      </w:r>
      <w:r w:rsidRPr="00F208ED">
        <w:t>+ H</w:t>
      </w:r>
      <w:r w:rsidRPr="00F208ED">
        <w:rPr>
          <w:vertAlign w:val="subscript"/>
        </w:rPr>
        <w:t>2</w:t>
      </w:r>
      <w:r w:rsidRPr="00F208ED">
        <w:t xml:space="preserve"> → CO + H</w:t>
      </w:r>
      <w:r w:rsidRPr="00F208ED">
        <w:rPr>
          <w:vertAlign w:val="subscript"/>
        </w:rPr>
        <w:t>2</w:t>
      </w:r>
      <w:r w:rsidRPr="00F208ED">
        <w:t xml:space="preserve">O </w:t>
      </w:r>
      <w:r w:rsidRPr="00F208ED">
        <w:tab/>
      </w:r>
      <w:r w:rsidRPr="00F208ED">
        <w:tab/>
      </w:r>
      <w:r w:rsidRPr="00F208ED">
        <w:tab/>
      </w:r>
      <w:proofErr w:type="spellStart"/>
      <w:r w:rsidRPr="00F208ED">
        <w:t>ΔH</w:t>
      </w:r>
      <w:r w:rsidRPr="00F208ED">
        <w:rPr>
          <w:vertAlign w:val="superscript"/>
        </w:rPr>
        <w:t>o</w:t>
      </w:r>
      <w:proofErr w:type="spellEnd"/>
      <w:r w:rsidRPr="00F208ED">
        <w:t xml:space="preserve"> = 41 kJ/</w:t>
      </w:r>
      <w:proofErr w:type="spellStart"/>
      <w:r w:rsidRPr="00F208ED">
        <w:t>mol</w:t>
      </w:r>
      <w:proofErr w:type="spellEnd"/>
      <w:r w:rsidRPr="00F208ED">
        <w:t xml:space="preserve">, </w:t>
      </w:r>
      <w:proofErr w:type="spellStart"/>
      <w:r w:rsidRPr="00F208ED">
        <w:t>ΔG</w:t>
      </w:r>
      <w:r w:rsidRPr="00F208ED">
        <w:rPr>
          <w:vertAlign w:val="superscript"/>
        </w:rPr>
        <w:t>o</w:t>
      </w:r>
      <w:proofErr w:type="spellEnd"/>
      <w:r w:rsidRPr="00F208ED">
        <w:t xml:space="preserve"> = 29 kJ/</w:t>
      </w:r>
      <w:proofErr w:type="spellStart"/>
      <w:r w:rsidRPr="00F208ED">
        <w:t>mol</w:t>
      </w:r>
      <w:proofErr w:type="spellEnd"/>
      <w:r w:rsidRPr="00F208ED">
        <w:t xml:space="preserve"> </w:t>
      </w:r>
      <w:r w:rsidR="0089168B" w:rsidRPr="00F208ED">
        <w:tab/>
      </w:r>
      <w:r w:rsidR="0089168B" w:rsidRPr="00F208ED">
        <w:tab/>
        <w:t>(7)</w:t>
      </w:r>
    </w:p>
    <w:p w14:paraId="4C1CED39" w14:textId="77777777" w:rsidR="001D5E3A" w:rsidRPr="00F208ED" w:rsidRDefault="001D5E3A" w:rsidP="001D5E3A"/>
    <w:p w14:paraId="0CC579A7" w14:textId="77777777" w:rsidR="00931EA3" w:rsidRPr="00F208ED" w:rsidRDefault="0089168B" w:rsidP="001D5E3A">
      <w:pPr>
        <w:numPr>
          <w:ilvl w:val="0"/>
          <w:numId w:val="3"/>
        </w:numPr>
      </w:pPr>
      <w:r w:rsidRPr="00F208ED">
        <w:t>Methanol from CO</w:t>
      </w:r>
      <w:r w:rsidRPr="00F208ED">
        <w:rPr>
          <w:vertAlign w:val="subscript"/>
        </w:rPr>
        <w:t>2</w:t>
      </w:r>
      <w:r w:rsidRPr="00F208ED">
        <w:t xml:space="preserve"> Hydrogenation over Cu/</w:t>
      </w:r>
      <w:proofErr w:type="spellStart"/>
      <w:r w:rsidRPr="00F208ED">
        <w:t>ZnO</w:t>
      </w:r>
      <w:proofErr w:type="spellEnd"/>
      <w:r w:rsidRPr="00F208ED">
        <w:t>/ZrO</w:t>
      </w:r>
      <w:r w:rsidRPr="00F208ED">
        <w:rPr>
          <w:vertAlign w:val="subscript"/>
        </w:rPr>
        <w:t>2</w:t>
      </w:r>
      <w:r w:rsidRPr="00F208ED">
        <w:t>/Al</w:t>
      </w:r>
      <w:r w:rsidRPr="00F208ED">
        <w:rPr>
          <w:vertAlign w:val="subscript"/>
        </w:rPr>
        <w:t>2</w:t>
      </w:r>
      <w:r w:rsidRPr="00F208ED">
        <w:t>O</w:t>
      </w:r>
      <w:r w:rsidRPr="00F208ED">
        <w:rPr>
          <w:vertAlign w:val="subscript"/>
        </w:rPr>
        <w:t>3</w:t>
      </w:r>
      <w:r w:rsidRPr="00F208ED">
        <w:t>/Ga</w:t>
      </w:r>
      <w:r w:rsidRPr="00F208ED">
        <w:rPr>
          <w:vertAlign w:val="subscript"/>
        </w:rPr>
        <w:t>2</w:t>
      </w:r>
      <w:r w:rsidRPr="00F208ED">
        <w:t>O</w:t>
      </w:r>
      <w:r w:rsidRPr="00F208ED">
        <w:rPr>
          <w:vertAlign w:val="subscript"/>
        </w:rPr>
        <w:t>3</w:t>
      </w:r>
      <w:r w:rsidRPr="00F208ED">
        <w:t xml:space="preserve"> Catalyst (</w:t>
      </w:r>
      <w:proofErr w:type="spellStart"/>
      <w:r w:rsidRPr="00F208ED">
        <w:t>Ushikoshi</w:t>
      </w:r>
      <w:proofErr w:type="spellEnd"/>
      <w:r w:rsidRPr="00F208ED">
        <w:t xml:space="preserve"> et al., 1998)</w:t>
      </w:r>
    </w:p>
    <w:p w14:paraId="0ED8BC42" w14:textId="77777777" w:rsidR="0089168B" w:rsidRPr="00F208ED" w:rsidRDefault="001D5E3A" w:rsidP="0089168B">
      <w:pPr>
        <w:jc w:val="right"/>
      </w:pPr>
      <w:r w:rsidRPr="00F208ED">
        <w:t>CO</w:t>
      </w:r>
      <w:r w:rsidRPr="00F208ED">
        <w:rPr>
          <w:vertAlign w:val="subscript"/>
        </w:rPr>
        <w:t>2</w:t>
      </w:r>
      <w:r w:rsidRPr="00F208ED">
        <w:t xml:space="preserve"> + 3 H</w:t>
      </w:r>
      <w:r w:rsidRPr="00F208ED">
        <w:rPr>
          <w:vertAlign w:val="subscript"/>
        </w:rPr>
        <w:t>2</w:t>
      </w:r>
      <w:r w:rsidRPr="00F208ED">
        <w:t xml:space="preserve"> → CH</w:t>
      </w:r>
      <w:r w:rsidRPr="00F208ED">
        <w:rPr>
          <w:vertAlign w:val="subscript"/>
        </w:rPr>
        <w:t>3</w:t>
      </w:r>
      <w:r w:rsidRPr="00F208ED">
        <w:t>OH + H</w:t>
      </w:r>
      <w:r w:rsidRPr="00F208ED">
        <w:rPr>
          <w:vertAlign w:val="subscript"/>
        </w:rPr>
        <w:t>2</w:t>
      </w:r>
      <w:r w:rsidRPr="00F208ED">
        <w:t xml:space="preserve">O </w:t>
      </w:r>
      <w:r w:rsidRPr="00F208ED">
        <w:tab/>
        <w:t xml:space="preserve"> </w:t>
      </w:r>
      <w:r w:rsidRPr="00F208ED">
        <w:tab/>
      </w:r>
      <w:proofErr w:type="spellStart"/>
      <w:r w:rsidRPr="00F208ED">
        <w:t>ΔH</w:t>
      </w:r>
      <w:r w:rsidRPr="00F208ED">
        <w:rPr>
          <w:vertAlign w:val="superscript"/>
        </w:rPr>
        <w:t>o</w:t>
      </w:r>
      <w:proofErr w:type="spellEnd"/>
      <w:r w:rsidRPr="00F208ED">
        <w:t xml:space="preserve"> = -49 kJ/</w:t>
      </w:r>
      <w:proofErr w:type="spellStart"/>
      <w:r w:rsidRPr="00F208ED">
        <w:t>mol</w:t>
      </w:r>
      <w:proofErr w:type="spellEnd"/>
      <w:r w:rsidRPr="00F208ED">
        <w:t xml:space="preserve">, </w:t>
      </w:r>
      <w:proofErr w:type="spellStart"/>
      <w:r w:rsidRPr="00F208ED">
        <w:t>ΔG</w:t>
      </w:r>
      <w:r w:rsidRPr="00F208ED">
        <w:rPr>
          <w:vertAlign w:val="superscript"/>
        </w:rPr>
        <w:t>o</w:t>
      </w:r>
      <w:proofErr w:type="spellEnd"/>
      <w:r w:rsidRPr="00F208ED">
        <w:t xml:space="preserve"> = 3 kJ/</w:t>
      </w:r>
      <w:proofErr w:type="spellStart"/>
      <w:r w:rsidRPr="00F208ED">
        <w:t>mol</w:t>
      </w:r>
      <w:proofErr w:type="spellEnd"/>
      <w:r w:rsidRPr="00F208ED">
        <w:t xml:space="preserve"> </w:t>
      </w:r>
      <w:r w:rsidRPr="00F208ED">
        <w:tab/>
      </w:r>
      <w:r w:rsidR="0089168B" w:rsidRPr="00F208ED">
        <w:tab/>
        <w:t>(8)</w:t>
      </w:r>
    </w:p>
    <w:p w14:paraId="2BBAF97C" w14:textId="77777777" w:rsidR="0089168B" w:rsidRPr="00F208ED" w:rsidRDefault="001D5E3A" w:rsidP="0089168B">
      <w:pPr>
        <w:jc w:val="right"/>
      </w:pPr>
      <w:r w:rsidRPr="00F208ED">
        <w:t>CO</w:t>
      </w:r>
      <w:r w:rsidRPr="00F208ED">
        <w:rPr>
          <w:vertAlign w:val="subscript"/>
        </w:rPr>
        <w:t>2</w:t>
      </w:r>
      <w:r w:rsidRPr="00F208ED">
        <w:t xml:space="preserve"> + H</w:t>
      </w:r>
      <w:r w:rsidRPr="00F208ED">
        <w:rPr>
          <w:vertAlign w:val="subscript"/>
        </w:rPr>
        <w:t>2</w:t>
      </w:r>
      <w:r w:rsidRPr="00F208ED">
        <w:t xml:space="preserve"> → CO + H</w:t>
      </w:r>
      <w:r w:rsidRPr="00F208ED">
        <w:rPr>
          <w:vertAlign w:val="subscript"/>
        </w:rPr>
        <w:t>2</w:t>
      </w:r>
      <w:r w:rsidRPr="00F208ED">
        <w:t>O</w:t>
      </w:r>
      <w:r w:rsidRPr="00F208ED">
        <w:tab/>
        <w:t xml:space="preserve"> </w:t>
      </w:r>
      <w:r w:rsidRPr="00F208ED">
        <w:tab/>
      </w:r>
      <w:r w:rsidRPr="00F208ED">
        <w:tab/>
      </w:r>
      <w:proofErr w:type="spellStart"/>
      <w:r w:rsidRPr="00F208ED">
        <w:t>ΔH</w:t>
      </w:r>
      <w:r w:rsidRPr="00F208ED">
        <w:rPr>
          <w:vertAlign w:val="superscript"/>
        </w:rPr>
        <w:t>o</w:t>
      </w:r>
      <w:proofErr w:type="spellEnd"/>
      <w:r w:rsidRPr="00F208ED">
        <w:t xml:space="preserve"> = 41 kJ/</w:t>
      </w:r>
      <w:proofErr w:type="spellStart"/>
      <w:r w:rsidRPr="00F208ED">
        <w:t>mol</w:t>
      </w:r>
      <w:proofErr w:type="spellEnd"/>
      <w:r w:rsidRPr="00F208ED">
        <w:t xml:space="preserve">, </w:t>
      </w:r>
      <w:proofErr w:type="spellStart"/>
      <w:r w:rsidRPr="00F208ED">
        <w:t>ΔG</w:t>
      </w:r>
      <w:r w:rsidRPr="00F208ED">
        <w:rPr>
          <w:vertAlign w:val="superscript"/>
        </w:rPr>
        <w:t>o</w:t>
      </w:r>
      <w:proofErr w:type="spellEnd"/>
      <w:r w:rsidRPr="00F208ED">
        <w:t xml:space="preserve"> = 29 kJ/</w:t>
      </w:r>
      <w:proofErr w:type="spellStart"/>
      <w:r w:rsidRPr="00F208ED">
        <w:t>mol</w:t>
      </w:r>
      <w:proofErr w:type="spellEnd"/>
      <w:r w:rsidRPr="00F208ED">
        <w:t xml:space="preserve"> </w:t>
      </w:r>
      <w:r w:rsidRPr="00F208ED">
        <w:tab/>
      </w:r>
      <w:r w:rsidR="0089168B" w:rsidRPr="00F208ED">
        <w:tab/>
        <w:t>(9)</w:t>
      </w:r>
    </w:p>
    <w:p w14:paraId="3F01C4CB" w14:textId="77777777" w:rsidR="0089168B" w:rsidRPr="00F208ED" w:rsidRDefault="001D5E3A" w:rsidP="0089168B">
      <w:pPr>
        <w:jc w:val="right"/>
      </w:pPr>
      <w:r w:rsidRPr="00F208ED">
        <w:t>CO + 2H</w:t>
      </w:r>
      <w:r w:rsidRPr="00F208ED">
        <w:rPr>
          <w:vertAlign w:val="subscript"/>
        </w:rPr>
        <w:t>2</w:t>
      </w:r>
      <w:r w:rsidRPr="00F208ED">
        <w:t xml:space="preserve"> → CH</w:t>
      </w:r>
      <w:r w:rsidRPr="00F208ED">
        <w:rPr>
          <w:vertAlign w:val="subscript"/>
        </w:rPr>
        <w:t>3</w:t>
      </w:r>
      <w:r w:rsidRPr="00F208ED">
        <w:t xml:space="preserve">OH </w:t>
      </w:r>
      <w:r w:rsidRPr="00F208ED">
        <w:tab/>
      </w:r>
      <w:r w:rsidRPr="00F208ED">
        <w:tab/>
        <w:t xml:space="preserve"> </w:t>
      </w:r>
      <w:r w:rsidRPr="00F208ED">
        <w:tab/>
      </w:r>
      <w:proofErr w:type="spellStart"/>
      <w:r w:rsidRPr="00F208ED">
        <w:t>ΔH</w:t>
      </w:r>
      <w:r w:rsidRPr="00F208ED">
        <w:rPr>
          <w:vertAlign w:val="superscript"/>
        </w:rPr>
        <w:t>o</w:t>
      </w:r>
      <w:proofErr w:type="spellEnd"/>
      <w:r w:rsidRPr="00F208ED">
        <w:t xml:space="preserve"> = -90.5 kJ/</w:t>
      </w:r>
      <w:proofErr w:type="spellStart"/>
      <w:r w:rsidRPr="00F208ED">
        <w:t>mol</w:t>
      </w:r>
      <w:proofErr w:type="spellEnd"/>
      <w:r w:rsidRPr="00F208ED">
        <w:t xml:space="preserve">, </w:t>
      </w:r>
      <w:proofErr w:type="spellStart"/>
      <w:r w:rsidRPr="00F208ED">
        <w:t>ΔG</w:t>
      </w:r>
      <w:r w:rsidRPr="00F208ED">
        <w:rPr>
          <w:vertAlign w:val="superscript"/>
        </w:rPr>
        <w:t>o</w:t>
      </w:r>
      <w:proofErr w:type="spellEnd"/>
      <w:r w:rsidRPr="00F208ED">
        <w:t xml:space="preserve"> = -25 kJ/</w:t>
      </w:r>
      <w:proofErr w:type="spellStart"/>
      <w:r w:rsidRPr="00F208ED">
        <w:t>mol</w:t>
      </w:r>
      <w:proofErr w:type="spellEnd"/>
      <w:r w:rsidRPr="00F208ED">
        <w:t xml:space="preserve"> </w:t>
      </w:r>
      <w:r w:rsidR="0089168B" w:rsidRPr="00F208ED">
        <w:tab/>
      </w:r>
      <w:r w:rsidR="0089168B" w:rsidRPr="00F208ED">
        <w:tab/>
        <w:t>(10)</w:t>
      </w:r>
    </w:p>
    <w:p w14:paraId="41E762CF" w14:textId="77777777" w:rsidR="001D5E3A" w:rsidRPr="00F208ED" w:rsidRDefault="001D5E3A" w:rsidP="001D5E3A"/>
    <w:p w14:paraId="64C6687A" w14:textId="77777777" w:rsidR="00931EA3" w:rsidRPr="00F208ED" w:rsidRDefault="0089168B" w:rsidP="001D5E3A">
      <w:pPr>
        <w:numPr>
          <w:ilvl w:val="0"/>
          <w:numId w:val="4"/>
        </w:numPr>
      </w:pPr>
      <w:r w:rsidRPr="00F208ED">
        <w:t>Methanol from Hydrogenation over Cu/</w:t>
      </w:r>
      <w:proofErr w:type="spellStart"/>
      <w:r w:rsidRPr="00F208ED">
        <w:t>ZnO</w:t>
      </w:r>
      <w:proofErr w:type="spellEnd"/>
      <w:r w:rsidRPr="00F208ED">
        <w:t>/Cr</w:t>
      </w:r>
      <w:r w:rsidRPr="00F208ED">
        <w:rPr>
          <w:vertAlign w:val="subscript"/>
        </w:rPr>
        <w:t>2</w:t>
      </w:r>
      <w:r w:rsidRPr="00F208ED">
        <w:t>O</w:t>
      </w:r>
      <w:r w:rsidRPr="00F208ED">
        <w:rPr>
          <w:vertAlign w:val="subscript"/>
        </w:rPr>
        <w:t>3</w:t>
      </w:r>
      <w:r w:rsidRPr="00F208ED">
        <w:t xml:space="preserve"> and </w:t>
      </w:r>
      <w:proofErr w:type="spellStart"/>
      <w:r w:rsidRPr="00F208ED">
        <w:t>CuNaY</w:t>
      </w:r>
      <w:proofErr w:type="spellEnd"/>
      <w:r w:rsidRPr="00F208ED">
        <w:t xml:space="preserve"> Zeolite Catalyst (Jun et al., 1998)</w:t>
      </w:r>
    </w:p>
    <w:p w14:paraId="2AA302E3" w14:textId="77777777" w:rsidR="0089168B" w:rsidRPr="00F208ED" w:rsidRDefault="001D5E3A" w:rsidP="0089168B">
      <w:pPr>
        <w:jc w:val="right"/>
      </w:pPr>
      <w:r w:rsidRPr="00F208ED">
        <w:t>CO</w:t>
      </w:r>
      <w:r w:rsidRPr="00F208ED">
        <w:rPr>
          <w:vertAlign w:val="subscript"/>
        </w:rPr>
        <w:t>2</w:t>
      </w:r>
      <w:r w:rsidRPr="00F208ED">
        <w:t xml:space="preserve"> + H</w:t>
      </w:r>
      <w:r w:rsidRPr="00F208ED">
        <w:rPr>
          <w:vertAlign w:val="subscript"/>
        </w:rPr>
        <w:t>2</w:t>
      </w:r>
      <w:r w:rsidRPr="00F208ED">
        <w:t xml:space="preserve"> → CO + H</w:t>
      </w:r>
      <w:r w:rsidRPr="00F208ED">
        <w:rPr>
          <w:vertAlign w:val="subscript"/>
        </w:rPr>
        <w:t>2</w:t>
      </w:r>
      <w:r w:rsidRPr="00F208ED">
        <w:t xml:space="preserve">O </w:t>
      </w:r>
      <w:r w:rsidRPr="00F208ED">
        <w:tab/>
      </w:r>
      <w:r w:rsidRPr="00F208ED">
        <w:tab/>
      </w:r>
      <w:r w:rsidRPr="00F208ED">
        <w:tab/>
      </w:r>
      <w:proofErr w:type="spellStart"/>
      <w:r w:rsidRPr="00F208ED">
        <w:t>ΔH</w:t>
      </w:r>
      <w:r w:rsidRPr="00F208ED">
        <w:rPr>
          <w:vertAlign w:val="superscript"/>
        </w:rPr>
        <w:t>o</w:t>
      </w:r>
      <w:proofErr w:type="spellEnd"/>
      <w:r w:rsidRPr="00F208ED">
        <w:t xml:space="preserve"> = 41 kJ/</w:t>
      </w:r>
      <w:proofErr w:type="spellStart"/>
      <w:r w:rsidRPr="00F208ED">
        <w:t>mol</w:t>
      </w:r>
      <w:proofErr w:type="spellEnd"/>
      <w:r w:rsidRPr="00F208ED">
        <w:t xml:space="preserve">, </w:t>
      </w:r>
      <w:proofErr w:type="spellStart"/>
      <w:r w:rsidRPr="00F208ED">
        <w:t>ΔG</w:t>
      </w:r>
      <w:r w:rsidRPr="00F208ED">
        <w:rPr>
          <w:vertAlign w:val="superscript"/>
        </w:rPr>
        <w:t>o</w:t>
      </w:r>
      <w:proofErr w:type="spellEnd"/>
      <w:r w:rsidRPr="00F208ED">
        <w:t xml:space="preserve"> = 29 kJ/</w:t>
      </w:r>
      <w:proofErr w:type="spellStart"/>
      <w:r w:rsidRPr="00F208ED">
        <w:t>mol</w:t>
      </w:r>
      <w:proofErr w:type="spellEnd"/>
      <w:r w:rsidRPr="00F208ED">
        <w:t xml:space="preserve"> </w:t>
      </w:r>
      <w:r w:rsidR="0089168B" w:rsidRPr="00F208ED">
        <w:tab/>
      </w:r>
      <w:r w:rsidR="0089168B" w:rsidRPr="00F208ED">
        <w:tab/>
        <w:t>(11)</w:t>
      </w:r>
    </w:p>
    <w:p w14:paraId="4AB28DE3" w14:textId="77777777" w:rsidR="0089168B" w:rsidRPr="00F208ED" w:rsidRDefault="001D5E3A" w:rsidP="0089168B">
      <w:pPr>
        <w:jc w:val="right"/>
      </w:pPr>
      <w:r w:rsidRPr="00F208ED">
        <w:t>CO + 2H</w:t>
      </w:r>
      <w:r w:rsidRPr="00F208ED">
        <w:rPr>
          <w:vertAlign w:val="subscript"/>
        </w:rPr>
        <w:t>2</w:t>
      </w:r>
      <w:r w:rsidRPr="00F208ED">
        <w:t xml:space="preserve"> → CH</w:t>
      </w:r>
      <w:r w:rsidRPr="00F208ED">
        <w:rPr>
          <w:vertAlign w:val="subscript"/>
        </w:rPr>
        <w:t>3</w:t>
      </w:r>
      <w:r w:rsidRPr="00F208ED">
        <w:t xml:space="preserve">OH </w:t>
      </w:r>
      <w:r w:rsidRPr="00F208ED">
        <w:tab/>
      </w:r>
      <w:r w:rsidRPr="00F208ED">
        <w:tab/>
      </w:r>
      <w:r w:rsidRPr="00F208ED">
        <w:tab/>
      </w:r>
      <w:proofErr w:type="spellStart"/>
      <w:r w:rsidRPr="00F208ED">
        <w:t>ΔH</w:t>
      </w:r>
      <w:r w:rsidRPr="00F208ED">
        <w:rPr>
          <w:vertAlign w:val="superscript"/>
        </w:rPr>
        <w:t>o</w:t>
      </w:r>
      <w:proofErr w:type="spellEnd"/>
      <w:r w:rsidRPr="00F208ED">
        <w:t xml:space="preserve"> = -90.5 kJ/</w:t>
      </w:r>
      <w:proofErr w:type="spellStart"/>
      <w:r w:rsidRPr="00F208ED">
        <w:t>mol</w:t>
      </w:r>
      <w:proofErr w:type="spellEnd"/>
      <w:r w:rsidRPr="00F208ED">
        <w:t xml:space="preserve">, </w:t>
      </w:r>
      <w:proofErr w:type="spellStart"/>
      <w:r w:rsidRPr="00F208ED">
        <w:t>ΔG</w:t>
      </w:r>
      <w:r w:rsidRPr="00F208ED">
        <w:rPr>
          <w:vertAlign w:val="superscript"/>
        </w:rPr>
        <w:t>o</w:t>
      </w:r>
      <w:proofErr w:type="spellEnd"/>
      <w:r w:rsidRPr="00F208ED">
        <w:rPr>
          <w:vertAlign w:val="superscript"/>
        </w:rPr>
        <w:t xml:space="preserve"> </w:t>
      </w:r>
      <w:r w:rsidRPr="00F208ED">
        <w:t>= -25 kJ/</w:t>
      </w:r>
      <w:proofErr w:type="spellStart"/>
      <w:r w:rsidRPr="00F208ED">
        <w:t>mol</w:t>
      </w:r>
      <w:proofErr w:type="spellEnd"/>
      <w:r w:rsidRPr="00F208ED">
        <w:t xml:space="preserve"> </w:t>
      </w:r>
      <w:r w:rsidRPr="00F208ED">
        <w:tab/>
      </w:r>
      <w:r w:rsidR="0089168B" w:rsidRPr="00F208ED">
        <w:tab/>
        <w:t>(12)</w:t>
      </w:r>
    </w:p>
    <w:p w14:paraId="3EFA2BFC" w14:textId="77777777" w:rsidR="0089168B" w:rsidRPr="00F208ED" w:rsidRDefault="001D5E3A" w:rsidP="0089168B">
      <w:pPr>
        <w:jc w:val="right"/>
      </w:pPr>
      <w:r w:rsidRPr="00F208ED">
        <w:t>2CH</w:t>
      </w:r>
      <w:r w:rsidRPr="00F208ED">
        <w:rPr>
          <w:vertAlign w:val="subscript"/>
        </w:rPr>
        <w:t>3</w:t>
      </w:r>
      <w:r w:rsidRPr="00F208ED">
        <w:t>OH → CH</w:t>
      </w:r>
      <w:r w:rsidRPr="00F208ED">
        <w:rPr>
          <w:vertAlign w:val="subscript"/>
        </w:rPr>
        <w:t>3</w:t>
      </w:r>
      <w:r w:rsidRPr="00F208ED">
        <w:t>OCH</w:t>
      </w:r>
      <w:r w:rsidRPr="00F208ED">
        <w:rPr>
          <w:vertAlign w:val="subscript"/>
        </w:rPr>
        <w:t>3</w:t>
      </w:r>
      <w:r w:rsidRPr="00F208ED">
        <w:t xml:space="preserve"> + H</w:t>
      </w:r>
      <w:r w:rsidRPr="00F208ED">
        <w:rPr>
          <w:vertAlign w:val="subscript"/>
        </w:rPr>
        <w:t>2</w:t>
      </w:r>
      <w:r w:rsidRPr="00F208ED">
        <w:t xml:space="preserve">O </w:t>
      </w:r>
      <w:r w:rsidRPr="00F208ED">
        <w:tab/>
      </w:r>
      <w:r w:rsidRPr="00F208ED">
        <w:tab/>
      </w:r>
      <w:proofErr w:type="spellStart"/>
      <w:r w:rsidRPr="00F208ED">
        <w:t>ΔH</w:t>
      </w:r>
      <w:r w:rsidRPr="00F208ED">
        <w:rPr>
          <w:vertAlign w:val="superscript"/>
        </w:rPr>
        <w:t>o</w:t>
      </w:r>
      <w:proofErr w:type="spellEnd"/>
      <w:r w:rsidRPr="00F208ED">
        <w:t xml:space="preserve"> = -24 kJ/</w:t>
      </w:r>
      <w:proofErr w:type="spellStart"/>
      <w:r w:rsidRPr="00F208ED">
        <w:t>mol</w:t>
      </w:r>
      <w:proofErr w:type="spellEnd"/>
      <w:r w:rsidRPr="00F208ED">
        <w:t xml:space="preserve">, </w:t>
      </w:r>
      <w:proofErr w:type="spellStart"/>
      <w:r w:rsidRPr="00F208ED">
        <w:t>ΔG</w:t>
      </w:r>
      <w:r w:rsidRPr="00F208ED">
        <w:rPr>
          <w:vertAlign w:val="superscript"/>
        </w:rPr>
        <w:t>o</w:t>
      </w:r>
      <w:proofErr w:type="spellEnd"/>
      <w:r w:rsidRPr="00F208ED">
        <w:t xml:space="preserve"> = -17 kJ/</w:t>
      </w:r>
      <w:proofErr w:type="spellStart"/>
      <w:r w:rsidRPr="00F208ED">
        <w:t>mol</w:t>
      </w:r>
      <w:proofErr w:type="spellEnd"/>
      <w:r w:rsidRPr="00F208ED">
        <w:t xml:space="preserve"> </w:t>
      </w:r>
      <w:r w:rsidR="0089168B" w:rsidRPr="00F208ED">
        <w:tab/>
      </w:r>
      <w:r w:rsidR="0089168B" w:rsidRPr="00F208ED">
        <w:tab/>
        <w:t>(13)</w:t>
      </w:r>
    </w:p>
    <w:p w14:paraId="1E763951" w14:textId="77777777" w:rsidR="001D5E3A" w:rsidRPr="00F208ED" w:rsidRDefault="001D5E3A" w:rsidP="001D5E3A"/>
    <w:p w14:paraId="388198F1" w14:textId="77777777" w:rsidR="00931EA3" w:rsidRPr="00F208ED" w:rsidRDefault="0089168B" w:rsidP="001D5E3A">
      <w:pPr>
        <w:numPr>
          <w:ilvl w:val="0"/>
          <w:numId w:val="5"/>
        </w:numPr>
      </w:pPr>
      <w:r w:rsidRPr="00F208ED">
        <w:t xml:space="preserve">Methanol from Hydrogenation over </w:t>
      </w:r>
      <w:proofErr w:type="spellStart"/>
      <w:r w:rsidRPr="00F208ED">
        <w:t>Pd</w:t>
      </w:r>
      <w:proofErr w:type="spellEnd"/>
      <w:r w:rsidRPr="00F208ED">
        <w:t>/SiO</w:t>
      </w:r>
      <w:r w:rsidRPr="00F208ED">
        <w:rPr>
          <w:vertAlign w:val="subscript"/>
        </w:rPr>
        <w:t>2</w:t>
      </w:r>
      <w:r w:rsidRPr="00F208ED">
        <w:t xml:space="preserve"> Catalyst (</w:t>
      </w:r>
      <w:proofErr w:type="spellStart"/>
      <w:r w:rsidRPr="00F208ED">
        <w:t>Bonivardi</w:t>
      </w:r>
      <w:proofErr w:type="spellEnd"/>
      <w:r w:rsidRPr="00F208ED">
        <w:t xml:space="preserve"> et al., 1998)</w:t>
      </w:r>
    </w:p>
    <w:p w14:paraId="5ED51816" w14:textId="77777777" w:rsidR="0089168B" w:rsidRPr="00F208ED" w:rsidRDefault="001D5E3A" w:rsidP="0089168B">
      <w:pPr>
        <w:jc w:val="right"/>
      </w:pPr>
      <w:r w:rsidRPr="00F208ED">
        <w:t>CO</w:t>
      </w:r>
      <w:r w:rsidRPr="00F208ED">
        <w:rPr>
          <w:vertAlign w:val="subscript"/>
        </w:rPr>
        <w:t>2</w:t>
      </w:r>
      <w:r w:rsidRPr="00F208ED">
        <w:t xml:space="preserve"> + H</w:t>
      </w:r>
      <w:r w:rsidRPr="00F208ED">
        <w:rPr>
          <w:vertAlign w:val="subscript"/>
        </w:rPr>
        <w:t>2</w:t>
      </w:r>
      <w:r w:rsidRPr="00F208ED">
        <w:t xml:space="preserve"> → CO + H</w:t>
      </w:r>
      <w:r w:rsidRPr="00F208ED">
        <w:rPr>
          <w:vertAlign w:val="subscript"/>
        </w:rPr>
        <w:t>2</w:t>
      </w:r>
      <w:r w:rsidRPr="00F208ED">
        <w:t xml:space="preserve">O </w:t>
      </w:r>
      <w:r w:rsidRPr="00F208ED">
        <w:tab/>
      </w:r>
      <w:r w:rsidRPr="00F208ED">
        <w:tab/>
      </w:r>
      <w:r w:rsidRPr="00F208ED">
        <w:tab/>
      </w:r>
      <w:proofErr w:type="spellStart"/>
      <w:r w:rsidRPr="00F208ED">
        <w:t>ΔH</w:t>
      </w:r>
      <w:r w:rsidRPr="00F208ED">
        <w:rPr>
          <w:vertAlign w:val="superscript"/>
        </w:rPr>
        <w:t>o</w:t>
      </w:r>
      <w:proofErr w:type="spellEnd"/>
      <w:r w:rsidRPr="00F208ED">
        <w:rPr>
          <w:vertAlign w:val="superscript"/>
        </w:rPr>
        <w:t xml:space="preserve"> </w:t>
      </w:r>
      <w:r w:rsidRPr="00F208ED">
        <w:t>= 41 kJ/</w:t>
      </w:r>
      <w:proofErr w:type="spellStart"/>
      <w:r w:rsidRPr="00F208ED">
        <w:t>mol</w:t>
      </w:r>
      <w:proofErr w:type="spellEnd"/>
      <w:r w:rsidRPr="00F208ED">
        <w:t xml:space="preserve">, </w:t>
      </w:r>
      <w:proofErr w:type="spellStart"/>
      <w:r w:rsidRPr="00F208ED">
        <w:t>ΔG</w:t>
      </w:r>
      <w:r w:rsidRPr="00F208ED">
        <w:rPr>
          <w:vertAlign w:val="superscript"/>
        </w:rPr>
        <w:t>o</w:t>
      </w:r>
      <w:proofErr w:type="spellEnd"/>
      <w:r w:rsidRPr="00F208ED">
        <w:t xml:space="preserve"> = 29 kJ/</w:t>
      </w:r>
      <w:proofErr w:type="spellStart"/>
      <w:r w:rsidRPr="00F208ED">
        <w:t>mol</w:t>
      </w:r>
      <w:proofErr w:type="spellEnd"/>
      <w:r w:rsidRPr="00F208ED">
        <w:t xml:space="preserve"> </w:t>
      </w:r>
      <w:r w:rsidRPr="00F208ED">
        <w:tab/>
      </w:r>
      <w:r w:rsidRPr="00F208ED">
        <w:tab/>
      </w:r>
      <w:r w:rsidR="0089168B" w:rsidRPr="00F208ED">
        <w:t>(14)</w:t>
      </w:r>
    </w:p>
    <w:p w14:paraId="3009E939" w14:textId="77777777" w:rsidR="0089168B" w:rsidRPr="00F208ED" w:rsidRDefault="001D5E3A" w:rsidP="0089168B">
      <w:pPr>
        <w:jc w:val="right"/>
      </w:pPr>
      <w:r w:rsidRPr="00F208ED">
        <w:t>CO + 2H</w:t>
      </w:r>
      <w:r w:rsidRPr="00F208ED">
        <w:rPr>
          <w:vertAlign w:val="subscript"/>
        </w:rPr>
        <w:t xml:space="preserve">2 </w:t>
      </w:r>
      <w:r w:rsidRPr="00F208ED">
        <w:t>→ CH</w:t>
      </w:r>
      <w:r w:rsidRPr="00F208ED">
        <w:rPr>
          <w:vertAlign w:val="subscript"/>
        </w:rPr>
        <w:t>3</w:t>
      </w:r>
      <w:r w:rsidRPr="00F208ED">
        <w:t xml:space="preserve">OH </w:t>
      </w:r>
      <w:r w:rsidRPr="00F208ED">
        <w:tab/>
      </w:r>
      <w:r w:rsidRPr="00F208ED">
        <w:tab/>
      </w:r>
      <w:r w:rsidRPr="00F208ED">
        <w:tab/>
      </w:r>
      <w:proofErr w:type="spellStart"/>
      <w:r w:rsidRPr="00F208ED">
        <w:t>ΔH</w:t>
      </w:r>
      <w:r w:rsidRPr="00F208ED">
        <w:rPr>
          <w:vertAlign w:val="superscript"/>
        </w:rPr>
        <w:t>o</w:t>
      </w:r>
      <w:proofErr w:type="spellEnd"/>
      <w:r w:rsidRPr="00F208ED">
        <w:t xml:space="preserve"> = -90.5 kJ/</w:t>
      </w:r>
      <w:proofErr w:type="spellStart"/>
      <w:r w:rsidRPr="00F208ED">
        <w:t>mol</w:t>
      </w:r>
      <w:proofErr w:type="spellEnd"/>
      <w:r w:rsidRPr="00F208ED">
        <w:t xml:space="preserve">, </w:t>
      </w:r>
      <w:proofErr w:type="spellStart"/>
      <w:r w:rsidRPr="00F208ED">
        <w:t>ΔG</w:t>
      </w:r>
      <w:r w:rsidRPr="00F208ED">
        <w:rPr>
          <w:vertAlign w:val="superscript"/>
        </w:rPr>
        <w:t>o</w:t>
      </w:r>
      <w:proofErr w:type="spellEnd"/>
      <w:r w:rsidRPr="00F208ED">
        <w:t xml:space="preserve"> = -25 kJ/</w:t>
      </w:r>
      <w:proofErr w:type="spellStart"/>
      <w:r w:rsidRPr="00F208ED">
        <w:t>mol</w:t>
      </w:r>
      <w:proofErr w:type="spellEnd"/>
      <w:r w:rsidR="0089168B" w:rsidRPr="00F208ED">
        <w:tab/>
      </w:r>
      <w:r w:rsidR="0089168B" w:rsidRPr="00F208ED">
        <w:tab/>
        <w:t>(15)</w:t>
      </w:r>
    </w:p>
    <w:p w14:paraId="0744F266" w14:textId="77777777" w:rsidR="001D5E3A" w:rsidRPr="00F208ED" w:rsidRDefault="001D5E3A" w:rsidP="001D5E3A"/>
    <w:p w14:paraId="7B13D97D" w14:textId="77777777" w:rsidR="00645364" w:rsidRPr="00F208ED" w:rsidRDefault="002906CA">
      <w:r w:rsidRPr="00F208ED">
        <w:t>Conduct a Life Cycle Assessment study to determine whether any of the new processes from CO</w:t>
      </w:r>
      <w:r w:rsidRPr="00F208ED">
        <w:rPr>
          <w:vertAlign w:val="subscript"/>
        </w:rPr>
        <w:t>2</w:t>
      </w:r>
      <w:r w:rsidRPr="00F208ED">
        <w:t xml:space="preserve"> is better than the existing route for production of methanol. Assume that cost is not a factor for bringing the technology to the market.</w:t>
      </w:r>
    </w:p>
    <w:p w14:paraId="438B9795" w14:textId="77777777" w:rsidR="002906CA" w:rsidRPr="00F208ED" w:rsidRDefault="002906CA">
      <w:pPr>
        <w:rPr>
          <w:i/>
        </w:rPr>
      </w:pPr>
      <w:r w:rsidRPr="00F208ED">
        <w:rPr>
          <w:b/>
        </w:rPr>
        <w:softHyphen/>
      </w:r>
      <w:r w:rsidRPr="00F208ED">
        <w:rPr>
          <w:b/>
        </w:rPr>
        <w:softHyphen/>
      </w:r>
      <w:r w:rsidRPr="00F208ED">
        <w:rPr>
          <w:b/>
          <w:i/>
        </w:rPr>
        <w:t>Notes to Instructor:</w:t>
      </w:r>
      <w:r w:rsidRPr="00F208ED">
        <w:rPr>
          <w:i/>
        </w:rPr>
        <w:t xml:space="preserve"> The solution for this case can be administered in accordance to the stages of the LCA method. The accompanying slides can be used to guide the students into identifying the requirements for Goal and Scope Definition, LCI and LCIA. Based on these results, the students will be required to submit a report to complete the Step 4 of LCA which contains their critical evaluation of which process should be selected. The report should also explicitly state the goal and </w:t>
      </w:r>
      <w:proofErr w:type="gramStart"/>
      <w:r w:rsidRPr="00F208ED">
        <w:rPr>
          <w:i/>
        </w:rPr>
        <w:t>scope,</w:t>
      </w:r>
      <w:proofErr w:type="gramEnd"/>
      <w:r w:rsidRPr="00F208ED">
        <w:rPr>
          <w:i/>
        </w:rPr>
        <w:t xml:space="preserve"> include the LCIA results in main text, and the LCI in appendix or documented in Excel®.</w:t>
      </w:r>
    </w:p>
    <w:p w14:paraId="5D42FCAE" w14:textId="77777777" w:rsidR="002906CA" w:rsidRPr="00F208ED" w:rsidRDefault="002906CA">
      <w:pPr>
        <w:rPr>
          <w:i/>
        </w:rPr>
      </w:pPr>
      <w:r w:rsidRPr="00F208ED">
        <w:rPr>
          <w:i/>
        </w:rPr>
        <w:t xml:space="preserve">Optional Addition to Problem (Depends on discretion of Instructor): The instructor may choose to expand the scope of this problem by asking the class to divide into groups and design each new process in process </w:t>
      </w:r>
      <w:proofErr w:type="spellStart"/>
      <w:r w:rsidRPr="00F208ED">
        <w:rPr>
          <w:i/>
        </w:rPr>
        <w:t>flowsheet</w:t>
      </w:r>
      <w:proofErr w:type="spellEnd"/>
      <w:r w:rsidRPr="00F208ED">
        <w:rPr>
          <w:i/>
        </w:rPr>
        <w:t xml:space="preserve"> software. Then the information from the design results can be extracted</w:t>
      </w:r>
      <w:r w:rsidR="00F15E62" w:rsidRPr="00F208ED">
        <w:rPr>
          <w:i/>
        </w:rPr>
        <w:t xml:space="preserve"> and used for Life Cycle Inventory creation. These designs have not been provided in this case study.</w:t>
      </w:r>
    </w:p>
    <w:p w14:paraId="0D4284EA" w14:textId="77777777" w:rsidR="00F208ED" w:rsidRDefault="00F208ED">
      <w:pPr>
        <w:rPr>
          <w:b/>
          <w:sz w:val="24"/>
        </w:rPr>
      </w:pPr>
    </w:p>
    <w:p w14:paraId="6DE478F9" w14:textId="77777777" w:rsidR="00F15E62" w:rsidRDefault="001D70B9">
      <w:pPr>
        <w:rPr>
          <w:b/>
          <w:sz w:val="24"/>
        </w:rPr>
      </w:pPr>
      <w:r>
        <w:rPr>
          <w:b/>
          <w:sz w:val="24"/>
        </w:rPr>
        <w:lastRenderedPageBreak/>
        <w:t>Activity</w:t>
      </w:r>
      <w:r w:rsidR="00F15E62">
        <w:rPr>
          <w:b/>
          <w:sz w:val="24"/>
        </w:rPr>
        <w:t xml:space="preserve"> </w:t>
      </w:r>
      <w:r w:rsidR="00F15E62" w:rsidRPr="00F15E62">
        <w:rPr>
          <w:b/>
          <w:sz w:val="24"/>
        </w:rPr>
        <w:t>for Goal and Scope Definition</w:t>
      </w:r>
    </w:p>
    <w:p w14:paraId="7101D985" w14:textId="77777777" w:rsidR="006822B3" w:rsidRPr="00F208ED" w:rsidRDefault="00F15E62" w:rsidP="006822B3">
      <w:pPr>
        <w:pStyle w:val="ListParagraph"/>
        <w:numPr>
          <w:ilvl w:val="0"/>
          <w:numId w:val="6"/>
        </w:numPr>
      </w:pPr>
      <w:r w:rsidRPr="00F208ED">
        <w:t>From the problem statement above,</w:t>
      </w:r>
      <w:r w:rsidR="006822B3" w:rsidRPr="00F208ED">
        <w:t xml:space="preserve"> what is the goal? How does the goal help in being sustainable?</w:t>
      </w:r>
    </w:p>
    <w:p w14:paraId="6F02C743" w14:textId="77777777" w:rsidR="00BE4FE8" w:rsidRPr="00F208ED" w:rsidRDefault="006822B3" w:rsidP="00BE4FE8">
      <w:pPr>
        <w:pStyle w:val="ListParagraph"/>
        <w:numPr>
          <w:ilvl w:val="0"/>
          <w:numId w:val="6"/>
        </w:numPr>
      </w:pPr>
      <w:r w:rsidRPr="00F208ED">
        <w:t xml:space="preserve">Identify the stages in the production of Methanol via steam reforming of methane. Make a list of raw materials, </w:t>
      </w:r>
      <w:r w:rsidR="00E74F87" w:rsidRPr="00F208ED">
        <w:t xml:space="preserve">emissions and co-products if any. </w:t>
      </w:r>
      <w:r w:rsidR="00E74F87" w:rsidRPr="00F208ED">
        <w:rPr>
          <w:i/>
        </w:rPr>
        <w:t xml:space="preserve">(Use a standard process industries book, like </w:t>
      </w:r>
      <w:r w:rsidR="00BE4FE8" w:rsidRPr="00F208ED">
        <w:rPr>
          <w:i/>
        </w:rPr>
        <w:t xml:space="preserve">Shreve, Randolph Norris, and Nicholas </w:t>
      </w:r>
      <w:proofErr w:type="spellStart"/>
      <w:r w:rsidR="00BE4FE8" w:rsidRPr="00F208ED">
        <w:rPr>
          <w:i/>
        </w:rPr>
        <w:t>Basta</w:t>
      </w:r>
      <w:proofErr w:type="spellEnd"/>
      <w:r w:rsidR="00BE4FE8" w:rsidRPr="00F208ED">
        <w:rPr>
          <w:i/>
        </w:rPr>
        <w:t>. Shreve's Chemical Process Industries Handbook. McGraw, 1993.)</w:t>
      </w:r>
      <w:r w:rsidR="00F15E62" w:rsidRPr="00F208ED">
        <w:t xml:space="preserve"> </w:t>
      </w:r>
    </w:p>
    <w:p w14:paraId="58A35099" w14:textId="77777777" w:rsidR="00BE4FE8" w:rsidRPr="00F208ED" w:rsidRDefault="00BE4FE8" w:rsidP="00BE4FE8">
      <w:pPr>
        <w:pStyle w:val="ListParagraph"/>
        <w:numPr>
          <w:ilvl w:val="0"/>
          <w:numId w:val="6"/>
        </w:numPr>
      </w:pPr>
      <w:r w:rsidRPr="00F208ED">
        <w:t>For each input and output from the process, track the upstream preparation and downstream use. Using this information, prepare a diagram which shows the entire life cycle of methanol.</w:t>
      </w:r>
    </w:p>
    <w:p w14:paraId="0C57CFC8" w14:textId="77777777" w:rsidR="00081035" w:rsidRPr="00F208ED" w:rsidRDefault="00081035" w:rsidP="00BE4FE8">
      <w:pPr>
        <w:pStyle w:val="ListParagraph"/>
        <w:numPr>
          <w:ilvl w:val="0"/>
          <w:numId w:val="6"/>
        </w:numPr>
      </w:pPr>
      <w:r w:rsidRPr="00F208ED">
        <w:t>Choose the functional unit for the proposed study. Explain why one kg of methanol is a good function to compare the processes.</w:t>
      </w:r>
    </w:p>
    <w:p w14:paraId="1FCAE91A" w14:textId="77777777" w:rsidR="00F15E62" w:rsidRPr="00F208ED" w:rsidRDefault="00F15E62" w:rsidP="00BE4FE8">
      <w:pPr>
        <w:pStyle w:val="ListParagraph"/>
        <w:numPr>
          <w:ilvl w:val="0"/>
          <w:numId w:val="6"/>
        </w:numPr>
      </w:pPr>
      <w:r w:rsidRPr="00F208ED">
        <w:t>Justify why only studying the boundary of methanol production process is sufficient for this LCA study.</w:t>
      </w:r>
    </w:p>
    <w:p w14:paraId="465D3BD3" w14:textId="77777777" w:rsidR="002906CA" w:rsidRPr="00F15E62" w:rsidRDefault="00F15E62">
      <w:pPr>
        <w:rPr>
          <w:b/>
          <w:sz w:val="24"/>
        </w:rPr>
      </w:pPr>
      <w:r w:rsidRPr="00F15E62">
        <w:rPr>
          <w:b/>
          <w:sz w:val="24"/>
        </w:rPr>
        <w:t>Solution</w:t>
      </w:r>
    </w:p>
    <w:p w14:paraId="01CCDC08" w14:textId="77777777" w:rsidR="00F15E62" w:rsidRPr="00F208ED" w:rsidRDefault="00F15E62" w:rsidP="00F15E62">
      <w:pPr>
        <w:rPr>
          <w:i/>
        </w:rPr>
      </w:pPr>
      <w:r w:rsidRPr="00F208ED">
        <w:rPr>
          <w:b/>
          <w:bCs/>
        </w:rPr>
        <w:t xml:space="preserve">Goal: </w:t>
      </w:r>
      <w:r w:rsidRPr="00F208ED">
        <w:t>To determine whether a new methanol process which utilizes carbon dioxide as a raw material is better than existing methanol process from steam reforming of natural gas.</w:t>
      </w:r>
      <w:r w:rsidR="006822B3" w:rsidRPr="00F208ED">
        <w:rPr>
          <w:i/>
        </w:rPr>
        <w:t xml:space="preserve"> (Guide the students to explore the sustainable aspects which make the process better. Hint on economic, environmental and social issues associated with the production through one route and compare to others.)</w:t>
      </w:r>
    </w:p>
    <w:p w14:paraId="2B21D23C" w14:textId="77777777" w:rsidR="00F15E62" w:rsidRPr="00F208ED" w:rsidRDefault="00F15E62" w:rsidP="00F15E62">
      <w:r w:rsidRPr="00F208ED">
        <w:rPr>
          <w:b/>
          <w:bCs/>
        </w:rPr>
        <w:t xml:space="preserve">Scope: </w:t>
      </w:r>
      <w:r w:rsidRPr="00F208ED">
        <w:t>The complete life cycle for methanol production needs to study the feedstock extraction, methanol production, methanol use and final disposal. In this case, we only need to study the process within the scope of gate-to-gate for methanol production.</w:t>
      </w:r>
    </w:p>
    <w:p w14:paraId="4B8B0B89" w14:textId="77777777" w:rsidR="00F15E62" w:rsidRPr="00F15E62" w:rsidRDefault="00F15E62" w:rsidP="00F15E62">
      <w:pPr>
        <w:rPr>
          <w:sz w:val="24"/>
        </w:rPr>
      </w:pPr>
      <w:r>
        <w:rPr>
          <w:noProof/>
        </w:rPr>
        <w:drawing>
          <wp:inline distT="0" distB="0" distL="0" distR="0" wp14:anchorId="0D499542" wp14:editId="5AEFB7A0">
            <wp:extent cx="5943600" cy="188087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3046590B" w14:textId="77777777" w:rsidR="00F15E62" w:rsidRPr="00F208ED" w:rsidRDefault="00F15E62" w:rsidP="00F15E62">
      <w:r w:rsidRPr="00F208ED">
        <w:t>For comparing the production routes for methanol, the changes are anticipated only in the methanol production phase.</w:t>
      </w:r>
      <w:r w:rsidR="001D70B9" w:rsidRPr="00F208ED">
        <w:t xml:space="preserve"> </w:t>
      </w:r>
      <w:r w:rsidRPr="00F208ED">
        <w:t>For this reason, a gate to gate analysis of the methanol production life cycle phase will be sufficient to make a judgment on the acceptability of the process. Thus, we consider the system boundary to include the conventional methanol production, and the methanol production from carbon dioxide.</w:t>
      </w:r>
    </w:p>
    <w:p w14:paraId="15D2BF69" w14:textId="77777777" w:rsidR="00E96F75" w:rsidRPr="00F208ED" w:rsidRDefault="00E96F75" w:rsidP="00F15E62">
      <w:r w:rsidRPr="00F208ED">
        <w:lastRenderedPageBreak/>
        <w:t>The function of the LCA is to compare the methanol production processes. So, the functional unit of 1 kg methanol is chosen.</w:t>
      </w:r>
    </w:p>
    <w:p w14:paraId="5105CC67" w14:textId="77777777" w:rsidR="002906CA" w:rsidRPr="00CD041A" w:rsidRDefault="00CD041A">
      <w:pPr>
        <w:rPr>
          <w:b/>
          <w:sz w:val="24"/>
        </w:rPr>
      </w:pPr>
      <w:r w:rsidRPr="00CD041A">
        <w:rPr>
          <w:b/>
          <w:sz w:val="24"/>
        </w:rPr>
        <w:t>Activity for Life Cycle Inventory</w:t>
      </w:r>
    </w:p>
    <w:p w14:paraId="667F5A2A" w14:textId="77777777" w:rsidR="00F15E62" w:rsidRPr="00F208ED" w:rsidRDefault="00CD041A">
      <w:pPr>
        <w:rPr>
          <w:i/>
        </w:rPr>
      </w:pPr>
      <w:r w:rsidRPr="00F208ED">
        <w:rPr>
          <w:i/>
        </w:rPr>
        <w:t>Use Microsoft Excel® for preparing the Life Cycle Inventory for the processes. You can use the data table provided in this exercise, o</w:t>
      </w:r>
      <w:r w:rsidR="007C4266" w:rsidRPr="00F208ED">
        <w:rPr>
          <w:i/>
        </w:rPr>
        <w:t xml:space="preserve">r prepare your own tables from process </w:t>
      </w:r>
      <w:proofErr w:type="spellStart"/>
      <w:r w:rsidR="007C4266" w:rsidRPr="00F208ED">
        <w:rPr>
          <w:i/>
        </w:rPr>
        <w:t>flowsheet</w:t>
      </w:r>
      <w:proofErr w:type="spellEnd"/>
      <w:r w:rsidR="007C4266" w:rsidRPr="00F208ED">
        <w:rPr>
          <w:i/>
        </w:rPr>
        <w:t xml:space="preserve"> software.</w:t>
      </w:r>
    </w:p>
    <w:p w14:paraId="3EB2F9CA" w14:textId="77777777" w:rsidR="00FC6858" w:rsidRPr="00F208ED" w:rsidRDefault="007C4266" w:rsidP="00F7154C">
      <w:pPr>
        <w:pStyle w:val="ListParagraph"/>
        <w:numPr>
          <w:ilvl w:val="0"/>
          <w:numId w:val="7"/>
        </w:numPr>
      </w:pPr>
      <w:r w:rsidRPr="00F208ED">
        <w:t xml:space="preserve">Prepare a </w:t>
      </w:r>
      <w:r w:rsidR="000E0699" w:rsidRPr="00F208ED">
        <w:t xml:space="preserve">life cycle inventory of the </w:t>
      </w:r>
      <w:r w:rsidR="00FC6858" w:rsidRPr="00F208ED">
        <w:t>inputs and outputs from the processes.</w:t>
      </w:r>
      <w:r w:rsidR="00F7154C" w:rsidRPr="00F208ED">
        <w:t xml:space="preserve"> Include the material and energy flows.</w:t>
      </w:r>
    </w:p>
    <w:tbl>
      <w:tblPr>
        <w:tblStyle w:val="LightShading"/>
        <w:tblW w:w="9108" w:type="dxa"/>
        <w:tblBorders>
          <w:insideH w:val="dotted" w:sz="4" w:space="0" w:color="auto"/>
        </w:tblBorders>
        <w:tblLook w:val="0620" w:firstRow="1" w:lastRow="0" w:firstColumn="0" w:lastColumn="0" w:noHBand="1" w:noVBand="1"/>
      </w:tblPr>
      <w:tblGrid>
        <w:gridCol w:w="2728"/>
        <w:gridCol w:w="1619"/>
        <w:gridCol w:w="1330"/>
        <w:gridCol w:w="2183"/>
        <w:gridCol w:w="1248"/>
      </w:tblGrid>
      <w:tr w:rsidR="006A404A" w:rsidRPr="00F208ED" w14:paraId="6405597F" w14:textId="77777777" w:rsidTr="0042534B">
        <w:trPr>
          <w:cnfStyle w:val="100000000000" w:firstRow="1" w:lastRow="0" w:firstColumn="0" w:lastColumn="0" w:oddVBand="0" w:evenVBand="0" w:oddHBand="0" w:evenHBand="0" w:firstRowFirstColumn="0" w:firstRowLastColumn="0" w:lastRowFirstColumn="0" w:lastRowLastColumn="0"/>
          <w:trHeight w:val="20"/>
        </w:trPr>
        <w:tc>
          <w:tcPr>
            <w:tcW w:w="2768" w:type="dxa"/>
            <w:tcBorders>
              <w:top w:val="none" w:sz="0" w:space="0" w:color="auto"/>
              <w:left w:val="none" w:sz="0" w:space="0" w:color="auto"/>
              <w:bottom w:val="none" w:sz="0" w:space="0" w:color="auto"/>
              <w:right w:val="none" w:sz="0" w:space="0" w:color="auto"/>
            </w:tcBorders>
            <w:shd w:val="clear" w:color="auto" w:fill="000000" w:themeFill="text1"/>
            <w:hideMark/>
          </w:tcPr>
          <w:p w14:paraId="73258FE0" w14:textId="77777777" w:rsidR="006A404A" w:rsidRPr="00F208ED" w:rsidRDefault="006A404A" w:rsidP="0042534B">
            <w:pPr>
              <w:contextualSpacing/>
              <w:rPr>
                <w:color w:val="FFFFFF" w:themeColor="background1"/>
              </w:rPr>
            </w:pPr>
            <w:r w:rsidRPr="00F208ED">
              <w:rPr>
                <w:color w:val="FFFFFF" w:themeColor="background1"/>
              </w:rPr>
              <w:t>Process</w:t>
            </w:r>
          </w:p>
        </w:tc>
        <w:tc>
          <w:tcPr>
            <w:tcW w:w="1635" w:type="dxa"/>
            <w:tcBorders>
              <w:top w:val="none" w:sz="0" w:space="0" w:color="auto"/>
              <w:left w:val="none" w:sz="0" w:space="0" w:color="auto"/>
              <w:bottom w:val="none" w:sz="0" w:space="0" w:color="auto"/>
              <w:right w:val="none" w:sz="0" w:space="0" w:color="auto"/>
            </w:tcBorders>
            <w:shd w:val="clear" w:color="auto" w:fill="000000" w:themeFill="text1"/>
            <w:hideMark/>
          </w:tcPr>
          <w:p w14:paraId="030D67E2" w14:textId="77777777" w:rsidR="006A404A" w:rsidRPr="00F208ED" w:rsidRDefault="006A404A" w:rsidP="0042534B">
            <w:pPr>
              <w:contextualSpacing/>
              <w:rPr>
                <w:color w:val="FFFFFF" w:themeColor="background1"/>
              </w:rPr>
            </w:pPr>
            <w:r w:rsidRPr="00F208ED">
              <w:rPr>
                <w:color w:val="FFFFFF" w:themeColor="background1"/>
              </w:rPr>
              <w:t>Input Streams</w:t>
            </w:r>
          </w:p>
        </w:tc>
        <w:tc>
          <w:tcPr>
            <w:tcW w:w="1229" w:type="dxa"/>
            <w:tcBorders>
              <w:top w:val="none" w:sz="0" w:space="0" w:color="auto"/>
              <w:left w:val="none" w:sz="0" w:space="0" w:color="auto"/>
              <w:bottom w:val="none" w:sz="0" w:space="0" w:color="auto"/>
              <w:right w:val="none" w:sz="0" w:space="0" w:color="auto"/>
            </w:tcBorders>
            <w:shd w:val="clear" w:color="auto" w:fill="000000" w:themeFill="text1"/>
            <w:hideMark/>
          </w:tcPr>
          <w:p w14:paraId="345704F8" w14:textId="77777777" w:rsidR="006A404A" w:rsidRPr="00F208ED" w:rsidRDefault="006A404A" w:rsidP="0042534B">
            <w:pPr>
              <w:contextualSpacing/>
              <w:rPr>
                <w:color w:val="FFFFFF" w:themeColor="background1"/>
              </w:rPr>
            </w:pPr>
            <w:r w:rsidRPr="00F208ED">
              <w:rPr>
                <w:color w:val="FFFFFF" w:themeColor="background1"/>
              </w:rPr>
              <w:t>Flow Rate (Kg/</w:t>
            </w:r>
            <w:proofErr w:type="spellStart"/>
            <w:r w:rsidRPr="00F208ED">
              <w:rPr>
                <w:color w:val="FFFFFF" w:themeColor="background1"/>
              </w:rPr>
              <w:t>hr</w:t>
            </w:r>
            <w:proofErr w:type="spellEnd"/>
            <w:r w:rsidRPr="00F208ED">
              <w:rPr>
                <w:color w:val="FFFFFF" w:themeColor="background1"/>
              </w:rPr>
              <w:t>)</w:t>
            </w:r>
          </w:p>
        </w:tc>
        <w:tc>
          <w:tcPr>
            <w:tcW w:w="2216" w:type="dxa"/>
            <w:tcBorders>
              <w:top w:val="none" w:sz="0" w:space="0" w:color="auto"/>
              <w:left w:val="none" w:sz="0" w:space="0" w:color="auto"/>
              <w:bottom w:val="none" w:sz="0" w:space="0" w:color="auto"/>
              <w:right w:val="none" w:sz="0" w:space="0" w:color="auto"/>
            </w:tcBorders>
            <w:shd w:val="clear" w:color="auto" w:fill="000000" w:themeFill="text1"/>
            <w:hideMark/>
          </w:tcPr>
          <w:p w14:paraId="09667CF5" w14:textId="77777777" w:rsidR="006A404A" w:rsidRPr="00F208ED" w:rsidRDefault="006A404A" w:rsidP="0042534B">
            <w:pPr>
              <w:contextualSpacing/>
              <w:rPr>
                <w:color w:val="FFFFFF" w:themeColor="background1"/>
              </w:rPr>
            </w:pPr>
            <w:r w:rsidRPr="00F208ED">
              <w:rPr>
                <w:color w:val="FFFFFF" w:themeColor="background1"/>
              </w:rPr>
              <w:t>Output Streams</w:t>
            </w:r>
          </w:p>
        </w:tc>
        <w:tc>
          <w:tcPr>
            <w:tcW w:w="1260" w:type="dxa"/>
            <w:tcBorders>
              <w:top w:val="none" w:sz="0" w:space="0" w:color="auto"/>
              <w:left w:val="none" w:sz="0" w:space="0" w:color="auto"/>
              <w:bottom w:val="none" w:sz="0" w:space="0" w:color="auto"/>
              <w:right w:val="none" w:sz="0" w:space="0" w:color="auto"/>
            </w:tcBorders>
            <w:shd w:val="clear" w:color="auto" w:fill="000000" w:themeFill="text1"/>
            <w:hideMark/>
          </w:tcPr>
          <w:p w14:paraId="3BD48BD6" w14:textId="77777777" w:rsidR="006A404A" w:rsidRPr="00F208ED" w:rsidRDefault="006A404A" w:rsidP="0042534B">
            <w:pPr>
              <w:contextualSpacing/>
              <w:rPr>
                <w:color w:val="FFFFFF" w:themeColor="background1"/>
              </w:rPr>
            </w:pPr>
            <w:r w:rsidRPr="00F208ED">
              <w:rPr>
                <w:color w:val="FFFFFF" w:themeColor="background1"/>
              </w:rPr>
              <w:t xml:space="preserve"> Flow Rate (Kg/</w:t>
            </w:r>
            <w:proofErr w:type="spellStart"/>
            <w:r w:rsidRPr="00F208ED">
              <w:rPr>
                <w:color w:val="FFFFFF" w:themeColor="background1"/>
              </w:rPr>
              <w:t>hr</w:t>
            </w:r>
            <w:proofErr w:type="spellEnd"/>
            <w:r w:rsidRPr="00F208ED">
              <w:rPr>
                <w:color w:val="FFFFFF" w:themeColor="background1"/>
              </w:rPr>
              <w:t>)</w:t>
            </w:r>
          </w:p>
        </w:tc>
      </w:tr>
      <w:tr w:rsidR="006A404A" w:rsidRPr="00F208ED" w14:paraId="53E15D94" w14:textId="77777777" w:rsidTr="0042534B">
        <w:trPr>
          <w:trHeight w:val="321"/>
        </w:trPr>
        <w:tc>
          <w:tcPr>
            <w:tcW w:w="2768" w:type="dxa"/>
            <w:vMerge w:val="restart"/>
            <w:hideMark/>
          </w:tcPr>
          <w:p w14:paraId="3C47454A" w14:textId="77777777" w:rsidR="006A404A" w:rsidRPr="00F208ED" w:rsidRDefault="006A404A" w:rsidP="0042534B">
            <w:pPr>
              <w:contextualSpacing/>
            </w:pPr>
            <w:proofErr w:type="spellStart"/>
            <w:r w:rsidRPr="00F208ED">
              <w:t>Nerlov</w:t>
            </w:r>
            <w:proofErr w:type="spellEnd"/>
            <w:r w:rsidRPr="00F208ED">
              <w:t xml:space="preserve"> and </w:t>
            </w:r>
            <w:proofErr w:type="spellStart"/>
            <w:r w:rsidRPr="00F208ED">
              <w:t>Chokendorff</w:t>
            </w:r>
            <w:proofErr w:type="spellEnd"/>
            <w:r w:rsidRPr="00F208ED">
              <w:t>, 1999</w:t>
            </w:r>
          </w:p>
        </w:tc>
        <w:tc>
          <w:tcPr>
            <w:tcW w:w="1635" w:type="dxa"/>
            <w:hideMark/>
          </w:tcPr>
          <w:p w14:paraId="1539EDCB" w14:textId="77777777" w:rsidR="006A404A" w:rsidRPr="00F208ED" w:rsidRDefault="006A404A" w:rsidP="0042534B">
            <w:pPr>
              <w:contextualSpacing/>
            </w:pPr>
            <w:r w:rsidRPr="00F208ED">
              <w:t>Carbon Dioxide</w:t>
            </w:r>
          </w:p>
        </w:tc>
        <w:tc>
          <w:tcPr>
            <w:tcW w:w="1229" w:type="dxa"/>
            <w:hideMark/>
          </w:tcPr>
          <w:p w14:paraId="6A644A47" w14:textId="77777777" w:rsidR="006A404A" w:rsidRPr="00F208ED" w:rsidRDefault="006A404A" w:rsidP="0042534B">
            <w:pPr>
              <w:contextualSpacing/>
              <w:jc w:val="right"/>
            </w:pPr>
            <w:r w:rsidRPr="00F208ED">
              <w:t>75,540</w:t>
            </w:r>
          </w:p>
        </w:tc>
        <w:tc>
          <w:tcPr>
            <w:tcW w:w="2216" w:type="dxa"/>
            <w:hideMark/>
          </w:tcPr>
          <w:p w14:paraId="24827537" w14:textId="77777777" w:rsidR="006A404A" w:rsidRPr="00F208ED" w:rsidRDefault="006A404A" w:rsidP="0042534B">
            <w:pPr>
              <w:contextualSpacing/>
            </w:pPr>
            <w:r w:rsidRPr="00F208ED">
              <w:t>Methanol</w:t>
            </w:r>
          </w:p>
        </w:tc>
        <w:tc>
          <w:tcPr>
            <w:tcW w:w="1260" w:type="dxa"/>
            <w:hideMark/>
          </w:tcPr>
          <w:p w14:paraId="3BD77647" w14:textId="77777777" w:rsidR="006A404A" w:rsidRPr="00F208ED" w:rsidRDefault="006A404A" w:rsidP="0042534B">
            <w:pPr>
              <w:contextualSpacing/>
              <w:jc w:val="right"/>
            </w:pPr>
            <w:r w:rsidRPr="00F208ED">
              <w:t>54,760</w:t>
            </w:r>
          </w:p>
        </w:tc>
      </w:tr>
      <w:tr w:rsidR="006A404A" w:rsidRPr="00F208ED" w14:paraId="2A90FEF4" w14:textId="77777777" w:rsidTr="0042534B">
        <w:trPr>
          <w:trHeight w:val="20"/>
        </w:trPr>
        <w:tc>
          <w:tcPr>
            <w:tcW w:w="2768" w:type="dxa"/>
            <w:vMerge/>
            <w:hideMark/>
          </w:tcPr>
          <w:p w14:paraId="07CFE42A" w14:textId="77777777" w:rsidR="006A404A" w:rsidRPr="00F208ED" w:rsidRDefault="006A404A" w:rsidP="0042534B">
            <w:pPr>
              <w:contextualSpacing/>
            </w:pPr>
          </w:p>
        </w:tc>
        <w:tc>
          <w:tcPr>
            <w:tcW w:w="1635" w:type="dxa"/>
            <w:hideMark/>
          </w:tcPr>
          <w:p w14:paraId="4D70DA3A" w14:textId="77777777" w:rsidR="006A404A" w:rsidRPr="00F208ED" w:rsidRDefault="006A404A" w:rsidP="0042534B">
            <w:pPr>
              <w:contextualSpacing/>
            </w:pPr>
            <w:r w:rsidRPr="00F208ED">
              <w:t>Hydrogen</w:t>
            </w:r>
          </w:p>
        </w:tc>
        <w:tc>
          <w:tcPr>
            <w:tcW w:w="1229" w:type="dxa"/>
            <w:hideMark/>
          </w:tcPr>
          <w:p w14:paraId="7D70BB08" w14:textId="77777777" w:rsidR="006A404A" w:rsidRPr="00F208ED" w:rsidRDefault="006A404A" w:rsidP="0042534B">
            <w:pPr>
              <w:contextualSpacing/>
              <w:jc w:val="right"/>
            </w:pPr>
            <w:r w:rsidRPr="00F208ED">
              <w:t>10,380</w:t>
            </w:r>
          </w:p>
        </w:tc>
        <w:tc>
          <w:tcPr>
            <w:tcW w:w="2216" w:type="dxa"/>
            <w:hideMark/>
          </w:tcPr>
          <w:p w14:paraId="68C42B8C" w14:textId="77777777" w:rsidR="006A404A" w:rsidRPr="00F208ED" w:rsidRDefault="006A404A" w:rsidP="0042534B">
            <w:pPr>
              <w:contextualSpacing/>
            </w:pPr>
          </w:p>
        </w:tc>
        <w:tc>
          <w:tcPr>
            <w:tcW w:w="1260" w:type="dxa"/>
            <w:hideMark/>
          </w:tcPr>
          <w:p w14:paraId="48C78DA0" w14:textId="77777777" w:rsidR="006A404A" w:rsidRPr="00F208ED" w:rsidRDefault="006A404A" w:rsidP="0042534B">
            <w:pPr>
              <w:contextualSpacing/>
              <w:jc w:val="right"/>
            </w:pPr>
          </w:p>
        </w:tc>
      </w:tr>
      <w:tr w:rsidR="006A404A" w:rsidRPr="00F208ED" w14:paraId="56B09F7B" w14:textId="77777777" w:rsidTr="0042534B">
        <w:trPr>
          <w:trHeight w:val="20"/>
        </w:trPr>
        <w:tc>
          <w:tcPr>
            <w:tcW w:w="2768" w:type="dxa"/>
            <w:vMerge/>
            <w:hideMark/>
          </w:tcPr>
          <w:p w14:paraId="1791A997" w14:textId="77777777" w:rsidR="006A404A" w:rsidRPr="00F208ED" w:rsidRDefault="006A404A" w:rsidP="0042534B">
            <w:pPr>
              <w:contextualSpacing/>
            </w:pPr>
          </w:p>
        </w:tc>
        <w:tc>
          <w:tcPr>
            <w:tcW w:w="1635" w:type="dxa"/>
            <w:hideMark/>
          </w:tcPr>
          <w:p w14:paraId="4A23BC41" w14:textId="77777777" w:rsidR="006A404A" w:rsidRPr="00F208ED" w:rsidRDefault="006A404A" w:rsidP="0042534B">
            <w:pPr>
              <w:contextualSpacing/>
            </w:pPr>
            <w:r w:rsidRPr="00F208ED">
              <w:t>Cooling Water</w:t>
            </w:r>
          </w:p>
        </w:tc>
        <w:tc>
          <w:tcPr>
            <w:tcW w:w="1229" w:type="dxa"/>
            <w:hideMark/>
          </w:tcPr>
          <w:p w14:paraId="57F9DE82" w14:textId="77777777" w:rsidR="006A404A" w:rsidRPr="00F208ED" w:rsidRDefault="006A404A" w:rsidP="0042534B">
            <w:pPr>
              <w:contextualSpacing/>
              <w:jc w:val="right"/>
            </w:pPr>
            <w:r w:rsidRPr="00F208ED">
              <w:t>18,160,000</w:t>
            </w:r>
          </w:p>
        </w:tc>
        <w:tc>
          <w:tcPr>
            <w:tcW w:w="2216" w:type="dxa"/>
            <w:hideMark/>
          </w:tcPr>
          <w:p w14:paraId="27D9F35A" w14:textId="77777777" w:rsidR="006A404A" w:rsidRPr="00F208ED" w:rsidRDefault="006A404A" w:rsidP="0042534B">
            <w:pPr>
              <w:contextualSpacing/>
            </w:pPr>
          </w:p>
        </w:tc>
        <w:tc>
          <w:tcPr>
            <w:tcW w:w="1260" w:type="dxa"/>
            <w:hideMark/>
          </w:tcPr>
          <w:p w14:paraId="6F597A2A" w14:textId="77777777" w:rsidR="006A404A" w:rsidRPr="00F208ED" w:rsidRDefault="006A404A" w:rsidP="0042534B">
            <w:pPr>
              <w:contextualSpacing/>
              <w:jc w:val="right"/>
            </w:pPr>
          </w:p>
        </w:tc>
      </w:tr>
      <w:tr w:rsidR="006A404A" w:rsidRPr="00F208ED" w14:paraId="054D12C2" w14:textId="77777777" w:rsidTr="0042534B">
        <w:trPr>
          <w:trHeight w:val="20"/>
        </w:trPr>
        <w:tc>
          <w:tcPr>
            <w:tcW w:w="2768" w:type="dxa"/>
            <w:vMerge/>
            <w:hideMark/>
          </w:tcPr>
          <w:p w14:paraId="50E32632" w14:textId="77777777" w:rsidR="006A404A" w:rsidRPr="00F208ED" w:rsidRDefault="006A404A" w:rsidP="0042534B">
            <w:pPr>
              <w:contextualSpacing/>
            </w:pPr>
          </w:p>
        </w:tc>
        <w:tc>
          <w:tcPr>
            <w:tcW w:w="1635" w:type="dxa"/>
            <w:hideMark/>
          </w:tcPr>
          <w:p w14:paraId="353D3750" w14:textId="77777777" w:rsidR="006A404A" w:rsidRPr="00F208ED" w:rsidRDefault="006A404A" w:rsidP="0042534B">
            <w:pPr>
              <w:contextualSpacing/>
            </w:pPr>
            <w:r w:rsidRPr="00F208ED">
              <w:t>HP Steam</w:t>
            </w:r>
          </w:p>
        </w:tc>
        <w:tc>
          <w:tcPr>
            <w:tcW w:w="1229" w:type="dxa"/>
            <w:hideMark/>
          </w:tcPr>
          <w:p w14:paraId="087FC82A" w14:textId="77777777" w:rsidR="006A404A" w:rsidRPr="00F208ED" w:rsidRDefault="006A404A" w:rsidP="0042534B">
            <w:pPr>
              <w:contextualSpacing/>
              <w:jc w:val="right"/>
            </w:pPr>
            <w:r w:rsidRPr="00F208ED">
              <w:t>776,000</w:t>
            </w:r>
          </w:p>
        </w:tc>
        <w:tc>
          <w:tcPr>
            <w:tcW w:w="2216" w:type="dxa"/>
            <w:hideMark/>
          </w:tcPr>
          <w:p w14:paraId="292EAD67" w14:textId="77777777" w:rsidR="006A404A" w:rsidRPr="00F208ED" w:rsidRDefault="006A404A" w:rsidP="0042534B">
            <w:pPr>
              <w:contextualSpacing/>
            </w:pPr>
            <w:r w:rsidRPr="00F208ED">
              <w:t> </w:t>
            </w:r>
          </w:p>
        </w:tc>
        <w:tc>
          <w:tcPr>
            <w:tcW w:w="1260" w:type="dxa"/>
            <w:hideMark/>
          </w:tcPr>
          <w:p w14:paraId="7EBF2075" w14:textId="77777777" w:rsidR="006A404A" w:rsidRPr="00F208ED" w:rsidRDefault="006A404A" w:rsidP="0042534B">
            <w:pPr>
              <w:contextualSpacing/>
              <w:jc w:val="right"/>
            </w:pPr>
            <w:r w:rsidRPr="00F208ED">
              <w:t> </w:t>
            </w:r>
          </w:p>
        </w:tc>
      </w:tr>
      <w:tr w:rsidR="006A404A" w:rsidRPr="00F208ED" w14:paraId="7C1D4AE1" w14:textId="77777777" w:rsidTr="0042534B">
        <w:trPr>
          <w:trHeight w:val="20"/>
        </w:trPr>
        <w:tc>
          <w:tcPr>
            <w:tcW w:w="2768" w:type="dxa"/>
            <w:vMerge w:val="restart"/>
            <w:hideMark/>
          </w:tcPr>
          <w:p w14:paraId="78D53F77" w14:textId="77777777" w:rsidR="006A404A" w:rsidRPr="00F208ED" w:rsidRDefault="006A404A" w:rsidP="0042534B">
            <w:pPr>
              <w:contextualSpacing/>
            </w:pPr>
            <w:proofErr w:type="spellStart"/>
            <w:r w:rsidRPr="00F208ED">
              <w:t>Toyir</w:t>
            </w:r>
            <w:proofErr w:type="spellEnd"/>
            <w:r w:rsidRPr="00F208ED">
              <w:t xml:space="preserve"> et al., 1998</w:t>
            </w:r>
          </w:p>
        </w:tc>
        <w:tc>
          <w:tcPr>
            <w:tcW w:w="1635" w:type="dxa"/>
            <w:hideMark/>
          </w:tcPr>
          <w:p w14:paraId="27F0B1C4" w14:textId="77777777" w:rsidR="006A404A" w:rsidRPr="00F208ED" w:rsidRDefault="006A404A" w:rsidP="0042534B">
            <w:pPr>
              <w:contextualSpacing/>
            </w:pPr>
            <w:r w:rsidRPr="00F208ED">
              <w:t>Carbon Dioxide</w:t>
            </w:r>
          </w:p>
        </w:tc>
        <w:tc>
          <w:tcPr>
            <w:tcW w:w="1229" w:type="dxa"/>
            <w:hideMark/>
          </w:tcPr>
          <w:p w14:paraId="57E077A8" w14:textId="77777777" w:rsidR="006A404A" w:rsidRPr="00F208ED" w:rsidRDefault="006A404A" w:rsidP="0042534B">
            <w:pPr>
              <w:contextualSpacing/>
              <w:jc w:val="right"/>
            </w:pPr>
            <w:r w:rsidRPr="00F208ED">
              <w:t>151,400</w:t>
            </w:r>
          </w:p>
        </w:tc>
        <w:tc>
          <w:tcPr>
            <w:tcW w:w="2216" w:type="dxa"/>
            <w:hideMark/>
          </w:tcPr>
          <w:p w14:paraId="595B3E7F" w14:textId="77777777" w:rsidR="006A404A" w:rsidRPr="00F208ED" w:rsidRDefault="006A404A" w:rsidP="0042534B">
            <w:pPr>
              <w:contextualSpacing/>
            </w:pPr>
            <w:r w:rsidRPr="00F208ED">
              <w:t>Methanol</w:t>
            </w:r>
          </w:p>
        </w:tc>
        <w:tc>
          <w:tcPr>
            <w:tcW w:w="1260" w:type="dxa"/>
            <w:hideMark/>
          </w:tcPr>
          <w:p w14:paraId="1C797F81" w14:textId="77777777" w:rsidR="006A404A" w:rsidRPr="00F208ED" w:rsidRDefault="006A404A" w:rsidP="0042534B">
            <w:pPr>
              <w:contextualSpacing/>
              <w:jc w:val="right"/>
            </w:pPr>
            <w:r w:rsidRPr="00F208ED">
              <w:t>54,870</w:t>
            </w:r>
          </w:p>
        </w:tc>
      </w:tr>
      <w:tr w:rsidR="006A404A" w:rsidRPr="00F208ED" w14:paraId="45D6CC23" w14:textId="77777777" w:rsidTr="0042534B">
        <w:trPr>
          <w:trHeight w:val="20"/>
        </w:trPr>
        <w:tc>
          <w:tcPr>
            <w:tcW w:w="2768" w:type="dxa"/>
            <w:vMerge/>
            <w:hideMark/>
          </w:tcPr>
          <w:p w14:paraId="0ACEA3D6" w14:textId="77777777" w:rsidR="006A404A" w:rsidRPr="00F208ED" w:rsidRDefault="006A404A" w:rsidP="0042534B">
            <w:pPr>
              <w:contextualSpacing/>
            </w:pPr>
          </w:p>
        </w:tc>
        <w:tc>
          <w:tcPr>
            <w:tcW w:w="1635" w:type="dxa"/>
            <w:hideMark/>
          </w:tcPr>
          <w:p w14:paraId="346FF33A" w14:textId="77777777" w:rsidR="006A404A" w:rsidRPr="00F208ED" w:rsidRDefault="006A404A" w:rsidP="0042534B">
            <w:pPr>
              <w:contextualSpacing/>
            </w:pPr>
            <w:r w:rsidRPr="00F208ED">
              <w:t>Hydrogen</w:t>
            </w:r>
          </w:p>
        </w:tc>
        <w:tc>
          <w:tcPr>
            <w:tcW w:w="1229" w:type="dxa"/>
            <w:hideMark/>
          </w:tcPr>
          <w:p w14:paraId="45D2D189" w14:textId="77777777" w:rsidR="006A404A" w:rsidRPr="00F208ED" w:rsidRDefault="006A404A" w:rsidP="0042534B">
            <w:pPr>
              <w:contextualSpacing/>
              <w:jc w:val="right"/>
            </w:pPr>
            <w:r w:rsidRPr="00F208ED">
              <w:t>13,870</w:t>
            </w:r>
          </w:p>
        </w:tc>
        <w:tc>
          <w:tcPr>
            <w:tcW w:w="2216" w:type="dxa"/>
            <w:hideMark/>
          </w:tcPr>
          <w:p w14:paraId="43BD49F7" w14:textId="77777777" w:rsidR="006A404A" w:rsidRPr="00F208ED" w:rsidRDefault="006A404A" w:rsidP="0042534B">
            <w:pPr>
              <w:contextualSpacing/>
            </w:pPr>
            <w:r w:rsidRPr="00F208ED">
              <w:t>Carbon Monoxide</w:t>
            </w:r>
          </w:p>
        </w:tc>
        <w:tc>
          <w:tcPr>
            <w:tcW w:w="1260" w:type="dxa"/>
            <w:hideMark/>
          </w:tcPr>
          <w:p w14:paraId="4FCB505C" w14:textId="77777777" w:rsidR="006A404A" w:rsidRPr="00F208ED" w:rsidRDefault="006A404A" w:rsidP="0042534B">
            <w:pPr>
              <w:contextualSpacing/>
              <w:jc w:val="right"/>
            </w:pPr>
            <w:r w:rsidRPr="00F208ED">
              <w:t>48,180</w:t>
            </w:r>
          </w:p>
        </w:tc>
      </w:tr>
      <w:tr w:rsidR="006A404A" w:rsidRPr="00F208ED" w14:paraId="14292D39" w14:textId="77777777" w:rsidTr="0042534B">
        <w:trPr>
          <w:trHeight w:val="20"/>
        </w:trPr>
        <w:tc>
          <w:tcPr>
            <w:tcW w:w="2768" w:type="dxa"/>
            <w:vMerge/>
            <w:hideMark/>
          </w:tcPr>
          <w:p w14:paraId="5C623813" w14:textId="77777777" w:rsidR="006A404A" w:rsidRPr="00F208ED" w:rsidRDefault="006A404A" w:rsidP="0042534B">
            <w:pPr>
              <w:contextualSpacing/>
            </w:pPr>
          </w:p>
        </w:tc>
        <w:tc>
          <w:tcPr>
            <w:tcW w:w="1635" w:type="dxa"/>
            <w:hideMark/>
          </w:tcPr>
          <w:p w14:paraId="3F0E172E" w14:textId="77777777" w:rsidR="006A404A" w:rsidRPr="00F208ED" w:rsidRDefault="006A404A" w:rsidP="0042534B">
            <w:pPr>
              <w:contextualSpacing/>
            </w:pPr>
            <w:r w:rsidRPr="00F208ED">
              <w:t>Cooling Water</w:t>
            </w:r>
          </w:p>
        </w:tc>
        <w:tc>
          <w:tcPr>
            <w:tcW w:w="1229" w:type="dxa"/>
            <w:hideMark/>
          </w:tcPr>
          <w:p w14:paraId="1A9C173B" w14:textId="77777777" w:rsidR="006A404A" w:rsidRPr="00F208ED" w:rsidRDefault="006A404A" w:rsidP="0042534B">
            <w:pPr>
              <w:contextualSpacing/>
              <w:jc w:val="right"/>
            </w:pPr>
            <w:r w:rsidRPr="00F208ED">
              <w:t>26,740,000</w:t>
            </w:r>
          </w:p>
        </w:tc>
        <w:tc>
          <w:tcPr>
            <w:tcW w:w="2216" w:type="dxa"/>
            <w:hideMark/>
          </w:tcPr>
          <w:p w14:paraId="7133EBE7" w14:textId="77777777" w:rsidR="006A404A" w:rsidRPr="00F208ED" w:rsidRDefault="006A404A" w:rsidP="0042534B">
            <w:pPr>
              <w:contextualSpacing/>
            </w:pPr>
          </w:p>
        </w:tc>
        <w:tc>
          <w:tcPr>
            <w:tcW w:w="1260" w:type="dxa"/>
            <w:hideMark/>
          </w:tcPr>
          <w:p w14:paraId="6FEDE2F8" w14:textId="77777777" w:rsidR="006A404A" w:rsidRPr="00F208ED" w:rsidRDefault="006A404A" w:rsidP="0042534B">
            <w:pPr>
              <w:contextualSpacing/>
              <w:jc w:val="right"/>
            </w:pPr>
          </w:p>
        </w:tc>
      </w:tr>
      <w:tr w:rsidR="006A404A" w:rsidRPr="00F208ED" w14:paraId="6A438700" w14:textId="77777777" w:rsidTr="0042534B">
        <w:trPr>
          <w:trHeight w:val="20"/>
        </w:trPr>
        <w:tc>
          <w:tcPr>
            <w:tcW w:w="2768" w:type="dxa"/>
            <w:vMerge/>
            <w:hideMark/>
          </w:tcPr>
          <w:p w14:paraId="0AB89131" w14:textId="77777777" w:rsidR="006A404A" w:rsidRPr="00F208ED" w:rsidRDefault="006A404A" w:rsidP="0042534B">
            <w:pPr>
              <w:contextualSpacing/>
            </w:pPr>
          </w:p>
        </w:tc>
        <w:tc>
          <w:tcPr>
            <w:tcW w:w="1635" w:type="dxa"/>
            <w:hideMark/>
          </w:tcPr>
          <w:p w14:paraId="65A6C217" w14:textId="77777777" w:rsidR="006A404A" w:rsidRPr="00F208ED" w:rsidRDefault="006A404A" w:rsidP="0042534B">
            <w:pPr>
              <w:contextualSpacing/>
            </w:pPr>
            <w:r w:rsidRPr="00F208ED">
              <w:t>HP Steam</w:t>
            </w:r>
          </w:p>
        </w:tc>
        <w:tc>
          <w:tcPr>
            <w:tcW w:w="1229" w:type="dxa"/>
            <w:hideMark/>
          </w:tcPr>
          <w:p w14:paraId="4970DC86" w14:textId="77777777" w:rsidR="006A404A" w:rsidRPr="00F208ED" w:rsidRDefault="006A404A" w:rsidP="0042534B">
            <w:pPr>
              <w:contextualSpacing/>
              <w:jc w:val="right"/>
            </w:pPr>
            <w:r w:rsidRPr="00F208ED">
              <w:t>1,205,000</w:t>
            </w:r>
          </w:p>
        </w:tc>
        <w:tc>
          <w:tcPr>
            <w:tcW w:w="2216" w:type="dxa"/>
            <w:hideMark/>
          </w:tcPr>
          <w:p w14:paraId="09C8D74D" w14:textId="77777777" w:rsidR="006A404A" w:rsidRPr="00F208ED" w:rsidRDefault="006A404A" w:rsidP="0042534B">
            <w:pPr>
              <w:contextualSpacing/>
            </w:pPr>
            <w:r w:rsidRPr="00F208ED">
              <w:t> </w:t>
            </w:r>
          </w:p>
        </w:tc>
        <w:tc>
          <w:tcPr>
            <w:tcW w:w="1260" w:type="dxa"/>
            <w:hideMark/>
          </w:tcPr>
          <w:p w14:paraId="78F8578C" w14:textId="77777777" w:rsidR="006A404A" w:rsidRPr="00F208ED" w:rsidRDefault="006A404A" w:rsidP="0042534B">
            <w:pPr>
              <w:contextualSpacing/>
              <w:jc w:val="right"/>
            </w:pPr>
            <w:r w:rsidRPr="00F208ED">
              <w:t> </w:t>
            </w:r>
          </w:p>
        </w:tc>
      </w:tr>
      <w:tr w:rsidR="006A404A" w:rsidRPr="00F208ED" w14:paraId="1A2B5694" w14:textId="77777777" w:rsidTr="0042534B">
        <w:trPr>
          <w:trHeight w:val="20"/>
        </w:trPr>
        <w:tc>
          <w:tcPr>
            <w:tcW w:w="2768" w:type="dxa"/>
            <w:vMerge w:val="restart"/>
            <w:hideMark/>
          </w:tcPr>
          <w:p w14:paraId="3B9EEFA1" w14:textId="77777777" w:rsidR="006A404A" w:rsidRPr="00F208ED" w:rsidRDefault="006A404A" w:rsidP="0042534B">
            <w:pPr>
              <w:contextualSpacing/>
            </w:pPr>
            <w:proofErr w:type="spellStart"/>
            <w:r w:rsidRPr="00F208ED">
              <w:t>Ushikoshi</w:t>
            </w:r>
            <w:proofErr w:type="spellEnd"/>
            <w:r w:rsidRPr="00F208ED">
              <w:t>, 2002</w:t>
            </w:r>
          </w:p>
        </w:tc>
        <w:tc>
          <w:tcPr>
            <w:tcW w:w="1635" w:type="dxa"/>
            <w:hideMark/>
          </w:tcPr>
          <w:p w14:paraId="5B5BCB27" w14:textId="77777777" w:rsidR="006A404A" w:rsidRPr="00F208ED" w:rsidRDefault="006A404A" w:rsidP="0042534B">
            <w:pPr>
              <w:contextualSpacing/>
            </w:pPr>
            <w:r w:rsidRPr="00F208ED">
              <w:t>Carbon Dioxide</w:t>
            </w:r>
          </w:p>
        </w:tc>
        <w:tc>
          <w:tcPr>
            <w:tcW w:w="1229" w:type="dxa"/>
            <w:hideMark/>
          </w:tcPr>
          <w:p w14:paraId="6B8D84F0" w14:textId="77777777" w:rsidR="006A404A" w:rsidRPr="00F208ED" w:rsidRDefault="006A404A" w:rsidP="0042534B">
            <w:pPr>
              <w:contextualSpacing/>
              <w:jc w:val="right"/>
            </w:pPr>
            <w:r w:rsidRPr="00F208ED">
              <w:t>76,450</w:t>
            </w:r>
          </w:p>
        </w:tc>
        <w:tc>
          <w:tcPr>
            <w:tcW w:w="2216" w:type="dxa"/>
            <w:hideMark/>
          </w:tcPr>
          <w:p w14:paraId="2F31C900" w14:textId="77777777" w:rsidR="006A404A" w:rsidRPr="00F208ED" w:rsidRDefault="006A404A" w:rsidP="0042534B">
            <w:pPr>
              <w:contextualSpacing/>
            </w:pPr>
            <w:r w:rsidRPr="00F208ED">
              <w:t>Methanol</w:t>
            </w:r>
          </w:p>
        </w:tc>
        <w:tc>
          <w:tcPr>
            <w:tcW w:w="1260" w:type="dxa"/>
            <w:hideMark/>
          </w:tcPr>
          <w:p w14:paraId="23F8C85D" w14:textId="77777777" w:rsidR="006A404A" w:rsidRPr="00F208ED" w:rsidRDefault="006A404A" w:rsidP="0042534B">
            <w:pPr>
              <w:contextualSpacing/>
              <w:jc w:val="right"/>
            </w:pPr>
            <w:r w:rsidRPr="00F208ED">
              <w:t>54,730</w:t>
            </w:r>
          </w:p>
        </w:tc>
      </w:tr>
      <w:tr w:rsidR="006A404A" w:rsidRPr="00F208ED" w14:paraId="7E40291C" w14:textId="77777777" w:rsidTr="0042534B">
        <w:trPr>
          <w:trHeight w:val="20"/>
        </w:trPr>
        <w:tc>
          <w:tcPr>
            <w:tcW w:w="2768" w:type="dxa"/>
            <w:vMerge/>
            <w:hideMark/>
          </w:tcPr>
          <w:p w14:paraId="0BA5277D" w14:textId="77777777" w:rsidR="006A404A" w:rsidRPr="00F208ED" w:rsidRDefault="006A404A" w:rsidP="0042534B">
            <w:pPr>
              <w:contextualSpacing/>
            </w:pPr>
          </w:p>
        </w:tc>
        <w:tc>
          <w:tcPr>
            <w:tcW w:w="1635" w:type="dxa"/>
            <w:hideMark/>
          </w:tcPr>
          <w:p w14:paraId="59E890F8" w14:textId="77777777" w:rsidR="006A404A" w:rsidRPr="00F208ED" w:rsidRDefault="006A404A" w:rsidP="0042534B">
            <w:pPr>
              <w:contextualSpacing/>
            </w:pPr>
            <w:r w:rsidRPr="00F208ED">
              <w:t>Hydrogen</w:t>
            </w:r>
          </w:p>
        </w:tc>
        <w:tc>
          <w:tcPr>
            <w:tcW w:w="1229" w:type="dxa"/>
            <w:hideMark/>
          </w:tcPr>
          <w:p w14:paraId="4A0E5A87" w14:textId="77777777" w:rsidR="006A404A" w:rsidRPr="00F208ED" w:rsidRDefault="006A404A" w:rsidP="0042534B">
            <w:pPr>
              <w:contextualSpacing/>
              <w:jc w:val="right"/>
            </w:pPr>
            <w:r w:rsidRPr="00F208ED">
              <w:t>10,420</w:t>
            </w:r>
          </w:p>
        </w:tc>
        <w:tc>
          <w:tcPr>
            <w:tcW w:w="2216" w:type="dxa"/>
            <w:hideMark/>
          </w:tcPr>
          <w:p w14:paraId="23B3BE1E" w14:textId="77777777" w:rsidR="006A404A" w:rsidRPr="00F208ED" w:rsidRDefault="006A404A" w:rsidP="0042534B">
            <w:pPr>
              <w:contextualSpacing/>
            </w:pPr>
            <w:r w:rsidRPr="00F208ED">
              <w:t>Carbon Monoxide</w:t>
            </w:r>
          </w:p>
        </w:tc>
        <w:tc>
          <w:tcPr>
            <w:tcW w:w="1260" w:type="dxa"/>
            <w:hideMark/>
          </w:tcPr>
          <w:p w14:paraId="41914CE8" w14:textId="77777777" w:rsidR="006A404A" w:rsidRPr="00F208ED" w:rsidRDefault="006A404A" w:rsidP="0042534B">
            <w:pPr>
              <w:contextualSpacing/>
              <w:jc w:val="right"/>
            </w:pPr>
            <w:r w:rsidRPr="00F208ED">
              <w:t>585</w:t>
            </w:r>
          </w:p>
        </w:tc>
      </w:tr>
      <w:tr w:rsidR="006A404A" w:rsidRPr="00F208ED" w14:paraId="7BF3A9C8" w14:textId="77777777" w:rsidTr="0042534B">
        <w:trPr>
          <w:trHeight w:val="20"/>
        </w:trPr>
        <w:tc>
          <w:tcPr>
            <w:tcW w:w="2768" w:type="dxa"/>
            <w:vMerge/>
            <w:hideMark/>
          </w:tcPr>
          <w:p w14:paraId="7E760649" w14:textId="77777777" w:rsidR="006A404A" w:rsidRPr="00F208ED" w:rsidRDefault="006A404A" w:rsidP="0042534B">
            <w:pPr>
              <w:contextualSpacing/>
            </w:pPr>
          </w:p>
        </w:tc>
        <w:tc>
          <w:tcPr>
            <w:tcW w:w="1635" w:type="dxa"/>
            <w:hideMark/>
          </w:tcPr>
          <w:p w14:paraId="10DC2D1C" w14:textId="77777777" w:rsidR="006A404A" w:rsidRPr="00F208ED" w:rsidRDefault="006A404A" w:rsidP="0042534B">
            <w:pPr>
              <w:contextualSpacing/>
            </w:pPr>
            <w:r w:rsidRPr="00F208ED">
              <w:t>Cooling Water</w:t>
            </w:r>
          </w:p>
        </w:tc>
        <w:tc>
          <w:tcPr>
            <w:tcW w:w="1229" w:type="dxa"/>
            <w:hideMark/>
          </w:tcPr>
          <w:p w14:paraId="69BB581F" w14:textId="77777777" w:rsidR="006A404A" w:rsidRPr="00F208ED" w:rsidRDefault="006A404A" w:rsidP="0042534B">
            <w:pPr>
              <w:contextualSpacing/>
              <w:jc w:val="right"/>
            </w:pPr>
            <w:r w:rsidRPr="00F208ED">
              <w:t>16,510,000</w:t>
            </w:r>
          </w:p>
        </w:tc>
        <w:tc>
          <w:tcPr>
            <w:tcW w:w="2216" w:type="dxa"/>
            <w:hideMark/>
          </w:tcPr>
          <w:p w14:paraId="53308C01" w14:textId="77777777" w:rsidR="006A404A" w:rsidRPr="00F208ED" w:rsidRDefault="006A404A" w:rsidP="0042534B">
            <w:pPr>
              <w:contextualSpacing/>
            </w:pPr>
          </w:p>
        </w:tc>
        <w:tc>
          <w:tcPr>
            <w:tcW w:w="1260" w:type="dxa"/>
            <w:hideMark/>
          </w:tcPr>
          <w:p w14:paraId="0877EE0A" w14:textId="77777777" w:rsidR="006A404A" w:rsidRPr="00F208ED" w:rsidRDefault="006A404A" w:rsidP="0042534B">
            <w:pPr>
              <w:contextualSpacing/>
              <w:jc w:val="right"/>
            </w:pPr>
          </w:p>
        </w:tc>
      </w:tr>
      <w:tr w:rsidR="006A404A" w:rsidRPr="00F208ED" w14:paraId="45EFC49C" w14:textId="77777777" w:rsidTr="0042534B">
        <w:trPr>
          <w:trHeight w:val="20"/>
        </w:trPr>
        <w:tc>
          <w:tcPr>
            <w:tcW w:w="2768" w:type="dxa"/>
            <w:vMerge/>
            <w:hideMark/>
          </w:tcPr>
          <w:p w14:paraId="4DC547AE" w14:textId="77777777" w:rsidR="006A404A" w:rsidRPr="00F208ED" w:rsidRDefault="006A404A" w:rsidP="0042534B">
            <w:pPr>
              <w:contextualSpacing/>
            </w:pPr>
          </w:p>
        </w:tc>
        <w:tc>
          <w:tcPr>
            <w:tcW w:w="1635" w:type="dxa"/>
            <w:hideMark/>
          </w:tcPr>
          <w:p w14:paraId="245BB8F3" w14:textId="77777777" w:rsidR="006A404A" w:rsidRPr="00F208ED" w:rsidRDefault="006A404A" w:rsidP="0042534B">
            <w:pPr>
              <w:contextualSpacing/>
            </w:pPr>
            <w:r w:rsidRPr="00F208ED">
              <w:t>HP Steam</w:t>
            </w:r>
          </w:p>
        </w:tc>
        <w:tc>
          <w:tcPr>
            <w:tcW w:w="1229" w:type="dxa"/>
            <w:hideMark/>
          </w:tcPr>
          <w:p w14:paraId="6DD31AD7" w14:textId="77777777" w:rsidR="006A404A" w:rsidRPr="00F208ED" w:rsidRDefault="006A404A" w:rsidP="0042534B">
            <w:pPr>
              <w:contextualSpacing/>
              <w:jc w:val="right"/>
            </w:pPr>
            <w:r w:rsidRPr="00F208ED">
              <w:t>693,000</w:t>
            </w:r>
          </w:p>
        </w:tc>
        <w:tc>
          <w:tcPr>
            <w:tcW w:w="2216" w:type="dxa"/>
            <w:hideMark/>
          </w:tcPr>
          <w:p w14:paraId="56B99EC5" w14:textId="77777777" w:rsidR="006A404A" w:rsidRPr="00F208ED" w:rsidRDefault="006A404A" w:rsidP="0042534B">
            <w:pPr>
              <w:contextualSpacing/>
            </w:pPr>
          </w:p>
        </w:tc>
        <w:tc>
          <w:tcPr>
            <w:tcW w:w="1260" w:type="dxa"/>
            <w:hideMark/>
          </w:tcPr>
          <w:p w14:paraId="2A0CBE5D" w14:textId="77777777" w:rsidR="006A404A" w:rsidRPr="00F208ED" w:rsidRDefault="006A404A" w:rsidP="0042534B">
            <w:pPr>
              <w:contextualSpacing/>
              <w:jc w:val="right"/>
            </w:pPr>
          </w:p>
        </w:tc>
      </w:tr>
      <w:tr w:rsidR="006A404A" w:rsidRPr="00F208ED" w14:paraId="0BDDC462" w14:textId="77777777" w:rsidTr="0042534B">
        <w:trPr>
          <w:trHeight w:val="20"/>
        </w:trPr>
        <w:tc>
          <w:tcPr>
            <w:tcW w:w="2768" w:type="dxa"/>
            <w:vMerge w:val="restart"/>
            <w:hideMark/>
          </w:tcPr>
          <w:p w14:paraId="1A5671CF" w14:textId="77777777" w:rsidR="006A404A" w:rsidRPr="00F208ED" w:rsidRDefault="006A404A" w:rsidP="0042534B">
            <w:pPr>
              <w:contextualSpacing/>
            </w:pPr>
            <w:r w:rsidRPr="00F208ED">
              <w:t>Jun, et al., 1998</w:t>
            </w:r>
          </w:p>
        </w:tc>
        <w:tc>
          <w:tcPr>
            <w:tcW w:w="1635" w:type="dxa"/>
            <w:hideMark/>
          </w:tcPr>
          <w:p w14:paraId="0158E393" w14:textId="77777777" w:rsidR="006A404A" w:rsidRPr="00F208ED" w:rsidRDefault="006A404A" w:rsidP="0042534B">
            <w:pPr>
              <w:contextualSpacing/>
            </w:pPr>
            <w:r w:rsidRPr="00F208ED">
              <w:t>Carbon Dioxide</w:t>
            </w:r>
          </w:p>
        </w:tc>
        <w:tc>
          <w:tcPr>
            <w:tcW w:w="1229" w:type="dxa"/>
            <w:hideMark/>
          </w:tcPr>
          <w:p w14:paraId="4A1F3BEB" w14:textId="77777777" w:rsidR="006A404A" w:rsidRPr="00F208ED" w:rsidRDefault="006A404A" w:rsidP="0042534B">
            <w:pPr>
              <w:contextualSpacing/>
              <w:jc w:val="right"/>
            </w:pPr>
            <w:r w:rsidRPr="00F208ED">
              <w:t>79,740</w:t>
            </w:r>
          </w:p>
        </w:tc>
        <w:tc>
          <w:tcPr>
            <w:tcW w:w="2216" w:type="dxa"/>
            <w:hideMark/>
          </w:tcPr>
          <w:p w14:paraId="2B4A8515" w14:textId="77777777" w:rsidR="006A404A" w:rsidRPr="00F208ED" w:rsidRDefault="006A404A" w:rsidP="0042534B">
            <w:pPr>
              <w:contextualSpacing/>
            </w:pPr>
            <w:r w:rsidRPr="00F208ED">
              <w:t>Methanol</w:t>
            </w:r>
          </w:p>
        </w:tc>
        <w:tc>
          <w:tcPr>
            <w:tcW w:w="1260" w:type="dxa"/>
            <w:hideMark/>
          </w:tcPr>
          <w:p w14:paraId="64E04C58" w14:textId="77777777" w:rsidR="006A404A" w:rsidRPr="00F208ED" w:rsidRDefault="006A404A" w:rsidP="0042534B">
            <w:pPr>
              <w:contextualSpacing/>
              <w:jc w:val="right"/>
            </w:pPr>
            <w:r w:rsidRPr="00F208ED">
              <w:t>54,700</w:t>
            </w:r>
          </w:p>
        </w:tc>
      </w:tr>
      <w:tr w:rsidR="006A404A" w:rsidRPr="00F208ED" w14:paraId="2CCDA87B" w14:textId="77777777" w:rsidTr="0042534B">
        <w:trPr>
          <w:trHeight w:val="20"/>
        </w:trPr>
        <w:tc>
          <w:tcPr>
            <w:tcW w:w="2768" w:type="dxa"/>
            <w:vMerge/>
            <w:hideMark/>
          </w:tcPr>
          <w:p w14:paraId="55C3931B" w14:textId="77777777" w:rsidR="006A404A" w:rsidRPr="00F208ED" w:rsidRDefault="006A404A" w:rsidP="0042534B">
            <w:pPr>
              <w:contextualSpacing/>
            </w:pPr>
          </w:p>
        </w:tc>
        <w:tc>
          <w:tcPr>
            <w:tcW w:w="1635" w:type="dxa"/>
            <w:hideMark/>
          </w:tcPr>
          <w:p w14:paraId="4AEF52CB" w14:textId="77777777" w:rsidR="006A404A" w:rsidRPr="00F208ED" w:rsidRDefault="006A404A" w:rsidP="0042534B">
            <w:pPr>
              <w:contextualSpacing/>
            </w:pPr>
            <w:r w:rsidRPr="00F208ED">
              <w:t>Hydrogen</w:t>
            </w:r>
          </w:p>
        </w:tc>
        <w:tc>
          <w:tcPr>
            <w:tcW w:w="1229" w:type="dxa"/>
            <w:hideMark/>
          </w:tcPr>
          <w:p w14:paraId="5A48035F" w14:textId="77777777" w:rsidR="006A404A" w:rsidRPr="00F208ED" w:rsidRDefault="006A404A" w:rsidP="0042534B">
            <w:pPr>
              <w:contextualSpacing/>
              <w:jc w:val="right"/>
            </w:pPr>
            <w:r w:rsidRPr="00F208ED">
              <w:t>10,940</w:t>
            </w:r>
          </w:p>
        </w:tc>
        <w:tc>
          <w:tcPr>
            <w:tcW w:w="2216" w:type="dxa"/>
            <w:hideMark/>
          </w:tcPr>
          <w:p w14:paraId="17B6343F" w14:textId="77777777" w:rsidR="006A404A" w:rsidRPr="00F208ED" w:rsidRDefault="006A404A" w:rsidP="0042534B">
            <w:pPr>
              <w:contextualSpacing/>
            </w:pPr>
            <w:r w:rsidRPr="00F208ED">
              <w:t>Dimethyl Ether (DME)</w:t>
            </w:r>
          </w:p>
        </w:tc>
        <w:tc>
          <w:tcPr>
            <w:tcW w:w="1260" w:type="dxa"/>
            <w:hideMark/>
          </w:tcPr>
          <w:p w14:paraId="43FF1B78" w14:textId="77777777" w:rsidR="006A404A" w:rsidRPr="00F208ED" w:rsidRDefault="006A404A" w:rsidP="0042534B">
            <w:pPr>
              <w:contextualSpacing/>
              <w:jc w:val="right"/>
            </w:pPr>
            <w:r w:rsidRPr="00F208ED">
              <w:t>2,102</w:t>
            </w:r>
          </w:p>
        </w:tc>
      </w:tr>
      <w:tr w:rsidR="006A404A" w:rsidRPr="00F208ED" w14:paraId="561AA335" w14:textId="77777777" w:rsidTr="0042534B">
        <w:trPr>
          <w:trHeight w:val="20"/>
        </w:trPr>
        <w:tc>
          <w:tcPr>
            <w:tcW w:w="2768" w:type="dxa"/>
            <w:vMerge/>
            <w:hideMark/>
          </w:tcPr>
          <w:p w14:paraId="68C54103" w14:textId="77777777" w:rsidR="006A404A" w:rsidRPr="00F208ED" w:rsidRDefault="006A404A" w:rsidP="0042534B">
            <w:pPr>
              <w:contextualSpacing/>
            </w:pPr>
          </w:p>
        </w:tc>
        <w:tc>
          <w:tcPr>
            <w:tcW w:w="1635" w:type="dxa"/>
            <w:hideMark/>
          </w:tcPr>
          <w:p w14:paraId="725BF11F" w14:textId="77777777" w:rsidR="006A404A" w:rsidRPr="00F208ED" w:rsidRDefault="006A404A" w:rsidP="0042534B">
            <w:pPr>
              <w:contextualSpacing/>
            </w:pPr>
            <w:r w:rsidRPr="00F208ED">
              <w:t>Cooling Water</w:t>
            </w:r>
          </w:p>
        </w:tc>
        <w:tc>
          <w:tcPr>
            <w:tcW w:w="1229" w:type="dxa"/>
            <w:hideMark/>
          </w:tcPr>
          <w:p w14:paraId="4C3E14B8" w14:textId="77777777" w:rsidR="006A404A" w:rsidRPr="00F208ED" w:rsidRDefault="006A404A" w:rsidP="0042534B">
            <w:pPr>
              <w:contextualSpacing/>
              <w:jc w:val="right"/>
            </w:pPr>
            <w:r w:rsidRPr="00F208ED">
              <w:t>148,000,000</w:t>
            </w:r>
          </w:p>
        </w:tc>
        <w:tc>
          <w:tcPr>
            <w:tcW w:w="2216" w:type="dxa"/>
            <w:hideMark/>
          </w:tcPr>
          <w:p w14:paraId="04ADA466" w14:textId="77777777" w:rsidR="006A404A" w:rsidRPr="00F208ED" w:rsidRDefault="006A404A" w:rsidP="0042534B">
            <w:pPr>
              <w:contextualSpacing/>
            </w:pPr>
          </w:p>
        </w:tc>
        <w:tc>
          <w:tcPr>
            <w:tcW w:w="1260" w:type="dxa"/>
            <w:hideMark/>
          </w:tcPr>
          <w:p w14:paraId="14889075" w14:textId="77777777" w:rsidR="006A404A" w:rsidRPr="00F208ED" w:rsidRDefault="006A404A" w:rsidP="0042534B">
            <w:pPr>
              <w:contextualSpacing/>
              <w:jc w:val="right"/>
            </w:pPr>
          </w:p>
        </w:tc>
      </w:tr>
      <w:tr w:rsidR="006A404A" w:rsidRPr="00F208ED" w14:paraId="6EAE53A3" w14:textId="77777777" w:rsidTr="0042534B">
        <w:trPr>
          <w:trHeight w:val="20"/>
        </w:trPr>
        <w:tc>
          <w:tcPr>
            <w:tcW w:w="2768" w:type="dxa"/>
            <w:vMerge/>
            <w:hideMark/>
          </w:tcPr>
          <w:p w14:paraId="56F405C3" w14:textId="77777777" w:rsidR="006A404A" w:rsidRPr="00F208ED" w:rsidRDefault="006A404A" w:rsidP="0042534B">
            <w:pPr>
              <w:contextualSpacing/>
            </w:pPr>
          </w:p>
        </w:tc>
        <w:tc>
          <w:tcPr>
            <w:tcW w:w="1635" w:type="dxa"/>
            <w:hideMark/>
          </w:tcPr>
          <w:p w14:paraId="6A8DFE0D" w14:textId="77777777" w:rsidR="006A404A" w:rsidRPr="00F208ED" w:rsidRDefault="006A404A" w:rsidP="0042534B">
            <w:pPr>
              <w:contextualSpacing/>
            </w:pPr>
            <w:r w:rsidRPr="00F208ED">
              <w:t>HP Steam</w:t>
            </w:r>
          </w:p>
        </w:tc>
        <w:tc>
          <w:tcPr>
            <w:tcW w:w="1229" w:type="dxa"/>
            <w:hideMark/>
          </w:tcPr>
          <w:p w14:paraId="64582E5C" w14:textId="77777777" w:rsidR="006A404A" w:rsidRPr="00F208ED" w:rsidRDefault="006A404A" w:rsidP="0042534B">
            <w:pPr>
              <w:contextualSpacing/>
              <w:jc w:val="right"/>
            </w:pPr>
            <w:r w:rsidRPr="00F208ED">
              <w:t>602,000</w:t>
            </w:r>
          </w:p>
        </w:tc>
        <w:tc>
          <w:tcPr>
            <w:tcW w:w="2216" w:type="dxa"/>
            <w:hideMark/>
          </w:tcPr>
          <w:p w14:paraId="25F76002" w14:textId="77777777" w:rsidR="006A404A" w:rsidRPr="00F208ED" w:rsidRDefault="006A404A" w:rsidP="0042534B">
            <w:pPr>
              <w:contextualSpacing/>
            </w:pPr>
            <w:r w:rsidRPr="00F208ED">
              <w:t> </w:t>
            </w:r>
          </w:p>
        </w:tc>
        <w:tc>
          <w:tcPr>
            <w:tcW w:w="1260" w:type="dxa"/>
            <w:hideMark/>
          </w:tcPr>
          <w:p w14:paraId="1E2AE560" w14:textId="77777777" w:rsidR="006A404A" w:rsidRPr="00F208ED" w:rsidRDefault="006A404A" w:rsidP="0042534B">
            <w:pPr>
              <w:contextualSpacing/>
              <w:jc w:val="right"/>
            </w:pPr>
            <w:r w:rsidRPr="00F208ED">
              <w:t> </w:t>
            </w:r>
          </w:p>
        </w:tc>
      </w:tr>
      <w:tr w:rsidR="006A404A" w:rsidRPr="00F208ED" w14:paraId="451FE81B" w14:textId="77777777" w:rsidTr="0042534B">
        <w:trPr>
          <w:trHeight w:val="20"/>
        </w:trPr>
        <w:tc>
          <w:tcPr>
            <w:tcW w:w="2768" w:type="dxa"/>
            <w:vMerge w:val="restart"/>
            <w:hideMark/>
          </w:tcPr>
          <w:p w14:paraId="30CB8429" w14:textId="77777777" w:rsidR="006A404A" w:rsidRPr="00F208ED" w:rsidRDefault="006A404A" w:rsidP="0042534B">
            <w:pPr>
              <w:contextualSpacing/>
            </w:pPr>
            <w:proofErr w:type="spellStart"/>
            <w:r w:rsidRPr="00F208ED">
              <w:t>Bonivardi</w:t>
            </w:r>
            <w:proofErr w:type="spellEnd"/>
            <w:r w:rsidRPr="00F208ED">
              <w:t>, et al., 1998</w:t>
            </w:r>
          </w:p>
        </w:tc>
        <w:tc>
          <w:tcPr>
            <w:tcW w:w="1635" w:type="dxa"/>
            <w:hideMark/>
          </w:tcPr>
          <w:p w14:paraId="0A99DAC3" w14:textId="77777777" w:rsidR="006A404A" w:rsidRPr="00F208ED" w:rsidRDefault="006A404A" w:rsidP="0042534B">
            <w:pPr>
              <w:contextualSpacing/>
            </w:pPr>
            <w:r w:rsidRPr="00F208ED">
              <w:t>Carbon Dioxide</w:t>
            </w:r>
          </w:p>
        </w:tc>
        <w:tc>
          <w:tcPr>
            <w:tcW w:w="1229" w:type="dxa"/>
            <w:hideMark/>
          </w:tcPr>
          <w:p w14:paraId="4B6A115A" w14:textId="77777777" w:rsidR="006A404A" w:rsidRPr="00F208ED" w:rsidRDefault="006A404A" w:rsidP="0042534B">
            <w:pPr>
              <w:contextualSpacing/>
              <w:jc w:val="right"/>
            </w:pPr>
            <w:r w:rsidRPr="00F208ED">
              <w:t>79,590</w:t>
            </w:r>
          </w:p>
        </w:tc>
        <w:tc>
          <w:tcPr>
            <w:tcW w:w="2216" w:type="dxa"/>
            <w:hideMark/>
          </w:tcPr>
          <w:p w14:paraId="3F289179" w14:textId="77777777" w:rsidR="006A404A" w:rsidRPr="00F208ED" w:rsidRDefault="006A404A" w:rsidP="0042534B">
            <w:pPr>
              <w:contextualSpacing/>
            </w:pPr>
            <w:r w:rsidRPr="00F208ED">
              <w:t>Methanol</w:t>
            </w:r>
          </w:p>
        </w:tc>
        <w:tc>
          <w:tcPr>
            <w:tcW w:w="1260" w:type="dxa"/>
            <w:hideMark/>
          </w:tcPr>
          <w:p w14:paraId="12619864" w14:textId="77777777" w:rsidR="006A404A" w:rsidRPr="00F208ED" w:rsidRDefault="006A404A" w:rsidP="0042534B">
            <w:pPr>
              <w:contextualSpacing/>
              <w:jc w:val="right"/>
            </w:pPr>
            <w:r w:rsidRPr="00F208ED">
              <w:t>54,800</w:t>
            </w:r>
          </w:p>
        </w:tc>
      </w:tr>
      <w:tr w:rsidR="006A404A" w:rsidRPr="00F208ED" w14:paraId="5DED5C2F" w14:textId="77777777" w:rsidTr="0042534B">
        <w:trPr>
          <w:trHeight w:val="20"/>
        </w:trPr>
        <w:tc>
          <w:tcPr>
            <w:tcW w:w="2768" w:type="dxa"/>
            <w:vMerge/>
            <w:hideMark/>
          </w:tcPr>
          <w:p w14:paraId="74181AFD" w14:textId="77777777" w:rsidR="006A404A" w:rsidRPr="00F208ED" w:rsidRDefault="006A404A" w:rsidP="0042534B">
            <w:pPr>
              <w:contextualSpacing/>
            </w:pPr>
          </w:p>
        </w:tc>
        <w:tc>
          <w:tcPr>
            <w:tcW w:w="1635" w:type="dxa"/>
            <w:hideMark/>
          </w:tcPr>
          <w:p w14:paraId="5BD04B2D" w14:textId="77777777" w:rsidR="006A404A" w:rsidRPr="00F208ED" w:rsidRDefault="006A404A" w:rsidP="0042534B">
            <w:pPr>
              <w:contextualSpacing/>
            </w:pPr>
            <w:r w:rsidRPr="00F208ED">
              <w:t>Hydrogen</w:t>
            </w:r>
          </w:p>
        </w:tc>
        <w:tc>
          <w:tcPr>
            <w:tcW w:w="1229" w:type="dxa"/>
            <w:hideMark/>
          </w:tcPr>
          <w:p w14:paraId="60E0F382" w14:textId="77777777" w:rsidR="006A404A" w:rsidRPr="00F208ED" w:rsidRDefault="006A404A" w:rsidP="0042534B">
            <w:pPr>
              <w:contextualSpacing/>
              <w:jc w:val="right"/>
            </w:pPr>
            <w:r w:rsidRPr="00F208ED">
              <w:t>10,570</w:t>
            </w:r>
          </w:p>
        </w:tc>
        <w:tc>
          <w:tcPr>
            <w:tcW w:w="2216" w:type="dxa"/>
            <w:hideMark/>
          </w:tcPr>
          <w:p w14:paraId="30EAAD3A" w14:textId="77777777" w:rsidR="006A404A" w:rsidRPr="00F208ED" w:rsidRDefault="006A404A" w:rsidP="0042534B">
            <w:pPr>
              <w:contextualSpacing/>
            </w:pPr>
            <w:r w:rsidRPr="00F208ED">
              <w:t>Carbon Monoxide</w:t>
            </w:r>
          </w:p>
        </w:tc>
        <w:tc>
          <w:tcPr>
            <w:tcW w:w="1260" w:type="dxa"/>
            <w:hideMark/>
          </w:tcPr>
          <w:p w14:paraId="36044C3C" w14:textId="77777777" w:rsidR="006A404A" w:rsidRPr="00F208ED" w:rsidRDefault="006A404A" w:rsidP="0042534B">
            <w:pPr>
              <w:contextualSpacing/>
              <w:jc w:val="right"/>
            </w:pPr>
            <w:r w:rsidRPr="00F208ED">
              <w:t>2,527</w:t>
            </w:r>
          </w:p>
        </w:tc>
      </w:tr>
      <w:tr w:rsidR="006A404A" w:rsidRPr="00F208ED" w14:paraId="4147D2D2" w14:textId="77777777" w:rsidTr="0042534B">
        <w:trPr>
          <w:trHeight w:val="20"/>
        </w:trPr>
        <w:tc>
          <w:tcPr>
            <w:tcW w:w="2768" w:type="dxa"/>
            <w:vMerge/>
            <w:hideMark/>
          </w:tcPr>
          <w:p w14:paraId="75F64E5D" w14:textId="77777777" w:rsidR="006A404A" w:rsidRPr="00F208ED" w:rsidRDefault="006A404A" w:rsidP="0042534B">
            <w:pPr>
              <w:contextualSpacing/>
            </w:pPr>
          </w:p>
        </w:tc>
        <w:tc>
          <w:tcPr>
            <w:tcW w:w="1635" w:type="dxa"/>
            <w:hideMark/>
          </w:tcPr>
          <w:p w14:paraId="05293715" w14:textId="77777777" w:rsidR="006A404A" w:rsidRPr="00F208ED" w:rsidRDefault="006A404A" w:rsidP="0042534B">
            <w:pPr>
              <w:contextualSpacing/>
            </w:pPr>
            <w:r w:rsidRPr="00F208ED">
              <w:t>Cooling Water</w:t>
            </w:r>
          </w:p>
        </w:tc>
        <w:tc>
          <w:tcPr>
            <w:tcW w:w="1229" w:type="dxa"/>
            <w:hideMark/>
          </w:tcPr>
          <w:p w14:paraId="1932C652" w14:textId="77777777" w:rsidR="006A404A" w:rsidRPr="00F208ED" w:rsidRDefault="006A404A" w:rsidP="0042534B">
            <w:pPr>
              <w:contextualSpacing/>
              <w:jc w:val="right"/>
            </w:pPr>
            <w:r w:rsidRPr="00F208ED">
              <w:t>13,180,000</w:t>
            </w:r>
          </w:p>
        </w:tc>
        <w:tc>
          <w:tcPr>
            <w:tcW w:w="2216" w:type="dxa"/>
            <w:hideMark/>
          </w:tcPr>
          <w:p w14:paraId="4BEEF947" w14:textId="77777777" w:rsidR="006A404A" w:rsidRPr="00F208ED" w:rsidRDefault="006A404A" w:rsidP="0042534B">
            <w:pPr>
              <w:contextualSpacing/>
            </w:pPr>
          </w:p>
        </w:tc>
        <w:tc>
          <w:tcPr>
            <w:tcW w:w="1260" w:type="dxa"/>
            <w:hideMark/>
          </w:tcPr>
          <w:p w14:paraId="29DDE931" w14:textId="77777777" w:rsidR="006A404A" w:rsidRPr="00F208ED" w:rsidRDefault="006A404A" w:rsidP="0042534B">
            <w:pPr>
              <w:contextualSpacing/>
              <w:jc w:val="right"/>
            </w:pPr>
          </w:p>
        </w:tc>
      </w:tr>
      <w:tr w:rsidR="006A404A" w:rsidRPr="00F208ED" w14:paraId="209FD2F1" w14:textId="77777777" w:rsidTr="0042534B">
        <w:trPr>
          <w:trHeight w:val="20"/>
        </w:trPr>
        <w:tc>
          <w:tcPr>
            <w:tcW w:w="2768" w:type="dxa"/>
            <w:vMerge/>
            <w:hideMark/>
          </w:tcPr>
          <w:p w14:paraId="7B6F89D8" w14:textId="77777777" w:rsidR="006A404A" w:rsidRPr="00F208ED" w:rsidRDefault="006A404A" w:rsidP="0042534B">
            <w:pPr>
              <w:contextualSpacing/>
            </w:pPr>
          </w:p>
        </w:tc>
        <w:tc>
          <w:tcPr>
            <w:tcW w:w="1635" w:type="dxa"/>
            <w:hideMark/>
          </w:tcPr>
          <w:p w14:paraId="01080F38" w14:textId="77777777" w:rsidR="006A404A" w:rsidRPr="00F208ED" w:rsidRDefault="006A404A" w:rsidP="0042534B">
            <w:pPr>
              <w:contextualSpacing/>
            </w:pPr>
            <w:r w:rsidRPr="00F208ED">
              <w:t>HP Steam</w:t>
            </w:r>
          </w:p>
        </w:tc>
        <w:tc>
          <w:tcPr>
            <w:tcW w:w="1229" w:type="dxa"/>
            <w:hideMark/>
          </w:tcPr>
          <w:p w14:paraId="2D3C929D" w14:textId="77777777" w:rsidR="006A404A" w:rsidRPr="00F208ED" w:rsidRDefault="006A404A" w:rsidP="0042534B">
            <w:pPr>
              <w:contextualSpacing/>
              <w:jc w:val="right"/>
            </w:pPr>
            <w:r w:rsidRPr="00F208ED">
              <w:t>525,000</w:t>
            </w:r>
          </w:p>
        </w:tc>
        <w:tc>
          <w:tcPr>
            <w:tcW w:w="2216" w:type="dxa"/>
            <w:hideMark/>
          </w:tcPr>
          <w:p w14:paraId="07D15E84" w14:textId="77777777" w:rsidR="006A404A" w:rsidRPr="00F208ED" w:rsidRDefault="006A404A" w:rsidP="0042534B">
            <w:pPr>
              <w:contextualSpacing/>
            </w:pPr>
            <w:r w:rsidRPr="00F208ED">
              <w:t> </w:t>
            </w:r>
          </w:p>
        </w:tc>
        <w:tc>
          <w:tcPr>
            <w:tcW w:w="1260" w:type="dxa"/>
            <w:hideMark/>
          </w:tcPr>
          <w:p w14:paraId="0623A5E4" w14:textId="77777777" w:rsidR="006A404A" w:rsidRPr="00F208ED" w:rsidRDefault="006A404A" w:rsidP="0042534B">
            <w:pPr>
              <w:contextualSpacing/>
              <w:jc w:val="right"/>
            </w:pPr>
            <w:r w:rsidRPr="00F208ED">
              <w:t> </w:t>
            </w:r>
          </w:p>
        </w:tc>
      </w:tr>
      <w:tr w:rsidR="006A404A" w:rsidRPr="00F208ED" w14:paraId="60D09E6B" w14:textId="77777777" w:rsidTr="0042534B">
        <w:trPr>
          <w:trHeight w:val="20"/>
        </w:trPr>
        <w:tc>
          <w:tcPr>
            <w:tcW w:w="2768" w:type="dxa"/>
            <w:vMerge w:val="restart"/>
            <w:hideMark/>
          </w:tcPr>
          <w:p w14:paraId="2E6C1EBD" w14:textId="77777777" w:rsidR="006A404A" w:rsidRPr="00F208ED" w:rsidRDefault="006A404A" w:rsidP="0042534B">
            <w:pPr>
              <w:contextualSpacing/>
            </w:pPr>
            <w:r w:rsidRPr="00F208ED">
              <w:t>Conventional Process</w:t>
            </w:r>
          </w:p>
        </w:tc>
        <w:tc>
          <w:tcPr>
            <w:tcW w:w="1635" w:type="dxa"/>
            <w:hideMark/>
          </w:tcPr>
          <w:p w14:paraId="04E3F6D1" w14:textId="77777777" w:rsidR="006A404A" w:rsidRPr="00F208ED" w:rsidRDefault="006A404A" w:rsidP="0042534B">
            <w:pPr>
              <w:contextualSpacing/>
            </w:pPr>
            <w:r w:rsidRPr="00F208ED">
              <w:t>Carbon Dioxide</w:t>
            </w:r>
          </w:p>
        </w:tc>
        <w:tc>
          <w:tcPr>
            <w:tcW w:w="1229" w:type="dxa"/>
            <w:hideMark/>
          </w:tcPr>
          <w:p w14:paraId="388069F5" w14:textId="77777777" w:rsidR="006A404A" w:rsidRPr="00F208ED" w:rsidRDefault="006A404A" w:rsidP="0042534B">
            <w:pPr>
              <w:contextualSpacing/>
              <w:jc w:val="right"/>
            </w:pPr>
            <w:r w:rsidRPr="00F208ED">
              <w:t>7,177</w:t>
            </w:r>
          </w:p>
        </w:tc>
        <w:tc>
          <w:tcPr>
            <w:tcW w:w="2216" w:type="dxa"/>
            <w:hideMark/>
          </w:tcPr>
          <w:p w14:paraId="316DBCC6" w14:textId="77777777" w:rsidR="006A404A" w:rsidRPr="00F208ED" w:rsidRDefault="006A404A" w:rsidP="0042534B">
            <w:pPr>
              <w:contextualSpacing/>
            </w:pPr>
            <w:r w:rsidRPr="00F208ED">
              <w:t>Methanol</w:t>
            </w:r>
          </w:p>
        </w:tc>
        <w:tc>
          <w:tcPr>
            <w:tcW w:w="1260" w:type="dxa"/>
            <w:hideMark/>
          </w:tcPr>
          <w:p w14:paraId="59EFD524" w14:textId="77777777" w:rsidR="006A404A" w:rsidRPr="00F208ED" w:rsidRDefault="006A404A" w:rsidP="0042534B">
            <w:pPr>
              <w:contextualSpacing/>
              <w:jc w:val="right"/>
            </w:pPr>
            <w:r w:rsidRPr="00F208ED">
              <w:t>20,698</w:t>
            </w:r>
          </w:p>
        </w:tc>
      </w:tr>
      <w:tr w:rsidR="006A404A" w:rsidRPr="00F208ED" w14:paraId="5D99931B" w14:textId="77777777" w:rsidTr="0042534B">
        <w:trPr>
          <w:trHeight w:val="20"/>
        </w:trPr>
        <w:tc>
          <w:tcPr>
            <w:tcW w:w="2768" w:type="dxa"/>
            <w:vMerge/>
            <w:hideMark/>
          </w:tcPr>
          <w:p w14:paraId="3E5A4EA1" w14:textId="77777777" w:rsidR="006A404A" w:rsidRPr="00F208ED" w:rsidRDefault="006A404A" w:rsidP="0042534B">
            <w:pPr>
              <w:contextualSpacing/>
            </w:pPr>
          </w:p>
        </w:tc>
        <w:tc>
          <w:tcPr>
            <w:tcW w:w="1635" w:type="dxa"/>
            <w:hideMark/>
          </w:tcPr>
          <w:p w14:paraId="29875593" w14:textId="77777777" w:rsidR="006A404A" w:rsidRPr="00F208ED" w:rsidRDefault="006A404A" w:rsidP="0042534B">
            <w:pPr>
              <w:contextualSpacing/>
            </w:pPr>
            <w:r w:rsidRPr="00F208ED">
              <w:t>Methane</w:t>
            </w:r>
          </w:p>
        </w:tc>
        <w:tc>
          <w:tcPr>
            <w:tcW w:w="1229" w:type="dxa"/>
            <w:hideMark/>
          </w:tcPr>
          <w:p w14:paraId="47EAAF22" w14:textId="77777777" w:rsidR="006A404A" w:rsidRPr="00F208ED" w:rsidRDefault="006A404A" w:rsidP="0042534B">
            <w:pPr>
              <w:contextualSpacing/>
              <w:jc w:val="right"/>
            </w:pPr>
            <w:r w:rsidRPr="00F208ED">
              <w:t>7,782</w:t>
            </w:r>
          </w:p>
        </w:tc>
        <w:tc>
          <w:tcPr>
            <w:tcW w:w="2216" w:type="dxa"/>
            <w:hideMark/>
          </w:tcPr>
          <w:p w14:paraId="114D972D" w14:textId="77777777" w:rsidR="006A404A" w:rsidRPr="00F208ED" w:rsidRDefault="006A404A" w:rsidP="0042534B">
            <w:pPr>
              <w:contextualSpacing/>
            </w:pPr>
            <w:r w:rsidRPr="00F208ED">
              <w:t>Carbon Monoxide</w:t>
            </w:r>
          </w:p>
        </w:tc>
        <w:tc>
          <w:tcPr>
            <w:tcW w:w="1260" w:type="dxa"/>
            <w:hideMark/>
          </w:tcPr>
          <w:p w14:paraId="68AD5B6F" w14:textId="77777777" w:rsidR="006A404A" w:rsidRPr="00F208ED" w:rsidRDefault="006A404A" w:rsidP="0042534B">
            <w:pPr>
              <w:contextualSpacing/>
              <w:jc w:val="right"/>
            </w:pPr>
            <w:r w:rsidRPr="00F208ED">
              <w:t>13.57</w:t>
            </w:r>
          </w:p>
        </w:tc>
      </w:tr>
      <w:tr w:rsidR="006A404A" w:rsidRPr="00F208ED" w14:paraId="28DA23A7" w14:textId="77777777" w:rsidTr="0042534B">
        <w:trPr>
          <w:trHeight w:val="20"/>
        </w:trPr>
        <w:tc>
          <w:tcPr>
            <w:tcW w:w="2768" w:type="dxa"/>
            <w:vMerge/>
            <w:hideMark/>
          </w:tcPr>
          <w:p w14:paraId="67AD4E38" w14:textId="77777777" w:rsidR="006A404A" w:rsidRPr="00F208ED" w:rsidRDefault="006A404A" w:rsidP="0042534B">
            <w:pPr>
              <w:contextualSpacing/>
            </w:pPr>
          </w:p>
        </w:tc>
        <w:tc>
          <w:tcPr>
            <w:tcW w:w="1635" w:type="dxa"/>
            <w:hideMark/>
          </w:tcPr>
          <w:p w14:paraId="7E9EAB42" w14:textId="77777777" w:rsidR="006A404A" w:rsidRPr="00F208ED" w:rsidRDefault="006A404A" w:rsidP="0042534B">
            <w:pPr>
              <w:contextualSpacing/>
            </w:pPr>
            <w:r w:rsidRPr="00F208ED">
              <w:t>Cooling Water</w:t>
            </w:r>
          </w:p>
        </w:tc>
        <w:tc>
          <w:tcPr>
            <w:tcW w:w="1229" w:type="dxa"/>
            <w:hideMark/>
          </w:tcPr>
          <w:p w14:paraId="281CF8EA" w14:textId="77777777" w:rsidR="006A404A" w:rsidRPr="00F208ED" w:rsidRDefault="006A404A" w:rsidP="0042534B">
            <w:pPr>
              <w:contextualSpacing/>
              <w:jc w:val="right"/>
            </w:pPr>
            <w:r w:rsidRPr="00F208ED">
              <w:t>2,498,850</w:t>
            </w:r>
          </w:p>
        </w:tc>
        <w:tc>
          <w:tcPr>
            <w:tcW w:w="2216" w:type="dxa"/>
            <w:hideMark/>
          </w:tcPr>
          <w:p w14:paraId="7A85FF3F" w14:textId="77777777" w:rsidR="006A404A" w:rsidRPr="00F208ED" w:rsidRDefault="006A404A" w:rsidP="0042534B">
            <w:pPr>
              <w:contextualSpacing/>
            </w:pPr>
            <w:r w:rsidRPr="00F208ED">
              <w:t>Carbon Dioxide</w:t>
            </w:r>
          </w:p>
        </w:tc>
        <w:tc>
          <w:tcPr>
            <w:tcW w:w="1260" w:type="dxa"/>
            <w:hideMark/>
          </w:tcPr>
          <w:p w14:paraId="019E16B7" w14:textId="77777777" w:rsidR="006A404A" w:rsidRPr="00F208ED" w:rsidRDefault="006A404A" w:rsidP="0042534B">
            <w:pPr>
              <w:contextualSpacing/>
              <w:jc w:val="right"/>
            </w:pPr>
            <w:r w:rsidRPr="00F208ED">
              <w:t>71.76</w:t>
            </w:r>
          </w:p>
        </w:tc>
      </w:tr>
      <w:tr w:rsidR="006A404A" w:rsidRPr="00F208ED" w14:paraId="73005C26" w14:textId="77777777" w:rsidTr="0042534B">
        <w:trPr>
          <w:trHeight w:val="20"/>
        </w:trPr>
        <w:tc>
          <w:tcPr>
            <w:tcW w:w="2768" w:type="dxa"/>
            <w:vMerge/>
            <w:hideMark/>
          </w:tcPr>
          <w:p w14:paraId="539687D9" w14:textId="77777777" w:rsidR="006A404A" w:rsidRPr="00F208ED" w:rsidRDefault="006A404A" w:rsidP="0042534B">
            <w:pPr>
              <w:contextualSpacing/>
            </w:pPr>
          </w:p>
        </w:tc>
        <w:tc>
          <w:tcPr>
            <w:tcW w:w="1635" w:type="dxa"/>
            <w:hideMark/>
          </w:tcPr>
          <w:p w14:paraId="50E66E6E" w14:textId="77777777" w:rsidR="006A404A" w:rsidRPr="00F208ED" w:rsidRDefault="006A404A" w:rsidP="0042534B">
            <w:pPr>
              <w:contextualSpacing/>
            </w:pPr>
            <w:r w:rsidRPr="00F208ED">
              <w:t>LP Steam</w:t>
            </w:r>
          </w:p>
        </w:tc>
        <w:tc>
          <w:tcPr>
            <w:tcW w:w="1229" w:type="dxa"/>
            <w:hideMark/>
          </w:tcPr>
          <w:p w14:paraId="332744FC" w14:textId="77777777" w:rsidR="006A404A" w:rsidRPr="00F208ED" w:rsidRDefault="006A404A" w:rsidP="0042534B">
            <w:pPr>
              <w:contextualSpacing/>
              <w:jc w:val="right"/>
            </w:pPr>
            <w:r w:rsidRPr="00F208ED">
              <w:t>5,828</w:t>
            </w:r>
          </w:p>
        </w:tc>
        <w:tc>
          <w:tcPr>
            <w:tcW w:w="2216" w:type="dxa"/>
            <w:hideMark/>
          </w:tcPr>
          <w:p w14:paraId="048E34EB" w14:textId="77777777" w:rsidR="006A404A" w:rsidRPr="00F208ED" w:rsidRDefault="006A404A" w:rsidP="0042534B">
            <w:pPr>
              <w:contextualSpacing/>
            </w:pPr>
            <w:r w:rsidRPr="00F208ED">
              <w:t>Hydrogen</w:t>
            </w:r>
          </w:p>
        </w:tc>
        <w:tc>
          <w:tcPr>
            <w:tcW w:w="1260" w:type="dxa"/>
            <w:hideMark/>
          </w:tcPr>
          <w:p w14:paraId="5E90C5C7" w14:textId="77777777" w:rsidR="006A404A" w:rsidRPr="00F208ED" w:rsidRDefault="006A404A" w:rsidP="0042534B">
            <w:pPr>
              <w:contextualSpacing/>
              <w:jc w:val="right"/>
            </w:pPr>
            <w:r w:rsidRPr="00F208ED">
              <w:t>2.97</w:t>
            </w:r>
          </w:p>
        </w:tc>
      </w:tr>
    </w:tbl>
    <w:p w14:paraId="6FDC1D7B" w14:textId="77777777" w:rsidR="007B3A2C" w:rsidRDefault="007B3A2C" w:rsidP="007B3A2C">
      <w:pPr>
        <w:spacing w:after="0"/>
        <w:rPr>
          <w:b/>
          <w:sz w:val="24"/>
        </w:rPr>
      </w:pPr>
    </w:p>
    <w:p w14:paraId="1560B14A" w14:textId="77777777" w:rsidR="00703B18" w:rsidRPr="00100493" w:rsidRDefault="00703B18" w:rsidP="007B3A2C">
      <w:pPr>
        <w:spacing w:after="0"/>
        <w:rPr>
          <w:b/>
          <w:sz w:val="24"/>
        </w:rPr>
      </w:pPr>
      <w:r>
        <w:rPr>
          <w:b/>
          <w:sz w:val="24"/>
        </w:rPr>
        <w:t>Solution</w:t>
      </w:r>
    </w:p>
    <w:p w14:paraId="397E1017" w14:textId="73D9DC5F" w:rsidR="00E31963" w:rsidRDefault="006A404A" w:rsidP="00E96F75">
      <w:pPr>
        <w:rPr>
          <w:i/>
          <w:sz w:val="24"/>
        </w:rPr>
      </w:pPr>
      <w:r>
        <w:rPr>
          <w:i/>
          <w:sz w:val="24"/>
        </w:rPr>
        <w:t>See Table</w:t>
      </w:r>
      <w:r w:rsidR="00703B18" w:rsidRPr="00703B18">
        <w:rPr>
          <w:i/>
          <w:sz w:val="24"/>
        </w:rPr>
        <w:t xml:space="preserve">. </w:t>
      </w:r>
      <w:r w:rsidR="00703B18">
        <w:rPr>
          <w:i/>
          <w:sz w:val="24"/>
        </w:rPr>
        <w:t>The new methanol processes were designed as</w:t>
      </w:r>
      <w:r w:rsidR="00E31963">
        <w:rPr>
          <w:i/>
          <w:sz w:val="24"/>
        </w:rPr>
        <w:t xml:space="preserve"> industrial scale methanol plant</w:t>
      </w:r>
      <w:r w:rsidR="00703B18">
        <w:rPr>
          <w:i/>
          <w:sz w:val="24"/>
        </w:rPr>
        <w:t xml:space="preserve">s in ASPEN </w:t>
      </w:r>
      <w:r w:rsidR="00EA0D4E">
        <w:rPr>
          <w:i/>
          <w:sz w:val="24"/>
        </w:rPr>
        <w:t>HYSYS</w:t>
      </w:r>
      <w:r w:rsidR="00100493">
        <w:rPr>
          <w:i/>
          <w:sz w:val="24"/>
        </w:rPr>
        <w:t>. The capacity for each new methanol plant</w:t>
      </w:r>
      <w:r w:rsidR="00703B18">
        <w:rPr>
          <w:i/>
          <w:sz w:val="24"/>
        </w:rPr>
        <w:t xml:space="preserve"> was set to</w:t>
      </w:r>
      <w:r w:rsidR="00100493">
        <w:rPr>
          <w:i/>
          <w:sz w:val="24"/>
        </w:rPr>
        <w:t xml:space="preserve"> </w:t>
      </w:r>
      <w:r w:rsidR="00100493" w:rsidRPr="00100493">
        <w:rPr>
          <w:i/>
          <w:sz w:val="24"/>
        </w:rPr>
        <w:t xml:space="preserve">160 million gallons per </w:t>
      </w:r>
      <w:r w:rsidR="00100493">
        <w:rPr>
          <w:i/>
          <w:sz w:val="24"/>
        </w:rPr>
        <w:t>year (480,846 metric tons/year). The capacity for the existing methanol process</w:t>
      </w:r>
      <w:r w:rsidR="00E31963">
        <w:rPr>
          <w:i/>
          <w:sz w:val="24"/>
        </w:rPr>
        <w:t xml:space="preserve"> design</w:t>
      </w:r>
      <w:r w:rsidR="00100493">
        <w:rPr>
          <w:i/>
          <w:sz w:val="24"/>
        </w:rPr>
        <w:t xml:space="preserve"> was 200,000 metric tons/year.</w:t>
      </w:r>
    </w:p>
    <w:p w14:paraId="35FD893F" w14:textId="77777777" w:rsidR="00F208ED" w:rsidRDefault="00F208ED" w:rsidP="00E96F75">
      <w:pPr>
        <w:rPr>
          <w:b/>
          <w:sz w:val="24"/>
        </w:rPr>
      </w:pPr>
    </w:p>
    <w:p w14:paraId="343C22A4" w14:textId="77777777" w:rsidR="00E31963" w:rsidRDefault="00E31963" w:rsidP="00E96F75">
      <w:pPr>
        <w:rPr>
          <w:b/>
          <w:sz w:val="24"/>
        </w:rPr>
      </w:pPr>
      <w:r>
        <w:rPr>
          <w:b/>
          <w:sz w:val="24"/>
        </w:rPr>
        <w:lastRenderedPageBreak/>
        <w:t xml:space="preserve">Activity for </w:t>
      </w:r>
      <w:r w:rsidRPr="00E31963">
        <w:rPr>
          <w:b/>
          <w:sz w:val="24"/>
        </w:rPr>
        <w:t>Life Cycle Impact Assessment (LCIA)</w:t>
      </w:r>
    </w:p>
    <w:p w14:paraId="0209B0B8" w14:textId="77777777" w:rsidR="0042534B" w:rsidRPr="00F208ED" w:rsidRDefault="0042534B" w:rsidP="00E96F75">
      <w:pPr>
        <w:rPr>
          <w:i/>
        </w:rPr>
      </w:pPr>
      <w:r w:rsidRPr="00F208ED">
        <w:rPr>
          <w:i/>
        </w:rPr>
        <w:t>The aim of this exercise is to explain impact as an expression for combining several flows. The instructor can explain mid-point and end-point impact categories for this section as an additional exercise.</w:t>
      </w:r>
    </w:p>
    <w:p w14:paraId="48CD2CBA" w14:textId="77777777" w:rsidR="0042534B" w:rsidRPr="00F208ED" w:rsidRDefault="0042534B" w:rsidP="0042534B">
      <w:pPr>
        <w:pStyle w:val="ListParagraph"/>
        <w:numPr>
          <w:ilvl w:val="0"/>
          <w:numId w:val="7"/>
        </w:numPr>
      </w:pPr>
      <w:r w:rsidRPr="00F208ED">
        <w:t>Prepare one paragraph review of</w:t>
      </w:r>
      <w:r w:rsidR="005F3185" w:rsidRPr="00F208ED">
        <w:t xml:space="preserve"> the following indicators</w:t>
      </w:r>
      <w:r w:rsidRPr="00F208ED">
        <w:t>:</w:t>
      </w:r>
    </w:p>
    <w:p w14:paraId="0239CA05" w14:textId="77777777" w:rsidR="0042534B" w:rsidRPr="00F208ED" w:rsidRDefault="0042534B" w:rsidP="0042534B">
      <w:pPr>
        <w:pStyle w:val="ListParagraph"/>
        <w:numPr>
          <w:ilvl w:val="1"/>
          <w:numId w:val="7"/>
        </w:numPr>
      </w:pPr>
      <w:r w:rsidRPr="00F208ED">
        <w:t>Energy Intensity</w:t>
      </w:r>
    </w:p>
    <w:p w14:paraId="7E07E240" w14:textId="77777777" w:rsidR="0042534B" w:rsidRPr="00F208ED" w:rsidRDefault="0042534B" w:rsidP="0042534B">
      <w:pPr>
        <w:pStyle w:val="ListParagraph"/>
        <w:numPr>
          <w:ilvl w:val="1"/>
          <w:numId w:val="7"/>
        </w:numPr>
      </w:pPr>
      <w:r w:rsidRPr="00F208ED">
        <w:t>Water Intensity</w:t>
      </w:r>
    </w:p>
    <w:p w14:paraId="0F7FB98D" w14:textId="77777777" w:rsidR="0042534B" w:rsidRPr="00F208ED" w:rsidRDefault="0042534B" w:rsidP="0042534B">
      <w:pPr>
        <w:pStyle w:val="ListParagraph"/>
        <w:numPr>
          <w:ilvl w:val="1"/>
          <w:numId w:val="7"/>
        </w:numPr>
      </w:pPr>
      <w:r w:rsidRPr="00F208ED">
        <w:t>Material Intensity</w:t>
      </w:r>
    </w:p>
    <w:p w14:paraId="31FE09D9" w14:textId="77777777" w:rsidR="0042534B" w:rsidRPr="00F208ED" w:rsidRDefault="0042534B" w:rsidP="0042534B">
      <w:pPr>
        <w:pStyle w:val="ListParagraph"/>
        <w:numPr>
          <w:ilvl w:val="1"/>
          <w:numId w:val="7"/>
        </w:numPr>
      </w:pPr>
      <w:r w:rsidRPr="00F208ED">
        <w:t>Global Warming Potential</w:t>
      </w:r>
    </w:p>
    <w:p w14:paraId="79CCA970" w14:textId="77777777" w:rsidR="0042534B" w:rsidRPr="00F208ED" w:rsidRDefault="0042534B" w:rsidP="0042534B">
      <w:pPr>
        <w:pStyle w:val="ListParagraph"/>
        <w:numPr>
          <w:ilvl w:val="1"/>
          <w:numId w:val="7"/>
        </w:numPr>
      </w:pPr>
      <w:r w:rsidRPr="00F208ED">
        <w:t>Smog Formation Potential</w:t>
      </w:r>
    </w:p>
    <w:p w14:paraId="3B8D2533" w14:textId="77777777" w:rsidR="0042534B" w:rsidRPr="00F208ED" w:rsidRDefault="0042534B" w:rsidP="0042534B">
      <w:pPr>
        <w:pStyle w:val="ListParagraph"/>
        <w:numPr>
          <w:ilvl w:val="1"/>
          <w:numId w:val="7"/>
        </w:numPr>
      </w:pPr>
      <w:r w:rsidRPr="00F208ED">
        <w:t>Human Health Impacts Particulate Matter</w:t>
      </w:r>
    </w:p>
    <w:p w14:paraId="30D8E494" w14:textId="77777777" w:rsidR="0042534B" w:rsidRPr="00F208ED" w:rsidRDefault="0042534B" w:rsidP="0042534B">
      <w:pPr>
        <w:pStyle w:val="ListParagraph"/>
        <w:ind w:left="1440"/>
      </w:pPr>
    </w:p>
    <w:p w14:paraId="0BC5CD72" w14:textId="77777777" w:rsidR="005F3185" w:rsidRPr="00F208ED" w:rsidRDefault="005F3185" w:rsidP="005F3185">
      <w:pPr>
        <w:pStyle w:val="ListParagraph"/>
        <w:numPr>
          <w:ilvl w:val="0"/>
          <w:numId w:val="7"/>
        </w:numPr>
      </w:pPr>
      <w:r w:rsidRPr="00F208ED">
        <w:t>Which flows are anticipated to have an environmental impact? Color code the inputs as green where en</w:t>
      </w:r>
      <w:r w:rsidR="00BD6DE4" w:rsidRPr="00F208ED">
        <w:t>vironmental pollutants are utilized,</w:t>
      </w:r>
      <w:r w:rsidRPr="00F208ED">
        <w:t xml:space="preserve"> and outputs as red where en</w:t>
      </w:r>
      <w:r w:rsidR="00BD6DE4" w:rsidRPr="00F208ED">
        <w:t>vironmental pollutants are released</w:t>
      </w:r>
      <w:r w:rsidRPr="00F208ED">
        <w:t xml:space="preserve">. For the Energy Intensity indicator, color the Steam requirement. For the Water Intensity, color the cooling water requirement. </w:t>
      </w:r>
    </w:p>
    <w:p w14:paraId="3E67536C" w14:textId="77777777" w:rsidR="005F3185" w:rsidRDefault="005F3185" w:rsidP="005F3185">
      <w:pPr>
        <w:pStyle w:val="ListParagraph"/>
        <w:rPr>
          <w:sz w:val="24"/>
        </w:rPr>
      </w:pPr>
    </w:p>
    <w:p w14:paraId="7646E178" w14:textId="1844B8CC" w:rsidR="00264076" w:rsidRDefault="00264076" w:rsidP="00264076">
      <w:pPr>
        <w:pStyle w:val="ListParagraph"/>
        <w:ind w:left="0"/>
        <w:rPr>
          <w:b/>
          <w:sz w:val="24"/>
        </w:rPr>
      </w:pPr>
      <w:r w:rsidRPr="00264076">
        <w:rPr>
          <w:b/>
          <w:sz w:val="24"/>
        </w:rPr>
        <w:t>Solution</w:t>
      </w:r>
    </w:p>
    <w:p w14:paraId="238EE99E" w14:textId="77777777" w:rsidR="00C5650A" w:rsidRPr="00F208ED" w:rsidRDefault="00C5650A" w:rsidP="00C5650A">
      <w:pPr>
        <w:pStyle w:val="ListParagraph"/>
        <w:numPr>
          <w:ilvl w:val="0"/>
          <w:numId w:val="11"/>
        </w:numPr>
      </w:pPr>
      <w:r w:rsidRPr="00F208ED">
        <w:t>For each input and output stream, express it in terms of the functional unit. This should give you results in terms of kg/kg methanol.</w:t>
      </w:r>
    </w:p>
    <w:p w14:paraId="3CA50C78" w14:textId="77777777" w:rsidR="00C5650A" w:rsidRPr="00F208ED" w:rsidRDefault="00C5650A" w:rsidP="00C5650A">
      <w:pPr>
        <w:pStyle w:val="ListParagraph"/>
        <w:numPr>
          <w:ilvl w:val="0"/>
          <w:numId w:val="11"/>
        </w:numPr>
      </w:pPr>
      <w:r w:rsidRPr="00F208ED">
        <w:rPr>
          <w:i/>
        </w:rPr>
        <w:t>Material Intensity:</w:t>
      </w:r>
      <w:r w:rsidRPr="00F208ED">
        <w:t xml:space="preserve"> To compute the material intensity, for each process, sum the total process inputs and divide by the methanol production. </w:t>
      </w:r>
      <w:r w:rsidRPr="00F208ED">
        <w:rPr>
          <w:i/>
        </w:rPr>
        <w:t>(This will not include the cooling water or steam, as they do not directly take part in the process. They are the utility streams.)</w:t>
      </w:r>
    </w:p>
    <w:p w14:paraId="3C183D30" w14:textId="77777777" w:rsidR="00F208ED" w:rsidRPr="00F208ED" w:rsidRDefault="00F208ED" w:rsidP="00F208ED">
      <w:pPr>
        <w:pStyle w:val="ListParagraph"/>
        <w:numPr>
          <w:ilvl w:val="0"/>
          <w:numId w:val="11"/>
        </w:numPr>
      </w:pPr>
      <w:r w:rsidRPr="00F208ED">
        <w:rPr>
          <w:i/>
        </w:rPr>
        <w:t xml:space="preserve">Energy Intensity: </w:t>
      </w:r>
      <w:r w:rsidRPr="00F208ED">
        <w:t xml:space="preserve">To compute the energy intensity, we use the Steam Input. Using the values in the table below compute the energy required in the processes. Assume a temperature drop of 1 </w:t>
      </w:r>
      <w:proofErr w:type="spellStart"/>
      <w:r w:rsidRPr="00F208ED">
        <w:rPr>
          <w:vertAlign w:val="superscript"/>
        </w:rPr>
        <w:t>o</w:t>
      </w:r>
      <w:r w:rsidRPr="00F208ED">
        <w:t>C.</w:t>
      </w:r>
      <w:proofErr w:type="spellEnd"/>
      <w:r w:rsidRPr="00F208ED">
        <w:t xml:space="preserve"> (</w:t>
      </w:r>
      <w:r w:rsidRPr="00F208ED">
        <w:rPr>
          <w:i/>
        </w:rPr>
        <w:t>Source: ASPEN HYSYS Utility Properties)</w:t>
      </w:r>
    </w:p>
    <w:tbl>
      <w:tblPr>
        <w:tblStyle w:val="LightList"/>
        <w:tblW w:w="3649" w:type="dxa"/>
        <w:jc w:val="center"/>
        <w:tblBorders>
          <w:left w:val="none" w:sz="0" w:space="0" w:color="auto"/>
          <w:right w:val="none" w:sz="0" w:space="0" w:color="auto"/>
          <w:insideH w:val="dotted" w:sz="4" w:space="0" w:color="auto"/>
        </w:tblBorders>
        <w:tblLook w:val="04A0" w:firstRow="1" w:lastRow="0" w:firstColumn="1" w:lastColumn="0" w:noHBand="0" w:noVBand="1"/>
      </w:tblPr>
      <w:tblGrid>
        <w:gridCol w:w="1504"/>
        <w:gridCol w:w="2145"/>
      </w:tblGrid>
      <w:tr w:rsidR="00F208ED" w:rsidRPr="00F208ED" w14:paraId="015E8973" w14:textId="77777777" w:rsidTr="00E76C8B">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504" w:type="dxa"/>
            <w:noWrap/>
          </w:tcPr>
          <w:p w14:paraId="08F031A8" w14:textId="77777777" w:rsidR="00F208ED" w:rsidRPr="00F208ED" w:rsidRDefault="00F208ED" w:rsidP="00E76C8B">
            <w:pPr>
              <w:rPr>
                <w:rFonts w:ascii="Calibri" w:eastAsia="Times New Roman" w:hAnsi="Calibri" w:cs="Times New Roman"/>
              </w:rPr>
            </w:pPr>
            <w:r w:rsidRPr="00F208ED">
              <w:rPr>
                <w:rFonts w:ascii="Calibri" w:eastAsia="Times New Roman" w:hAnsi="Calibri" w:cs="Times New Roman"/>
              </w:rPr>
              <w:t>Steam Type</w:t>
            </w:r>
          </w:p>
        </w:tc>
        <w:tc>
          <w:tcPr>
            <w:tcW w:w="2145" w:type="dxa"/>
            <w:noWrap/>
          </w:tcPr>
          <w:p w14:paraId="01ADBDFF" w14:textId="77777777" w:rsidR="00F208ED" w:rsidRPr="00F208ED" w:rsidRDefault="00F208ED" w:rsidP="00E76C8B">
            <w:pPr>
              <w:jc w:val="right"/>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rPr>
            </w:pPr>
            <w:r w:rsidRPr="00F208ED">
              <w:rPr>
                <w:rFonts w:ascii="Calibri" w:eastAsia="Times New Roman" w:hAnsi="Calibri" w:cs="Times New Roman"/>
              </w:rPr>
              <w:t>Enthalpy (kJ/kg-C)</w:t>
            </w:r>
          </w:p>
        </w:tc>
      </w:tr>
      <w:tr w:rsidR="00F208ED" w:rsidRPr="00F208ED" w14:paraId="36D997D6" w14:textId="77777777" w:rsidTr="00E76C8B">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504" w:type="dxa"/>
            <w:tcBorders>
              <w:top w:val="none" w:sz="0" w:space="0" w:color="auto"/>
              <w:left w:val="none" w:sz="0" w:space="0" w:color="auto"/>
              <w:bottom w:val="none" w:sz="0" w:space="0" w:color="auto"/>
            </w:tcBorders>
            <w:noWrap/>
            <w:hideMark/>
          </w:tcPr>
          <w:p w14:paraId="22CBC1E5" w14:textId="77777777" w:rsidR="00F208ED" w:rsidRPr="00F208ED" w:rsidRDefault="00F208ED" w:rsidP="00E76C8B">
            <w:pPr>
              <w:rPr>
                <w:rFonts w:ascii="Calibri" w:eastAsia="Times New Roman" w:hAnsi="Calibri" w:cs="Times New Roman"/>
                <w:b w:val="0"/>
                <w:color w:val="000000"/>
              </w:rPr>
            </w:pPr>
            <w:r w:rsidRPr="00F208ED">
              <w:rPr>
                <w:rFonts w:ascii="Calibri" w:eastAsia="Times New Roman" w:hAnsi="Calibri" w:cs="Times New Roman"/>
                <w:b w:val="0"/>
                <w:color w:val="000000"/>
              </w:rPr>
              <w:t>LP Steam</w:t>
            </w:r>
          </w:p>
        </w:tc>
        <w:tc>
          <w:tcPr>
            <w:tcW w:w="2145" w:type="dxa"/>
            <w:tcBorders>
              <w:top w:val="none" w:sz="0" w:space="0" w:color="auto"/>
              <w:bottom w:val="none" w:sz="0" w:space="0" w:color="auto"/>
              <w:right w:val="none" w:sz="0" w:space="0" w:color="auto"/>
            </w:tcBorders>
            <w:noWrap/>
            <w:hideMark/>
          </w:tcPr>
          <w:p w14:paraId="7DDA32BE" w14:textId="77777777" w:rsidR="00F208ED" w:rsidRPr="00F208ED" w:rsidRDefault="00F208ED" w:rsidP="00E76C8B">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F208ED">
              <w:rPr>
                <w:rFonts w:ascii="Calibri" w:eastAsia="Times New Roman" w:hAnsi="Calibri" w:cs="Times New Roman"/>
                <w:color w:val="000000"/>
              </w:rPr>
              <w:t>2196.4</w:t>
            </w:r>
          </w:p>
        </w:tc>
      </w:tr>
      <w:tr w:rsidR="00F208ED" w:rsidRPr="00F208ED" w14:paraId="29B786CE" w14:textId="77777777" w:rsidTr="00E76C8B">
        <w:trPr>
          <w:trHeight w:val="315"/>
          <w:jc w:val="center"/>
        </w:trPr>
        <w:tc>
          <w:tcPr>
            <w:cnfStyle w:val="001000000000" w:firstRow="0" w:lastRow="0" w:firstColumn="1" w:lastColumn="0" w:oddVBand="0" w:evenVBand="0" w:oddHBand="0" w:evenHBand="0" w:firstRowFirstColumn="0" w:firstRowLastColumn="0" w:lastRowFirstColumn="0" w:lastRowLastColumn="0"/>
            <w:tcW w:w="1504" w:type="dxa"/>
            <w:noWrap/>
            <w:hideMark/>
          </w:tcPr>
          <w:p w14:paraId="54A2CD79" w14:textId="77777777" w:rsidR="00F208ED" w:rsidRPr="00F208ED" w:rsidRDefault="00F208ED" w:rsidP="00E76C8B">
            <w:pPr>
              <w:rPr>
                <w:rFonts w:ascii="Calibri" w:eastAsia="Times New Roman" w:hAnsi="Calibri" w:cs="Times New Roman"/>
                <w:b w:val="0"/>
                <w:color w:val="000000"/>
              </w:rPr>
            </w:pPr>
            <w:r w:rsidRPr="00F208ED">
              <w:rPr>
                <w:rFonts w:ascii="Calibri" w:eastAsia="Times New Roman" w:hAnsi="Calibri" w:cs="Times New Roman"/>
                <w:b w:val="0"/>
                <w:color w:val="000000"/>
              </w:rPr>
              <w:t>MP Steam</w:t>
            </w:r>
          </w:p>
        </w:tc>
        <w:tc>
          <w:tcPr>
            <w:tcW w:w="2145" w:type="dxa"/>
            <w:noWrap/>
            <w:hideMark/>
          </w:tcPr>
          <w:p w14:paraId="04B187E8" w14:textId="77777777" w:rsidR="00F208ED" w:rsidRPr="00F208ED" w:rsidRDefault="00F208ED" w:rsidP="00E76C8B">
            <w:pPr>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rPr>
            </w:pPr>
            <w:r w:rsidRPr="00F208ED">
              <w:rPr>
                <w:rFonts w:ascii="Calibri" w:eastAsia="Times New Roman" w:hAnsi="Calibri" w:cs="Times New Roman"/>
                <w:color w:val="000000"/>
              </w:rPr>
              <w:t>1981.4</w:t>
            </w:r>
          </w:p>
        </w:tc>
      </w:tr>
      <w:tr w:rsidR="00F208ED" w:rsidRPr="00F208ED" w14:paraId="14E94458" w14:textId="77777777" w:rsidTr="00E76C8B">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504" w:type="dxa"/>
            <w:tcBorders>
              <w:top w:val="none" w:sz="0" w:space="0" w:color="auto"/>
              <w:left w:val="none" w:sz="0" w:space="0" w:color="auto"/>
              <w:bottom w:val="none" w:sz="0" w:space="0" w:color="auto"/>
            </w:tcBorders>
            <w:noWrap/>
            <w:hideMark/>
          </w:tcPr>
          <w:p w14:paraId="00BB572B" w14:textId="77777777" w:rsidR="00F208ED" w:rsidRPr="00F208ED" w:rsidRDefault="00F208ED" w:rsidP="00E76C8B">
            <w:pPr>
              <w:rPr>
                <w:rFonts w:ascii="Calibri" w:eastAsia="Times New Roman" w:hAnsi="Calibri" w:cs="Times New Roman"/>
                <w:b w:val="0"/>
                <w:color w:val="000000"/>
              </w:rPr>
            </w:pPr>
            <w:r w:rsidRPr="00F208ED">
              <w:rPr>
                <w:rFonts w:ascii="Calibri" w:eastAsia="Times New Roman" w:hAnsi="Calibri" w:cs="Times New Roman"/>
                <w:b w:val="0"/>
                <w:color w:val="000000"/>
              </w:rPr>
              <w:t>HP Steam</w:t>
            </w:r>
          </w:p>
        </w:tc>
        <w:tc>
          <w:tcPr>
            <w:tcW w:w="2145" w:type="dxa"/>
            <w:tcBorders>
              <w:top w:val="none" w:sz="0" w:space="0" w:color="auto"/>
              <w:bottom w:val="none" w:sz="0" w:space="0" w:color="auto"/>
              <w:right w:val="none" w:sz="0" w:space="0" w:color="auto"/>
            </w:tcBorders>
            <w:noWrap/>
            <w:hideMark/>
          </w:tcPr>
          <w:p w14:paraId="2E0BC74B" w14:textId="77777777" w:rsidR="00F208ED" w:rsidRPr="00F208ED" w:rsidRDefault="00F208ED" w:rsidP="00E76C8B">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rPr>
            </w:pPr>
            <w:r w:rsidRPr="00F208ED">
              <w:rPr>
                <w:rFonts w:ascii="Calibri" w:eastAsia="Times New Roman" w:hAnsi="Calibri" w:cs="Times New Roman"/>
                <w:color w:val="000000"/>
              </w:rPr>
              <w:t>1703.1</w:t>
            </w:r>
          </w:p>
        </w:tc>
      </w:tr>
    </w:tbl>
    <w:p w14:paraId="53EF9682" w14:textId="77777777" w:rsidR="00F208ED" w:rsidRPr="00F208ED" w:rsidRDefault="00F208ED" w:rsidP="00F208ED">
      <w:pPr>
        <w:pStyle w:val="ListParagraph"/>
      </w:pPr>
    </w:p>
    <w:p w14:paraId="296DD3B4" w14:textId="77777777" w:rsidR="00F208ED" w:rsidRPr="00F208ED" w:rsidRDefault="00F208ED" w:rsidP="00F208ED">
      <w:pPr>
        <w:pStyle w:val="ListParagraph"/>
        <w:numPr>
          <w:ilvl w:val="0"/>
          <w:numId w:val="11"/>
        </w:numPr>
        <w:rPr>
          <w:i/>
        </w:rPr>
      </w:pPr>
      <w:r w:rsidRPr="00F208ED">
        <w:t xml:space="preserve"> </w:t>
      </w:r>
      <w:r w:rsidRPr="00F208ED">
        <w:rPr>
          <w:i/>
        </w:rPr>
        <w:t xml:space="preserve">Water Intensity: </w:t>
      </w:r>
      <w:r w:rsidRPr="00F208ED">
        <w:t>To compute the water intensity, we use the Cooling Water Input. NOTE:</w:t>
      </w:r>
      <w:r w:rsidRPr="00F208ED">
        <w:rPr>
          <w:i/>
        </w:rPr>
        <w:t xml:space="preserve"> The water requirement for Cooling is assumed to be non-recyclable, and the water for Steam generation to be recyclable. The solution gives the water intensity only for cooling water used, but the instructor may choose to include water use in steam (i.e. non-recyclable) to calculate the indicator. </w:t>
      </w:r>
    </w:p>
    <w:p w14:paraId="755F73C8" w14:textId="77777777" w:rsidR="00F208ED" w:rsidRPr="00F208ED" w:rsidRDefault="00F208ED" w:rsidP="00F208ED">
      <w:pPr>
        <w:pStyle w:val="ListParagraph"/>
        <w:numPr>
          <w:ilvl w:val="0"/>
          <w:numId w:val="11"/>
        </w:numPr>
      </w:pPr>
      <w:r w:rsidRPr="00F208ED">
        <w:t xml:space="preserve">Use the following method for the next three indicators: </w:t>
      </w:r>
      <w:r w:rsidRPr="00F208ED">
        <w:rPr>
          <w:i/>
        </w:rPr>
        <w:t>Global Warming Potential, Smog Formation Potential, Human Health Impacts Particulate Matter</w:t>
      </w:r>
    </w:p>
    <w:p w14:paraId="3E6C1B13" w14:textId="17886F2F" w:rsidR="00C5650A" w:rsidRDefault="00F208ED" w:rsidP="00F208ED">
      <w:pPr>
        <w:pStyle w:val="ListParagraph"/>
        <w:rPr>
          <w:b/>
          <w:sz w:val="24"/>
        </w:rPr>
        <w:sectPr w:rsidR="00C5650A" w:rsidSect="00F7154C">
          <w:pgSz w:w="12240" w:h="15840"/>
          <w:pgMar w:top="1440" w:right="1440" w:bottom="1440" w:left="1440" w:header="720" w:footer="720" w:gutter="0"/>
          <w:cols w:space="720"/>
          <w:docGrid w:linePitch="360"/>
        </w:sectPr>
      </w:pPr>
      <w:r w:rsidRPr="00F208ED">
        <w:t xml:space="preserve">For each of the compounds, multiply the inputs or outputs with the impact characterization factor. The impact of input or output is given according to the following equation: </w:t>
      </w:r>
    </w:p>
    <w:p w14:paraId="4B2D0E79" w14:textId="49E056BB" w:rsidR="00C5650A" w:rsidRDefault="00C5650A" w:rsidP="00264076">
      <w:pPr>
        <w:pStyle w:val="ListParagraph"/>
        <w:ind w:left="0"/>
        <w:rPr>
          <w:b/>
          <w:sz w:val="24"/>
        </w:rPr>
      </w:pPr>
    </w:p>
    <w:p w14:paraId="1A910E5A" w14:textId="77777777" w:rsidR="00C5650A" w:rsidRDefault="00C5650A" w:rsidP="00264076">
      <w:pPr>
        <w:pStyle w:val="ListParagraph"/>
        <w:ind w:left="0"/>
        <w:rPr>
          <w:b/>
          <w:sz w:val="24"/>
        </w:rPr>
      </w:pPr>
    </w:p>
    <w:tbl>
      <w:tblPr>
        <w:tblpPr w:leftFromText="180" w:rightFromText="180" w:vertAnchor="text" w:horzAnchor="margin" w:tblpXSpec="center" w:tblpY="-88"/>
        <w:tblOverlap w:val="never"/>
        <w:tblW w:w="12080" w:type="dxa"/>
        <w:tblLook w:val="04A0" w:firstRow="1" w:lastRow="0" w:firstColumn="1" w:lastColumn="0" w:noHBand="0" w:noVBand="1"/>
      </w:tblPr>
      <w:tblGrid>
        <w:gridCol w:w="3060"/>
        <w:gridCol w:w="2320"/>
        <w:gridCol w:w="1240"/>
        <w:gridCol w:w="1240"/>
        <w:gridCol w:w="1860"/>
        <w:gridCol w:w="1180"/>
        <w:gridCol w:w="1180"/>
      </w:tblGrid>
      <w:tr w:rsidR="00C5650A" w:rsidRPr="00C5650A" w14:paraId="216E81C2" w14:textId="77777777" w:rsidTr="00C5650A">
        <w:trPr>
          <w:trHeight w:val="20"/>
        </w:trPr>
        <w:tc>
          <w:tcPr>
            <w:tcW w:w="3060" w:type="dxa"/>
            <w:tcBorders>
              <w:top w:val="single" w:sz="8" w:space="0" w:color="000000"/>
              <w:bottom w:val="dotted" w:sz="4" w:space="0" w:color="auto"/>
              <w:right w:val="nil"/>
            </w:tcBorders>
            <w:shd w:val="clear" w:color="000000" w:fill="000000"/>
            <w:vAlign w:val="center"/>
            <w:hideMark/>
          </w:tcPr>
          <w:p w14:paraId="2D669341" w14:textId="77777777" w:rsidR="00C5650A" w:rsidRPr="00C5650A" w:rsidRDefault="00C5650A" w:rsidP="00C5650A">
            <w:pPr>
              <w:spacing w:after="0" w:line="240" w:lineRule="auto"/>
              <w:rPr>
                <w:rFonts w:ascii="Calibri" w:eastAsia="Times New Roman" w:hAnsi="Calibri" w:cs="Times New Roman"/>
                <w:b/>
                <w:bCs/>
                <w:color w:val="FFFFFF"/>
              </w:rPr>
            </w:pPr>
            <w:r w:rsidRPr="00C5650A">
              <w:rPr>
                <w:rFonts w:ascii="Calibri" w:eastAsia="Times New Roman" w:hAnsi="Calibri" w:cs="Times New Roman"/>
                <w:b/>
                <w:bCs/>
                <w:color w:val="FFFFFF"/>
              </w:rPr>
              <w:t>Process</w:t>
            </w:r>
          </w:p>
        </w:tc>
        <w:tc>
          <w:tcPr>
            <w:tcW w:w="2320" w:type="dxa"/>
            <w:tcBorders>
              <w:top w:val="single" w:sz="8" w:space="0" w:color="000000"/>
              <w:left w:val="nil"/>
              <w:bottom w:val="dotted" w:sz="4" w:space="0" w:color="auto"/>
              <w:right w:val="nil"/>
            </w:tcBorders>
            <w:shd w:val="clear" w:color="000000" w:fill="000000"/>
            <w:vAlign w:val="center"/>
            <w:hideMark/>
          </w:tcPr>
          <w:p w14:paraId="532BEF04" w14:textId="77777777" w:rsidR="00C5650A" w:rsidRPr="00C5650A" w:rsidRDefault="00C5650A" w:rsidP="00C5650A">
            <w:pPr>
              <w:spacing w:after="0" w:line="240" w:lineRule="auto"/>
              <w:rPr>
                <w:rFonts w:ascii="Calibri" w:eastAsia="Times New Roman" w:hAnsi="Calibri" w:cs="Times New Roman"/>
                <w:b/>
                <w:bCs/>
                <w:color w:val="FFFFFF"/>
              </w:rPr>
            </w:pPr>
            <w:r w:rsidRPr="00C5650A">
              <w:rPr>
                <w:rFonts w:ascii="Calibri" w:eastAsia="Times New Roman" w:hAnsi="Calibri" w:cs="Times New Roman"/>
                <w:b/>
                <w:bCs/>
                <w:color w:val="FFFFFF"/>
              </w:rPr>
              <w:t>Input Streams</w:t>
            </w:r>
          </w:p>
        </w:tc>
        <w:tc>
          <w:tcPr>
            <w:tcW w:w="1240" w:type="dxa"/>
            <w:tcBorders>
              <w:top w:val="single" w:sz="8" w:space="0" w:color="000000"/>
              <w:left w:val="nil"/>
              <w:bottom w:val="dotted" w:sz="4" w:space="0" w:color="auto"/>
              <w:right w:val="nil"/>
            </w:tcBorders>
            <w:shd w:val="clear" w:color="000000" w:fill="000000"/>
            <w:vAlign w:val="center"/>
            <w:hideMark/>
          </w:tcPr>
          <w:p w14:paraId="577D5474" w14:textId="77777777" w:rsidR="00C5650A" w:rsidRPr="00C5650A" w:rsidRDefault="00C5650A" w:rsidP="00C5650A">
            <w:pPr>
              <w:spacing w:after="0" w:line="240" w:lineRule="auto"/>
              <w:jc w:val="right"/>
              <w:rPr>
                <w:rFonts w:ascii="Calibri" w:eastAsia="Times New Roman" w:hAnsi="Calibri" w:cs="Times New Roman"/>
                <w:b/>
                <w:bCs/>
                <w:color w:val="FFFFFF"/>
              </w:rPr>
            </w:pPr>
            <w:r w:rsidRPr="00C5650A">
              <w:rPr>
                <w:rFonts w:ascii="Calibri" w:eastAsia="Times New Roman" w:hAnsi="Calibri" w:cs="Times New Roman"/>
                <w:b/>
                <w:bCs/>
                <w:color w:val="FFFFFF"/>
              </w:rPr>
              <w:t xml:space="preserve"> Flow Rate (Kg/</w:t>
            </w:r>
            <w:proofErr w:type="spellStart"/>
            <w:r w:rsidRPr="00C5650A">
              <w:rPr>
                <w:rFonts w:ascii="Calibri" w:eastAsia="Times New Roman" w:hAnsi="Calibri" w:cs="Times New Roman"/>
                <w:b/>
                <w:bCs/>
                <w:color w:val="FFFFFF"/>
              </w:rPr>
              <w:t>hr</w:t>
            </w:r>
            <w:proofErr w:type="spellEnd"/>
            <w:r w:rsidRPr="00C5650A">
              <w:rPr>
                <w:rFonts w:ascii="Calibri" w:eastAsia="Times New Roman" w:hAnsi="Calibri" w:cs="Times New Roman"/>
                <w:b/>
                <w:bCs/>
                <w:color w:val="FFFFFF"/>
              </w:rPr>
              <w:t>)</w:t>
            </w:r>
          </w:p>
        </w:tc>
        <w:tc>
          <w:tcPr>
            <w:tcW w:w="1240" w:type="dxa"/>
            <w:tcBorders>
              <w:top w:val="single" w:sz="8" w:space="0" w:color="000000"/>
              <w:left w:val="nil"/>
              <w:bottom w:val="dotted" w:sz="4" w:space="0" w:color="auto"/>
              <w:right w:val="nil"/>
            </w:tcBorders>
            <w:shd w:val="clear" w:color="000000" w:fill="000000"/>
            <w:vAlign w:val="center"/>
            <w:hideMark/>
          </w:tcPr>
          <w:p w14:paraId="7E1DC479" w14:textId="77777777" w:rsidR="00C5650A" w:rsidRPr="00C5650A" w:rsidRDefault="00C5650A" w:rsidP="00C5650A">
            <w:pPr>
              <w:spacing w:after="0" w:line="240" w:lineRule="auto"/>
              <w:rPr>
                <w:rFonts w:ascii="Calibri" w:eastAsia="Times New Roman" w:hAnsi="Calibri" w:cs="Times New Roman"/>
                <w:b/>
                <w:bCs/>
                <w:color w:val="FFFFFF"/>
              </w:rPr>
            </w:pPr>
            <w:r w:rsidRPr="00C5650A">
              <w:rPr>
                <w:rFonts w:ascii="Calibri" w:eastAsia="Times New Roman" w:hAnsi="Calibri" w:cs="Times New Roman"/>
                <w:b/>
                <w:bCs/>
                <w:color w:val="FFFFFF"/>
              </w:rPr>
              <w:t>Flow Rate (kg/kg methanol)</w:t>
            </w:r>
          </w:p>
        </w:tc>
        <w:tc>
          <w:tcPr>
            <w:tcW w:w="1860" w:type="dxa"/>
            <w:tcBorders>
              <w:top w:val="single" w:sz="8" w:space="0" w:color="000000"/>
              <w:left w:val="nil"/>
              <w:bottom w:val="dotted" w:sz="4" w:space="0" w:color="auto"/>
              <w:right w:val="nil"/>
            </w:tcBorders>
            <w:shd w:val="clear" w:color="000000" w:fill="000000"/>
            <w:vAlign w:val="center"/>
            <w:hideMark/>
          </w:tcPr>
          <w:p w14:paraId="57074A18" w14:textId="77777777" w:rsidR="00C5650A" w:rsidRPr="00C5650A" w:rsidRDefault="00C5650A" w:rsidP="00C5650A">
            <w:pPr>
              <w:spacing w:after="0" w:line="240" w:lineRule="auto"/>
              <w:rPr>
                <w:rFonts w:ascii="Calibri" w:eastAsia="Times New Roman" w:hAnsi="Calibri" w:cs="Times New Roman"/>
                <w:b/>
                <w:bCs/>
                <w:color w:val="FFFFFF"/>
              </w:rPr>
            </w:pPr>
            <w:r w:rsidRPr="00C5650A">
              <w:rPr>
                <w:rFonts w:ascii="Calibri" w:eastAsia="Times New Roman" w:hAnsi="Calibri" w:cs="Times New Roman"/>
                <w:b/>
                <w:bCs/>
                <w:color w:val="FFFFFF"/>
              </w:rPr>
              <w:t>Output Streams</w:t>
            </w:r>
          </w:p>
        </w:tc>
        <w:tc>
          <w:tcPr>
            <w:tcW w:w="1180" w:type="dxa"/>
            <w:tcBorders>
              <w:top w:val="single" w:sz="8" w:space="0" w:color="000000"/>
              <w:left w:val="nil"/>
              <w:bottom w:val="dotted" w:sz="4" w:space="0" w:color="auto"/>
              <w:right w:val="nil"/>
            </w:tcBorders>
            <w:shd w:val="clear" w:color="000000" w:fill="000000"/>
            <w:vAlign w:val="center"/>
            <w:hideMark/>
          </w:tcPr>
          <w:p w14:paraId="4DB26963" w14:textId="77777777" w:rsidR="00C5650A" w:rsidRPr="00C5650A" w:rsidRDefault="00C5650A" w:rsidP="00C5650A">
            <w:pPr>
              <w:spacing w:after="0" w:line="240" w:lineRule="auto"/>
              <w:jc w:val="right"/>
              <w:rPr>
                <w:rFonts w:ascii="Calibri" w:eastAsia="Times New Roman" w:hAnsi="Calibri" w:cs="Times New Roman"/>
                <w:b/>
                <w:bCs/>
                <w:color w:val="FFFFFF"/>
              </w:rPr>
            </w:pPr>
            <w:r w:rsidRPr="00C5650A">
              <w:rPr>
                <w:rFonts w:ascii="Calibri" w:eastAsia="Times New Roman" w:hAnsi="Calibri" w:cs="Times New Roman"/>
                <w:b/>
                <w:bCs/>
                <w:color w:val="FFFFFF"/>
              </w:rPr>
              <w:t xml:space="preserve"> Flow Rate (Kg/</w:t>
            </w:r>
            <w:proofErr w:type="spellStart"/>
            <w:r w:rsidRPr="00C5650A">
              <w:rPr>
                <w:rFonts w:ascii="Calibri" w:eastAsia="Times New Roman" w:hAnsi="Calibri" w:cs="Times New Roman"/>
                <w:b/>
                <w:bCs/>
                <w:color w:val="FFFFFF"/>
              </w:rPr>
              <w:t>hr</w:t>
            </w:r>
            <w:proofErr w:type="spellEnd"/>
            <w:r w:rsidRPr="00C5650A">
              <w:rPr>
                <w:rFonts w:ascii="Calibri" w:eastAsia="Times New Roman" w:hAnsi="Calibri" w:cs="Times New Roman"/>
                <w:b/>
                <w:bCs/>
                <w:color w:val="FFFFFF"/>
              </w:rPr>
              <w:t>)</w:t>
            </w:r>
          </w:p>
        </w:tc>
        <w:tc>
          <w:tcPr>
            <w:tcW w:w="1180" w:type="dxa"/>
            <w:tcBorders>
              <w:top w:val="single" w:sz="8" w:space="0" w:color="000000"/>
              <w:left w:val="nil"/>
              <w:bottom w:val="dotted" w:sz="4" w:space="0" w:color="auto"/>
            </w:tcBorders>
            <w:shd w:val="clear" w:color="000000" w:fill="000000"/>
            <w:vAlign w:val="center"/>
            <w:hideMark/>
          </w:tcPr>
          <w:p w14:paraId="5081DFAB" w14:textId="77777777" w:rsidR="00C5650A" w:rsidRPr="00C5650A" w:rsidRDefault="00C5650A" w:rsidP="00C5650A">
            <w:pPr>
              <w:spacing w:after="0" w:line="240" w:lineRule="auto"/>
              <w:rPr>
                <w:rFonts w:ascii="Calibri" w:eastAsia="Times New Roman" w:hAnsi="Calibri" w:cs="Times New Roman"/>
                <w:b/>
                <w:bCs/>
                <w:color w:val="FFFFFF"/>
              </w:rPr>
            </w:pPr>
            <w:r w:rsidRPr="00C5650A">
              <w:rPr>
                <w:rFonts w:ascii="Calibri" w:eastAsia="Times New Roman" w:hAnsi="Calibri" w:cs="Times New Roman"/>
                <w:b/>
                <w:bCs/>
                <w:color w:val="FFFFFF"/>
              </w:rPr>
              <w:t>Flow Rate (kg/kg methanol)</w:t>
            </w:r>
          </w:p>
        </w:tc>
      </w:tr>
      <w:tr w:rsidR="00C5650A" w:rsidRPr="00C5650A" w14:paraId="00B93E25" w14:textId="77777777" w:rsidTr="00C5650A">
        <w:trPr>
          <w:trHeight w:val="20"/>
        </w:trPr>
        <w:tc>
          <w:tcPr>
            <w:tcW w:w="3060" w:type="dxa"/>
            <w:vMerge w:val="restart"/>
            <w:tcBorders>
              <w:top w:val="nil"/>
              <w:bottom w:val="dotted" w:sz="4" w:space="0" w:color="000000"/>
              <w:right w:val="nil"/>
            </w:tcBorders>
            <w:shd w:val="clear" w:color="000000" w:fill="FFFFFF"/>
            <w:vAlign w:val="center"/>
            <w:hideMark/>
          </w:tcPr>
          <w:p w14:paraId="2774B2C4" w14:textId="77777777" w:rsidR="00C5650A" w:rsidRPr="00C5650A" w:rsidRDefault="00C5650A" w:rsidP="00C5650A">
            <w:pPr>
              <w:spacing w:after="0" w:line="240" w:lineRule="auto"/>
              <w:rPr>
                <w:rFonts w:ascii="Calibri" w:eastAsia="Times New Roman" w:hAnsi="Calibri" w:cs="Times New Roman"/>
                <w:color w:val="000000"/>
                <w:sz w:val="20"/>
                <w:szCs w:val="20"/>
              </w:rPr>
            </w:pPr>
            <w:proofErr w:type="spellStart"/>
            <w:r w:rsidRPr="00C5650A">
              <w:rPr>
                <w:rFonts w:ascii="Calibri" w:eastAsia="Times New Roman" w:hAnsi="Calibri" w:cs="Times New Roman"/>
                <w:color w:val="000000"/>
                <w:sz w:val="20"/>
                <w:szCs w:val="20"/>
              </w:rPr>
              <w:t>Nerlov</w:t>
            </w:r>
            <w:proofErr w:type="spellEnd"/>
            <w:r w:rsidRPr="00C5650A">
              <w:rPr>
                <w:rFonts w:ascii="Calibri" w:eastAsia="Times New Roman" w:hAnsi="Calibri" w:cs="Times New Roman"/>
                <w:color w:val="000000"/>
                <w:sz w:val="20"/>
                <w:szCs w:val="20"/>
              </w:rPr>
              <w:t xml:space="preserve"> and </w:t>
            </w:r>
            <w:proofErr w:type="spellStart"/>
            <w:r w:rsidRPr="00C5650A">
              <w:rPr>
                <w:rFonts w:ascii="Calibri" w:eastAsia="Times New Roman" w:hAnsi="Calibri" w:cs="Times New Roman"/>
                <w:color w:val="000000"/>
                <w:sz w:val="20"/>
                <w:szCs w:val="20"/>
              </w:rPr>
              <w:t>Chokendorff</w:t>
            </w:r>
            <w:proofErr w:type="spellEnd"/>
            <w:r w:rsidRPr="00C5650A">
              <w:rPr>
                <w:rFonts w:ascii="Calibri" w:eastAsia="Times New Roman" w:hAnsi="Calibri" w:cs="Times New Roman"/>
                <w:color w:val="000000"/>
                <w:sz w:val="20"/>
                <w:szCs w:val="20"/>
              </w:rPr>
              <w:t>, 1999</w:t>
            </w:r>
          </w:p>
        </w:tc>
        <w:tc>
          <w:tcPr>
            <w:tcW w:w="2320" w:type="dxa"/>
            <w:tcBorders>
              <w:top w:val="nil"/>
              <w:left w:val="nil"/>
              <w:bottom w:val="dotted" w:sz="4" w:space="0" w:color="auto"/>
              <w:right w:val="nil"/>
            </w:tcBorders>
            <w:shd w:val="clear" w:color="000000" w:fill="9BBB59"/>
            <w:vAlign w:val="center"/>
            <w:hideMark/>
          </w:tcPr>
          <w:p w14:paraId="42FAC106"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Carbon Dioxide</w:t>
            </w:r>
          </w:p>
        </w:tc>
        <w:tc>
          <w:tcPr>
            <w:tcW w:w="1240" w:type="dxa"/>
            <w:tcBorders>
              <w:top w:val="nil"/>
              <w:left w:val="nil"/>
              <w:bottom w:val="dotted" w:sz="4" w:space="0" w:color="auto"/>
              <w:right w:val="nil"/>
            </w:tcBorders>
            <w:shd w:val="clear" w:color="000000" w:fill="FFFFFF"/>
            <w:vAlign w:val="center"/>
            <w:hideMark/>
          </w:tcPr>
          <w:p w14:paraId="28CBE962"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75,540</w:t>
            </w:r>
          </w:p>
        </w:tc>
        <w:tc>
          <w:tcPr>
            <w:tcW w:w="1240" w:type="dxa"/>
            <w:tcBorders>
              <w:top w:val="nil"/>
              <w:left w:val="nil"/>
              <w:bottom w:val="dotted" w:sz="4" w:space="0" w:color="auto"/>
              <w:right w:val="nil"/>
            </w:tcBorders>
            <w:shd w:val="clear" w:color="000000" w:fill="FFFFFF"/>
            <w:vAlign w:val="center"/>
            <w:hideMark/>
          </w:tcPr>
          <w:p w14:paraId="31C52527"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1.38E+00</w:t>
            </w:r>
          </w:p>
        </w:tc>
        <w:tc>
          <w:tcPr>
            <w:tcW w:w="1860" w:type="dxa"/>
            <w:tcBorders>
              <w:top w:val="nil"/>
              <w:left w:val="nil"/>
              <w:bottom w:val="dotted" w:sz="4" w:space="0" w:color="auto"/>
              <w:right w:val="nil"/>
            </w:tcBorders>
            <w:shd w:val="clear" w:color="000000" w:fill="FF0000"/>
            <w:vAlign w:val="center"/>
            <w:hideMark/>
          </w:tcPr>
          <w:p w14:paraId="732F06C2"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Methanol</w:t>
            </w:r>
          </w:p>
        </w:tc>
        <w:tc>
          <w:tcPr>
            <w:tcW w:w="1180" w:type="dxa"/>
            <w:tcBorders>
              <w:top w:val="nil"/>
              <w:left w:val="nil"/>
              <w:bottom w:val="dotted" w:sz="4" w:space="0" w:color="auto"/>
              <w:right w:val="nil"/>
            </w:tcBorders>
            <w:shd w:val="clear" w:color="000000" w:fill="FFFFFF"/>
            <w:vAlign w:val="center"/>
            <w:hideMark/>
          </w:tcPr>
          <w:p w14:paraId="6E232627"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54,760</w:t>
            </w:r>
          </w:p>
        </w:tc>
        <w:tc>
          <w:tcPr>
            <w:tcW w:w="1180" w:type="dxa"/>
            <w:tcBorders>
              <w:top w:val="nil"/>
              <w:left w:val="nil"/>
              <w:bottom w:val="dotted" w:sz="4" w:space="0" w:color="auto"/>
            </w:tcBorders>
            <w:shd w:val="clear" w:color="000000" w:fill="FFFFFF"/>
            <w:vAlign w:val="center"/>
            <w:hideMark/>
          </w:tcPr>
          <w:p w14:paraId="557B92BD"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1.00E+00</w:t>
            </w:r>
          </w:p>
        </w:tc>
      </w:tr>
      <w:tr w:rsidR="00C5650A" w:rsidRPr="00C5650A" w14:paraId="036A00E2" w14:textId="77777777" w:rsidTr="00C5650A">
        <w:trPr>
          <w:trHeight w:val="20"/>
        </w:trPr>
        <w:tc>
          <w:tcPr>
            <w:tcW w:w="3060" w:type="dxa"/>
            <w:vMerge/>
            <w:tcBorders>
              <w:top w:val="nil"/>
              <w:bottom w:val="dotted" w:sz="4" w:space="0" w:color="000000"/>
              <w:right w:val="nil"/>
            </w:tcBorders>
            <w:vAlign w:val="center"/>
            <w:hideMark/>
          </w:tcPr>
          <w:p w14:paraId="5D91D0FB"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FFFFFF"/>
            <w:vAlign w:val="center"/>
            <w:hideMark/>
          </w:tcPr>
          <w:p w14:paraId="3E0B0839"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Hydrogen</w:t>
            </w:r>
          </w:p>
        </w:tc>
        <w:tc>
          <w:tcPr>
            <w:tcW w:w="1240" w:type="dxa"/>
            <w:tcBorders>
              <w:top w:val="nil"/>
              <w:left w:val="nil"/>
              <w:bottom w:val="dotted" w:sz="4" w:space="0" w:color="auto"/>
              <w:right w:val="nil"/>
            </w:tcBorders>
            <w:shd w:val="clear" w:color="000000" w:fill="FFFFFF"/>
            <w:vAlign w:val="center"/>
            <w:hideMark/>
          </w:tcPr>
          <w:p w14:paraId="48474C3F"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10,380</w:t>
            </w:r>
          </w:p>
        </w:tc>
        <w:tc>
          <w:tcPr>
            <w:tcW w:w="1240" w:type="dxa"/>
            <w:tcBorders>
              <w:top w:val="nil"/>
              <w:left w:val="nil"/>
              <w:bottom w:val="dotted" w:sz="4" w:space="0" w:color="auto"/>
              <w:right w:val="nil"/>
            </w:tcBorders>
            <w:shd w:val="clear" w:color="000000" w:fill="FFFFFF"/>
            <w:vAlign w:val="center"/>
            <w:hideMark/>
          </w:tcPr>
          <w:p w14:paraId="7244E90C"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1.90E-01</w:t>
            </w:r>
          </w:p>
        </w:tc>
        <w:tc>
          <w:tcPr>
            <w:tcW w:w="1860" w:type="dxa"/>
            <w:tcBorders>
              <w:top w:val="nil"/>
              <w:left w:val="nil"/>
              <w:bottom w:val="dotted" w:sz="4" w:space="0" w:color="auto"/>
              <w:right w:val="nil"/>
            </w:tcBorders>
            <w:shd w:val="clear" w:color="000000" w:fill="FFFFFF"/>
            <w:hideMark/>
          </w:tcPr>
          <w:p w14:paraId="58AD5B3B" w14:textId="77777777" w:rsidR="00C5650A" w:rsidRPr="00C5650A" w:rsidRDefault="00C5650A" w:rsidP="00C5650A">
            <w:pPr>
              <w:spacing w:after="0" w:line="240" w:lineRule="auto"/>
              <w:rPr>
                <w:rFonts w:ascii="Calibri" w:eastAsia="Times New Roman" w:hAnsi="Calibri" w:cs="Times New Roman"/>
                <w:color w:val="000000"/>
              </w:rPr>
            </w:pPr>
            <w:r w:rsidRPr="00C5650A">
              <w:rPr>
                <w:rFonts w:ascii="Calibri" w:eastAsia="Times New Roman" w:hAnsi="Calibri" w:cs="Times New Roman"/>
                <w:color w:val="000000"/>
              </w:rPr>
              <w:t> </w:t>
            </w:r>
          </w:p>
        </w:tc>
        <w:tc>
          <w:tcPr>
            <w:tcW w:w="1180" w:type="dxa"/>
            <w:tcBorders>
              <w:top w:val="nil"/>
              <w:left w:val="nil"/>
              <w:bottom w:val="dotted" w:sz="4" w:space="0" w:color="auto"/>
              <w:right w:val="nil"/>
            </w:tcBorders>
            <w:shd w:val="clear" w:color="000000" w:fill="FFFFFF"/>
            <w:hideMark/>
          </w:tcPr>
          <w:p w14:paraId="0D91D99A" w14:textId="77777777" w:rsidR="00C5650A" w:rsidRPr="00C5650A" w:rsidRDefault="00C5650A" w:rsidP="00C5650A">
            <w:pPr>
              <w:spacing w:after="0" w:line="240" w:lineRule="auto"/>
              <w:rPr>
                <w:rFonts w:ascii="Calibri" w:eastAsia="Times New Roman" w:hAnsi="Calibri" w:cs="Times New Roman"/>
                <w:color w:val="000000"/>
              </w:rPr>
            </w:pPr>
            <w:r w:rsidRPr="00C5650A">
              <w:rPr>
                <w:rFonts w:ascii="Calibri" w:eastAsia="Times New Roman" w:hAnsi="Calibri" w:cs="Times New Roman"/>
                <w:color w:val="000000"/>
              </w:rPr>
              <w:t> </w:t>
            </w:r>
          </w:p>
        </w:tc>
        <w:tc>
          <w:tcPr>
            <w:tcW w:w="1180" w:type="dxa"/>
            <w:tcBorders>
              <w:top w:val="nil"/>
              <w:left w:val="nil"/>
              <w:bottom w:val="dotted" w:sz="4" w:space="0" w:color="auto"/>
            </w:tcBorders>
            <w:shd w:val="clear" w:color="000000" w:fill="FFFFFF"/>
            <w:vAlign w:val="center"/>
            <w:hideMark/>
          </w:tcPr>
          <w:p w14:paraId="2F55A364"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r>
      <w:tr w:rsidR="00C5650A" w:rsidRPr="00C5650A" w14:paraId="7ABA1A21" w14:textId="77777777" w:rsidTr="00C5650A">
        <w:trPr>
          <w:trHeight w:val="20"/>
        </w:trPr>
        <w:tc>
          <w:tcPr>
            <w:tcW w:w="3060" w:type="dxa"/>
            <w:vMerge/>
            <w:tcBorders>
              <w:top w:val="nil"/>
              <w:bottom w:val="dotted" w:sz="4" w:space="0" w:color="000000"/>
              <w:right w:val="nil"/>
            </w:tcBorders>
            <w:vAlign w:val="center"/>
            <w:hideMark/>
          </w:tcPr>
          <w:p w14:paraId="14B09181"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4F81BD"/>
            <w:vAlign w:val="center"/>
            <w:hideMark/>
          </w:tcPr>
          <w:p w14:paraId="54CACC91"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Cooling Water</w:t>
            </w:r>
          </w:p>
        </w:tc>
        <w:tc>
          <w:tcPr>
            <w:tcW w:w="1240" w:type="dxa"/>
            <w:tcBorders>
              <w:top w:val="nil"/>
              <w:left w:val="nil"/>
              <w:bottom w:val="dotted" w:sz="4" w:space="0" w:color="auto"/>
              <w:right w:val="nil"/>
            </w:tcBorders>
            <w:shd w:val="clear" w:color="000000" w:fill="FFFFFF"/>
            <w:vAlign w:val="center"/>
            <w:hideMark/>
          </w:tcPr>
          <w:p w14:paraId="0316B431"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18,160,000</w:t>
            </w:r>
          </w:p>
        </w:tc>
        <w:tc>
          <w:tcPr>
            <w:tcW w:w="1240" w:type="dxa"/>
            <w:tcBorders>
              <w:top w:val="nil"/>
              <w:left w:val="nil"/>
              <w:bottom w:val="dotted" w:sz="4" w:space="0" w:color="auto"/>
              <w:right w:val="nil"/>
            </w:tcBorders>
            <w:shd w:val="clear" w:color="000000" w:fill="FFFFFF"/>
            <w:vAlign w:val="center"/>
            <w:hideMark/>
          </w:tcPr>
          <w:p w14:paraId="190B634A"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3.32E+02</w:t>
            </w:r>
          </w:p>
        </w:tc>
        <w:tc>
          <w:tcPr>
            <w:tcW w:w="1860" w:type="dxa"/>
            <w:tcBorders>
              <w:top w:val="nil"/>
              <w:left w:val="nil"/>
              <w:bottom w:val="dotted" w:sz="4" w:space="0" w:color="auto"/>
              <w:right w:val="nil"/>
            </w:tcBorders>
            <w:shd w:val="clear" w:color="000000" w:fill="FFFFFF"/>
            <w:hideMark/>
          </w:tcPr>
          <w:p w14:paraId="64ECDD28" w14:textId="77777777" w:rsidR="00C5650A" w:rsidRPr="00C5650A" w:rsidRDefault="00C5650A" w:rsidP="00C5650A">
            <w:pPr>
              <w:spacing w:after="0" w:line="240" w:lineRule="auto"/>
              <w:rPr>
                <w:rFonts w:ascii="Calibri" w:eastAsia="Times New Roman" w:hAnsi="Calibri" w:cs="Times New Roman"/>
                <w:color w:val="000000"/>
              </w:rPr>
            </w:pPr>
            <w:r w:rsidRPr="00C5650A">
              <w:rPr>
                <w:rFonts w:ascii="Calibri" w:eastAsia="Times New Roman" w:hAnsi="Calibri" w:cs="Times New Roman"/>
                <w:color w:val="000000"/>
              </w:rPr>
              <w:t> </w:t>
            </w:r>
          </w:p>
        </w:tc>
        <w:tc>
          <w:tcPr>
            <w:tcW w:w="1180" w:type="dxa"/>
            <w:tcBorders>
              <w:top w:val="nil"/>
              <w:left w:val="nil"/>
              <w:bottom w:val="dotted" w:sz="4" w:space="0" w:color="auto"/>
              <w:right w:val="nil"/>
            </w:tcBorders>
            <w:shd w:val="clear" w:color="000000" w:fill="FFFFFF"/>
            <w:hideMark/>
          </w:tcPr>
          <w:p w14:paraId="6DED3F1D" w14:textId="77777777" w:rsidR="00C5650A" w:rsidRPr="00C5650A" w:rsidRDefault="00C5650A" w:rsidP="00C5650A">
            <w:pPr>
              <w:spacing w:after="0" w:line="240" w:lineRule="auto"/>
              <w:rPr>
                <w:rFonts w:ascii="Calibri" w:eastAsia="Times New Roman" w:hAnsi="Calibri" w:cs="Times New Roman"/>
                <w:color w:val="000000"/>
              </w:rPr>
            </w:pPr>
            <w:r w:rsidRPr="00C5650A">
              <w:rPr>
                <w:rFonts w:ascii="Calibri" w:eastAsia="Times New Roman" w:hAnsi="Calibri" w:cs="Times New Roman"/>
                <w:color w:val="000000"/>
              </w:rPr>
              <w:t> </w:t>
            </w:r>
          </w:p>
        </w:tc>
        <w:tc>
          <w:tcPr>
            <w:tcW w:w="1180" w:type="dxa"/>
            <w:tcBorders>
              <w:top w:val="nil"/>
              <w:left w:val="nil"/>
              <w:bottom w:val="dotted" w:sz="4" w:space="0" w:color="auto"/>
            </w:tcBorders>
            <w:shd w:val="clear" w:color="000000" w:fill="FFFFFF"/>
            <w:vAlign w:val="center"/>
            <w:hideMark/>
          </w:tcPr>
          <w:p w14:paraId="419B37D7"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r>
      <w:tr w:rsidR="00C5650A" w:rsidRPr="00C5650A" w14:paraId="296B8D57" w14:textId="77777777" w:rsidTr="00C5650A">
        <w:trPr>
          <w:trHeight w:val="20"/>
        </w:trPr>
        <w:tc>
          <w:tcPr>
            <w:tcW w:w="3060" w:type="dxa"/>
            <w:vMerge/>
            <w:tcBorders>
              <w:top w:val="nil"/>
              <w:bottom w:val="dotted" w:sz="4" w:space="0" w:color="000000"/>
              <w:right w:val="nil"/>
            </w:tcBorders>
            <w:vAlign w:val="center"/>
            <w:hideMark/>
          </w:tcPr>
          <w:p w14:paraId="50895AD3"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800000"/>
            <w:vAlign w:val="center"/>
            <w:hideMark/>
          </w:tcPr>
          <w:p w14:paraId="406E2DA3"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HP Steam</w:t>
            </w:r>
          </w:p>
        </w:tc>
        <w:tc>
          <w:tcPr>
            <w:tcW w:w="1240" w:type="dxa"/>
            <w:tcBorders>
              <w:top w:val="nil"/>
              <w:left w:val="nil"/>
              <w:bottom w:val="dotted" w:sz="4" w:space="0" w:color="auto"/>
              <w:right w:val="nil"/>
            </w:tcBorders>
            <w:shd w:val="clear" w:color="000000" w:fill="FFFFFF"/>
            <w:vAlign w:val="center"/>
            <w:hideMark/>
          </w:tcPr>
          <w:p w14:paraId="5DD9B003"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776,000</w:t>
            </w:r>
          </w:p>
        </w:tc>
        <w:tc>
          <w:tcPr>
            <w:tcW w:w="1240" w:type="dxa"/>
            <w:tcBorders>
              <w:top w:val="nil"/>
              <w:left w:val="nil"/>
              <w:bottom w:val="dotted" w:sz="4" w:space="0" w:color="auto"/>
              <w:right w:val="nil"/>
            </w:tcBorders>
            <w:shd w:val="clear" w:color="000000" w:fill="FFFFFF"/>
            <w:vAlign w:val="center"/>
            <w:hideMark/>
          </w:tcPr>
          <w:p w14:paraId="03424F37"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1.42E+01</w:t>
            </w:r>
          </w:p>
        </w:tc>
        <w:tc>
          <w:tcPr>
            <w:tcW w:w="1860" w:type="dxa"/>
            <w:tcBorders>
              <w:top w:val="nil"/>
              <w:left w:val="nil"/>
              <w:bottom w:val="dotted" w:sz="4" w:space="0" w:color="auto"/>
              <w:right w:val="nil"/>
            </w:tcBorders>
            <w:shd w:val="clear" w:color="000000" w:fill="FFFFFF"/>
            <w:vAlign w:val="center"/>
            <w:hideMark/>
          </w:tcPr>
          <w:p w14:paraId="21E5A894"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c>
          <w:tcPr>
            <w:tcW w:w="1180" w:type="dxa"/>
            <w:tcBorders>
              <w:top w:val="nil"/>
              <w:left w:val="nil"/>
              <w:bottom w:val="dotted" w:sz="4" w:space="0" w:color="auto"/>
              <w:right w:val="nil"/>
            </w:tcBorders>
            <w:shd w:val="clear" w:color="000000" w:fill="FFFFFF"/>
            <w:vAlign w:val="center"/>
            <w:hideMark/>
          </w:tcPr>
          <w:p w14:paraId="02810712"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c>
          <w:tcPr>
            <w:tcW w:w="1180" w:type="dxa"/>
            <w:tcBorders>
              <w:top w:val="nil"/>
              <w:left w:val="nil"/>
              <w:bottom w:val="dotted" w:sz="4" w:space="0" w:color="auto"/>
            </w:tcBorders>
            <w:shd w:val="clear" w:color="000000" w:fill="FFFFFF"/>
            <w:vAlign w:val="center"/>
            <w:hideMark/>
          </w:tcPr>
          <w:p w14:paraId="2AF8E4BA"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r>
      <w:tr w:rsidR="00C5650A" w:rsidRPr="00C5650A" w14:paraId="05EFC50F" w14:textId="77777777" w:rsidTr="00C5650A">
        <w:trPr>
          <w:trHeight w:val="20"/>
        </w:trPr>
        <w:tc>
          <w:tcPr>
            <w:tcW w:w="3060" w:type="dxa"/>
            <w:vMerge w:val="restart"/>
            <w:tcBorders>
              <w:top w:val="nil"/>
              <w:bottom w:val="dotted" w:sz="4" w:space="0" w:color="000000"/>
              <w:right w:val="nil"/>
            </w:tcBorders>
            <w:shd w:val="clear" w:color="000000" w:fill="FFFFFF"/>
            <w:vAlign w:val="center"/>
            <w:hideMark/>
          </w:tcPr>
          <w:p w14:paraId="1E19FDF3" w14:textId="77777777" w:rsidR="00C5650A" w:rsidRPr="00C5650A" w:rsidRDefault="00C5650A" w:rsidP="00C5650A">
            <w:pPr>
              <w:spacing w:after="0" w:line="240" w:lineRule="auto"/>
              <w:rPr>
                <w:rFonts w:ascii="Calibri" w:eastAsia="Times New Roman" w:hAnsi="Calibri" w:cs="Times New Roman"/>
                <w:color w:val="000000"/>
                <w:sz w:val="20"/>
                <w:szCs w:val="20"/>
              </w:rPr>
            </w:pPr>
            <w:proofErr w:type="spellStart"/>
            <w:r w:rsidRPr="00C5650A">
              <w:rPr>
                <w:rFonts w:ascii="Calibri" w:eastAsia="Times New Roman" w:hAnsi="Calibri" w:cs="Times New Roman"/>
                <w:color w:val="000000"/>
                <w:sz w:val="20"/>
                <w:szCs w:val="20"/>
              </w:rPr>
              <w:t>Toyir</w:t>
            </w:r>
            <w:proofErr w:type="spellEnd"/>
            <w:r w:rsidRPr="00C5650A">
              <w:rPr>
                <w:rFonts w:ascii="Calibri" w:eastAsia="Times New Roman" w:hAnsi="Calibri" w:cs="Times New Roman"/>
                <w:color w:val="000000"/>
                <w:sz w:val="20"/>
                <w:szCs w:val="20"/>
              </w:rPr>
              <w:t xml:space="preserve"> et al., 1998</w:t>
            </w:r>
          </w:p>
        </w:tc>
        <w:tc>
          <w:tcPr>
            <w:tcW w:w="2320" w:type="dxa"/>
            <w:tcBorders>
              <w:top w:val="nil"/>
              <w:left w:val="nil"/>
              <w:bottom w:val="dotted" w:sz="4" w:space="0" w:color="auto"/>
              <w:right w:val="nil"/>
            </w:tcBorders>
            <w:shd w:val="clear" w:color="000000" w:fill="9BBB59"/>
            <w:vAlign w:val="center"/>
            <w:hideMark/>
          </w:tcPr>
          <w:p w14:paraId="663027B8"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Carbon Dioxide</w:t>
            </w:r>
          </w:p>
        </w:tc>
        <w:tc>
          <w:tcPr>
            <w:tcW w:w="1240" w:type="dxa"/>
            <w:tcBorders>
              <w:top w:val="nil"/>
              <w:left w:val="nil"/>
              <w:bottom w:val="dotted" w:sz="4" w:space="0" w:color="auto"/>
              <w:right w:val="nil"/>
            </w:tcBorders>
            <w:shd w:val="clear" w:color="000000" w:fill="FFFFFF"/>
            <w:vAlign w:val="center"/>
            <w:hideMark/>
          </w:tcPr>
          <w:p w14:paraId="6070B2E1"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151,400</w:t>
            </w:r>
          </w:p>
        </w:tc>
        <w:tc>
          <w:tcPr>
            <w:tcW w:w="1240" w:type="dxa"/>
            <w:tcBorders>
              <w:top w:val="nil"/>
              <w:left w:val="nil"/>
              <w:bottom w:val="dotted" w:sz="4" w:space="0" w:color="auto"/>
              <w:right w:val="nil"/>
            </w:tcBorders>
            <w:shd w:val="clear" w:color="000000" w:fill="FFFFFF"/>
            <w:vAlign w:val="center"/>
            <w:hideMark/>
          </w:tcPr>
          <w:p w14:paraId="5E8B574D"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2.76E+00</w:t>
            </w:r>
          </w:p>
        </w:tc>
        <w:tc>
          <w:tcPr>
            <w:tcW w:w="1860" w:type="dxa"/>
            <w:tcBorders>
              <w:top w:val="nil"/>
              <w:left w:val="nil"/>
              <w:bottom w:val="dotted" w:sz="4" w:space="0" w:color="auto"/>
              <w:right w:val="nil"/>
            </w:tcBorders>
            <w:shd w:val="clear" w:color="000000" w:fill="FF0000"/>
            <w:vAlign w:val="center"/>
            <w:hideMark/>
          </w:tcPr>
          <w:p w14:paraId="22A0FE97"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Methanol</w:t>
            </w:r>
          </w:p>
        </w:tc>
        <w:tc>
          <w:tcPr>
            <w:tcW w:w="1180" w:type="dxa"/>
            <w:tcBorders>
              <w:top w:val="nil"/>
              <w:left w:val="nil"/>
              <w:bottom w:val="dotted" w:sz="4" w:space="0" w:color="auto"/>
              <w:right w:val="nil"/>
            </w:tcBorders>
            <w:shd w:val="clear" w:color="000000" w:fill="FFFFFF"/>
            <w:vAlign w:val="center"/>
            <w:hideMark/>
          </w:tcPr>
          <w:p w14:paraId="1553A3A0"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54,870</w:t>
            </w:r>
          </w:p>
        </w:tc>
        <w:tc>
          <w:tcPr>
            <w:tcW w:w="1180" w:type="dxa"/>
            <w:tcBorders>
              <w:top w:val="nil"/>
              <w:left w:val="nil"/>
              <w:bottom w:val="dotted" w:sz="4" w:space="0" w:color="auto"/>
            </w:tcBorders>
            <w:shd w:val="clear" w:color="000000" w:fill="FFFFFF"/>
            <w:vAlign w:val="center"/>
            <w:hideMark/>
          </w:tcPr>
          <w:p w14:paraId="44B8F084"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1.00E+00</w:t>
            </w:r>
          </w:p>
        </w:tc>
      </w:tr>
      <w:tr w:rsidR="00C5650A" w:rsidRPr="00C5650A" w14:paraId="59C36376" w14:textId="77777777" w:rsidTr="00C5650A">
        <w:trPr>
          <w:trHeight w:val="20"/>
        </w:trPr>
        <w:tc>
          <w:tcPr>
            <w:tcW w:w="3060" w:type="dxa"/>
            <w:vMerge/>
            <w:tcBorders>
              <w:top w:val="nil"/>
              <w:bottom w:val="dotted" w:sz="4" w:space="0" w:color="000000"/>
              <w:right w:val="nil"/>
            </w:tcBorders>
            <w:vAlign w:val="center"/>
            <w:hideMark/>
          </w:tcPr>
          <w:p w14:paraId="5A678067"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FFFFFF"/>
            <w:vAlign w:val="center"/>
            <w:hideMark/>
          </w:tcPr>
          <w:p w14:paraId="4FB5D2D9"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Hydrogen</w:t>
            </w:r>
          </w:p>
        </w:tc>
        <w:tc>
          <w:tcPr>
            <w:tcW w:w="1240" w:type="dxa"/>
            <w:tcBorders>
              <w:top w:val="nil"/>
              <w:left w:val="nil"/>
              <w:bottom w:val="dotted" w:sz="4" w:space="0" w:color="auto"/>
              <w:right w:val="nil"/>
            </w:tcBorders>
            <w:shd w:val="clear" w:color="000000" w:fill="FFFFFF"/>
            <w:vAlign w:val="center"/>
            <w:hideMark/>
          </w:tcPr>
          <w:p w14:paraId="0D66AA19"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13,870</w:t>
            </w:r>
          </w:p>
        </w:tc>
        <w:tc>
          <w:tcPr>
            <w:tcW w:w="1240" w:type="dxa"/>
            <w:tcBorders>
              <w:top w:val="nil"/>
              <w:left w:val="nil"/>
              <w:bottom w:val="dotted" w:sz="4" w:space="0" w:color="auto"/>
              <w:right w:val="nil"/>
            </w:tcBorders>
            <w:shd w:val="clear" w:color="000000" w:fill="FFFFFF"/>
            <w:vAlign w:val="center"/>
            <w:hideMark/>
          </w:tcPr>
          <w:p w14:paraId="36983DB3"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2.53E-01</w:t>
            </w:r>
          </w:p>
        </w:tc>
        <w:tc>
          <w:tcPr>
            <w:tcW w:w="1860" w:type="dxa"/>
            <w:tcBorders>
              <w:top w:val="nil"/>
              <w:left w:val="nil"/>
              <w:bottom w:val="dotted" w:sz="4" w:space="0" w:color="auto"/>
              <w:right w:val="nil"/>
            </w:tcBorders>
            <w:shd w:val="clear" w:color="000000" w:fill="FF0000"/>
            <w:vAlign w:val="center"/>
            <w:hideMark/>
          </w:tcPr>
          <w:p w14:paraId="0983D3D9"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Carbon Monoxide</w:t>
            </w:r>
          </w:p>
        </w:tc>
        <w:tc>
          <w:tcPr>
            <w:tcW w:w="1180" w:type="dxa"/>
            <w:tcBorders>
              <w:top w:val="nil"/>
              <w:left w:val="nil"/>
              <w:bottom w:val="dotted" w:sz="4" w:space="0" w:color="auto"/>
              <w:right w:val="nil"/>
            </w:tcBorders>
            <w:shd w:val="clear" w:color="000000" w:fill="FFFFFF"/>
            <w:vAlign w:val="center"/>
            <w:hideMark/>
          </w:tcPr>
          <w:p w14:paraId="2162DAD0"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48,180</w:t>
            </w:r>
          </w:p>
        </w:tc>
        <w:tc>
          <w:tcPr>
            <w:tcW w:w="1180" w:type="dxa"/>
            <w:tcBorders>
              <w:top w:val="nil"/>
              <w:left w:val="nil"/>
              <w:bottom w:val="dotted" w:sz="4" w:space="0" w:color="auto"/>
            </w:tcBorders>
            <w:shd w:val="clear" w:color="000000" w:fill="FFFFFF"/>
            <w:vAlign w:val="center"/>
            <w:hideMark/>
          </w:tcPr>
          <w:p w14:paraId="68713321"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8.78E-01</w:t>
            </w:r>
          </w:p>
        </w:tc>
      </w:tr>
      <w:tr w:rsidR="00C5650A" w:rsidRPr="00C5650A" w14:paraId="480802DF" w14:textId="77777777" w:rsidTr="00C5650A">
        <w:trPr>
          <w:trHeight w:val="20"/>
        </w:trPr>
        <w:tc>
          <w:tcPr>
            <w:tcW w:w="3060" w:type="dxa"/>
            <w:vMerge/>
            <w:tcBorders>
              <w:top w:val="nil"/>
              <w:bottom w:val="dotted" w:sz="4" w:space="0" w:color="000000"/>
              <w:right w:val="nil"/>
            </w:tcBorders>
            <w:vAlign w:val="center"/>
            <w:hideMark/>
          </w:tcPr>
          <w:p w14:paraId="37CB83FA"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4F81BD"/>
            <w:vAlign w:val="center"/>
            <w:hideMark/>
          </w:tcPr>
          <w:p w14:paraId="1592ED0F"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Cooling Water</w:t>
            </w:r>
          </w:p>
        </w:tc>
        <w:tc>
          <w:tcPr>
            <w:tcW w:w="1240" w:type="dxa"/>
            <w:tcBorders>
              <w:top w:val="nil"/>
              <w:left w:val="nil"/>
              <w:bottom w:val="dotted" w:sz="4" w:space="0" w:color="auto"/>
              <w:right w:val="nil"/>
            </w:tcBorders>
            <w:shd w:val="clear" w:color="000000" w:fill="FFFFFF"/>
            <w:vAlign w:val="center"/>
            <w:hideMark/>
          </w:tcPr>
          <w:p w14:paraId="409D06C1"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26,740,000</w:t>
            </w:r>
          </w:p>
        </w:tc>
        <w:tc>
          <w:tcPr>
            <w:tcW w:w="1240" w:type="dxa"/>
            <w:tcBorders>
              <w:top w:val="nil"/>
              <w:left w:val="nil"/>
              <w:bottom w:val="dotted" w:sz="4" w:space="0" w:color="auto"/>
              <w:right w:val="nil"/>
            </w:tcBorders>
            <w:shd w:val="clear" w:color="000000" w:fill="FFFFFF"/>
            <w:vAlign w:val="center"/>
            <w:hideMark/>
          </w:tcPr>
          <w:p w14:paraId="6318FDB1"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4.87E+02</w:t>
            </w:r>
          </w:p>
        </w:tc>
        <w:tc>
          <w:tcPr>
            <w:tcW w:w="1860" w:type="dxa"/>
            <w:tcBorders>
              <w:top w:val="nil"/>
              <w:left w:val="nil"/>
              <w:bottom w:val="dotted" w:sz="4" w:space="0" w:color="auto"/>
              <w:right w:val="nil"/>
            </w:tcBorders>
            <w:shd w:val="clear" w:color="000000" w:fill="FFFFFF"/>
            <w:hideMark/>
          </w:tcPr>
          <w:p w14:paraId="50C95880" w14:textId="77777777" w:rsidR="00C5650A" w:rsidRPr="00C5650A" w:rsidRDefault="00C5650A" w:rsidP="00C5650A">
            <w:pPr>
              <w:spacing w:after="0" w:line="240" w:lineRule="auto"/>
              <w:rPr>
                <w:rFonts w:ascii="Calibri" w:eastAsia="Times New Roman" w:hAnsi="Calibri" w:cs="Times New Roman"/>
                <w:color w:val="000000"/>
              </w:rPr>
            </w:pPr>
            <w:r w:rsidRPr="00C5650A">
              <w:rPr>
                <w:rFonts w:ascii="Calibri" w:eastAsia="Times New Roman" w:hAnsi="Calibri" w:cs="Times New Roman"/>
                <w:color w:val="000000"/>
              </w:rPr>
              <w:t> </w:t>
            </w:r>
          </w:p>
        </w:tc>
        <w:tc>
          <w:tcPr>
            <w:tcW w:w="1180" w:type="dxa"/>
            <w:tcBorders>
              <w:top w:val="nil"/>
              <w:left w:val="nil"/>
              <w:bottom w:val="dotted" w:sz="4" w:space="0" w:color="auto"/>
              <w:right w:val="nil"/>
            </w:tcBorders>
            <w:shd w:val="clear" w:color="000000" w:fill="FFFFFF"/>
            <w:hideMark/>
          </w:tcPr>
          <w:p w14:paraId="5755013D" w14:textId="77777777" w:rsidR="00C5650A" w:rsidRPr="00C5650A" w:rsidRDefault="00C5650A" w:rsidP="00C5650A">
            <w:pPr>
              <w:spacing w:after="0" w:line="240" w:lineRule="auto"/>
              <w:rPr>
                <w:rFonts w:ascii="Calibri" w:eastAsia="Times New Roman" w:hAnsi="Calibri" w:cs="Times New Roman"/>
                <w:color w:val="000000"/>
              </w:rPr>
            </w:pPr>
            <w:r w:rsidRPr="00C5650A">
              <w:rPr>
                <w:rFonts w:ascii="Calibri" w:eastAsia="Times New Roman" w:hAnsi="Calibri" w:cs="Times New Roman"/>
                <w:color w:val="000000"/>
              </w:rPr>
              <w:t> </w:t>
            </w:r>
          </w:p>
        </w:tc>
        <w:tc>
          <w:tcPr>
            <w:tcW w:w="1180" w:type="dxa"/>
            <w:tcBorders>
              <w:top w:val="nil"/>
              <w:left w:val="nil"/>
              <w:bottom w:val="dotted" w:sz="4" w:space="0" w:color="auto"/>
            </w:tcBorders>
            <w:shd w:val="clear" w:color="000000" w:fill="FFFFFF"/>
            <w:vAlign w:val="center"/>
            <w:hideMark/>
          </w:tcPr>
          <w:p w14:paraId="731D59B9"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r>
      <w:tr w:rsidR="00C5650A" w:rsidRPr="00C5650A" w14:paraId="63F2DC84" w14:textId="77777777" w:rsidTr="00C5650A">
        <w:trPr>
          <w:trHeight w:val="20"/>
        </w:trPr>
        <w:tc>
          <w:tcPr>
            <w:tcW w:w="3060" w:type="dxa"/>
            <w:vMerge/>
            <w:tcBorders>
              <w:top w:val="nil"/>
              <w:bottom w:val="dotted" w:sz="4" w:space="0" w:color="000000"/>
              <w:right w:val="nil"/>
            </w:tcBorders>
            <w:vAlign w:val="center"/>
            <w:hideMark/>
          </w:tcPr>
          <w:p w14:paraId="7662F7CE"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800000"/>
            <w:vAlign w:val="center"/>
            <w:hideMark/>
          </w:tcPr>
          <w:p w14:paraId="4DC98F06"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HP Steam</w:t>
            </w:r>
          </w:p>
        </w:tc>
        <w:tc>
          <w:tcPr>
            <w:tcW w:w="1240" w:type="dxa"/>
            <w:tcBorders>
              <w:top w:val="nil"/>
              <w:left w:val="nil"/>
              <w:bottom w:val="dotted" w:sz="4" w:space="0" w:color="auto"/>
              <w:right w:val="nil"/>
            </w:tcBorders>
            <w:shd w:val="clear" w:color="000000" w:fill="FFFFFF"/>
            <w:vAlign w:val="center"/>
            <w:hideMark/>
          </w:tcPr>
          <w:p w14:paraId="4880B651"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1,205,000</w:t>
            </w:r>
          </w:p>
        </w:tc>
        <w:tc>
          <w:tcPr>
            <w:tcW w:w="1240" w:type="dxa"/>
            <w:tcBorders>
              <w:top w:val="nil"/>
              <w:left w:val="nil"/>
              <w:bottom w:val="dotted" w:sz="4" w:space="0" w:color="auto"/>
              <w:right w:val="nil"/>
            </w:tcBorders>
            <w:shd w:val="clear" w:color="000000" w:fill="FFFFFF"/>
            <w:vAlign w:val="center"/>
            <w:hideMark/>
          </w:tcPr>
          <w:p w14:paraId="0CDF12CD"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2.20E+01</w:t>
            </w:r>
          </w:p>
        </w:tc>
        <w:tc>
          <w:tcPr>
            <w:tcW w:w="1860" w:type="dxa"/>
            <w:tcBorders>
              <w:top w:val="nil"/>
              <w:left w:val="nil"/>
              <w:bottom w:val="dotted" w:sz="4" w:space="0" w:color="auto"/>
              <w:right w:val="nil"/>
            </w:tcBorders>
            <w:shd w:val="clear" w:color="000000" w:fill="FFFFFF"/>
            <w:vAlign w:val="center"/>
            <w:hideMark/>
          </w:tcPr>
          <w:p w14:paraId="64E0FFFD"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c>
          <w:tcPr>
            <w:tcW w:w="1180" w:type="dxa"/>
            <w:tcBorders>
              <w:top w:val="nil"/>
              <w:left w:val="nil"/>
              <w:bottom w:val="dotted" w:sz="4" w:space="0" w:color="auto"/>
              <w:right w:val="nil"/>
            </w:tcBorders>
            <w:shd w:val="clear" w:color="000000" w:fill="FFFFFF"/>
            <w:vAlign w:val="center"/>
            <w:hideMark/>
          </w:tcPr>
          <w:p w14:paraId="26C96B9F"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c>
          <w:tcPr>
            <w:tcW w:w="1180" w:type="dxa"/>
            <w:tcBorders>
              <w:top w:val="nil"/>
              <w:left w:val="nil"/>
              <w:bottom w:val="dotted" w:sz="4" w:space="0" w:color="auto"/>
            </w:tcBorders>
            <w:shd w:val="clear" w:color="000000" w:fill="FFFFFF"/>
            <w:vAlign w:val="center"/>
            <w:hideMark/>
          </w:tcPr>
          <w:p w14:paraId="18327D05"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r>
      <w:tr w:rsidR="00C5650A" w:rsidRPr="00C5650A" w14:paraId="27D048FD" w14:textId="77777777" w:rsidTr="00C5650A">
        <w:trPr>
          <w:trHeight w:val="20"/>
        </w:trPr>
        <w:tc>
          <w:tcPr>
            <w:tcW w:w="3060" w:type="dxa"/>
            <w:vMerge w:val="restart"/>
            <w:tcBorders>
              <w:top w:val="nil"/>
              <w:bottom w:val="dotted" w:sz="4" w:space="0" w:color="000000"/>
              <w:right w:val="nil"/>
            </w:tcBorders>
            <w:shd w:val="clear" w:color="000000" w:fill="FFFFFF"/>
            <w:vAlign w:val="center"/>
            <w:hideMark/>
          </w:tcPr>
          <w:p w14:paraId="77029A87" w14:textId="77777777" w:rsidR="00C5650A" w:rsidRPr="00C5650A" w:rsidRDefault="00C5650A" w:rsidP="00C5650A">
            <w:pPr>
              <w:spacing w:after="0" w:line="240" w:lineRule="auto"/>
              <w:rPr>
                <w:rFonts w:ascii="Calibri" w:eastAsia="Times New Roman" w:hAnsi="Calibri" w:cs="Times New Roman"/>
                <w:color w:val="000000"/>
                <w:sz w:val="20"/>
                <w:szCs w:val="20"/>
              </w:rPr>
            </w:pPr>
            <w:proofErr w:type="spellStart"/>
            <w:r w:rsidRPr="00C5650A">
              <w:rPr>
                <w:rFonts w:ascii="Calibri" w:eastAsia="Times New Roman" w:hAnsi="Calibri" w:cs="Times New Roman"/>
                <w:color w:val="000000"/>
                <w:sz w:val="20"/>
                <w:szCs w:val="20"/>
              </w:rPr>
              <w:t>Ushikoshi</w:t>
            </w:r>
            <w:proofErr w:type="spellEnd"/>
            <w:r w:rsidRPr="00C5650A">
              <w:rPr>
                <w:rFonts w:ascii="Calibri" w:eastAsia="Times New Roman" w:hAnsi="Calibri" w:cs="Times New Roman"/>
                <w:color w:val="000000"/>
                <w:sz w:val="20"/>
                <w:szCs w:val="20"/>
              </w:rPr>
              <w:t>, 2002</w:t>
            </w:r>
          </w:p>
        </w:tc>
        <w:tc>
          <w:tcPr>
            <w:tcW w:w="2320" w:type="dxa"/>
            <w:tcBorders>
              <w:top w:val="nil"/>
              <w:left w:val="nil"/>
              <w:bottom w:val="dotted" w:sz="4" w:space="0" w:color="auto"/>
              <w:right w:val="nil"/>
            </w:tcBorders>
            <w:shd w:val="clear" w:color="000000" w:fill="9BBB59"/>
            <w:vAlign w:val="center"/>
            <w:hideMark/>
          </w:tcPr>
          <w:p w14:paraId="39EF206F"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Carbon Dioxide</w:t>
            </w:r>
          </w:p>
        </w:tc>
        <w:tc>
          <w:tcPr>
            <w:tcW w:w="1240" w:type="dxa"/>
            <w:tcBorders>
              <w:top w:val="nil"/>
              <w:left w:val="nil"/>
              <w:bottom w:val="dotted" w:sz="4" w:space="0" w:color="auto"/>
              <w:right w:val="nil"/>
            </w:tcBorders>
            <w:shd w:val="clear" w:color="000000" w:fill="FFFFFF"/>
            <w:vAlign w:val="center"/>
            <w:hideMark/>
          </w:tcPr>
          <w:p w14:paraId="25BC11AD"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76,450</w:t>
            </w:r>
          </w:p>
        </w:tc>
        <w:tc>
          <w:tcPr>
            <w:tcW w:w="1240" w:type="dxa"/>
            <w:tcBorders>
              <w:top w:val="nil"/>
              <w:left w:val="nil"/>
              <w:bottom w:val="dotted" w:sz="4" w:space="0" w:color="auto"/>
              <w:right w:val="nil"/>
            </w:tcBorders>
            <w:shd w:val="clear" w:color="000000" w:fill="FFFFFF"/>
            <w:vAlign w:val="center"/>
            <w:hideMark/>
          </w:tcPr>
          <w:p w14:paraId="3AFEDB09"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1.40E+00</w:t>
            </w:r>
          </w:p>
        </w:tc>
        <w:tc>
          <w:tcPr>
            <w:tcW w:w="1860" w:type="dxa"/>
            <w:tcBorders>
              <w:top w:val="nil"/>
              <w:left w:val="nil"/>
              <w:bottom w:val="dotted" w:sz="4" w:space="0" w:color="auto"/>
              <w:right w:val="nil"/>
            </w:tcBorders>
            <w:shd w:val="clear" w:color="000000" w:fill="FF0000"/>
            <w:vAlign w:val="center"/>
            <w:hideMark/>
          </w:tcPr>
          <w:p w14:paraId="5E25C328"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Methanol</w:t>
            </w:r>
          </w:p>
        </w:tc>
        <w:tc>
          <w:tcPr>
            <w:tcW w:w="1180" w:type="dxa"/>
            <w:tcBorders>
              <w:top w:val="nil"/>
              <w:left w:val="nil"/>
              <w:bottom w:val="dotted" w:sz="4" w:space="0" w:color="auto"/>
              <w:right w:val="nil"/>
            </w:tcBorders>
            <w:shd w:val="clear" w:color="000000" w:fill="FFFFFF"/>
            <w:vAlign w:val="center"/>
            <w:hideMark/>
          </w:tcPr>
          <w:p w14:paraId="69BCBC08"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54,730</w:t>
            </w:r>
          </w:p>
        </w:tc>
        <w:tc>
          <w:tcPr>
            <w:tcW w:w="1180" w:type="dxa"/>
            <w:tcBorders>
              <w:top w:val="nil"/>
              <w:left w:val="nil"/>
              <w:bottom w:val="dotted" w:sz="4" w:space="0" w:color="auto"/>
            </w:tcBorders>
            <w:shd w:val="clear" w:color="000000" w:fill="FFFFFF"/>
            <w:vAlign w:val="center"/>
            <w:hideMark/>
          </w:tcPr>
          <w:p w14:paraId="08866B55"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1.00E+00</w:t>
            </w:r>
          </w:p>
        </w:tc>
      </w:tr>
      <w:tr w:rsidR="00C5650A" w:rsidRPr="00C5650A" w14:paraId="3FCC27D7" w14:textId="77777777" w:rsidTr="00C5650A">
        <w:trPr>
          <w:trHeight w:val="20"/>
        </w:trPr>
        <w:tc>
          <w:tcPr>
            <w:tcW w:w="3060" w:type="dxa"/>
            <w:vMerge/>
            <w:tcBorders>
              <w:top w:val="nil"/>
              <w:bottom w:val="dotted" w:sz="4" w:space="0" w:color="000000"/>
              <w:right w:val="nil"/>
            </w:tcBorders>
            <w:vAlign w:val="center"/>
            <w:hideMark/>
          </w:tcPr>
          <w:p w14:paraId="7C8CD2B8"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FFFFFF"/>
            <w:vAlign w:val="center"/>
            <w:hideMark/>
          </w:tcPr>
          <w:p w14:paraId="417CE19E"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Hydrogen</w:t>
            </w:r>
          </w:p>
        </w:tc>
        <w:tc>
          <w:tcPr>
            <w:tcW w:w="1240" w:type="dxa"/>
            <w:tcBorders>
              <w:top w:val="nil"/>
              <w:left w:val="nil"/>
              <w:bottom w:val="dotted" w:sz="4" w:space="0" w:color="auto"/>
              <w:right w:val="nil"/>
            </w:tcBorders>
            <w:shd w:val="clear" w:color="000000" w:fill="FFFFFF"/>
            <w:vAlign w:val="center"/>
            <w:hideMark/>
          </w:tcPr>
          <w:p w14:paraId="6EE83F24"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10,420</w:t>
            </w:r>
          </w:p>
        </w:tc>
        <w:tc>
          <w:tcPr>
            <w:tcW w:w="1240" w:type="dxa"/>
            <w:tcBorders>
              <w:top w:val="nil"/>
              <w:left w:val="nil"/>
              <w:bottom w:val="dotted" w:sz="4" w:space="0" w:color="auto"/>
              <w:right w:val="nil"/>
            </w:tcBorders>
            <w:shd w:val="clear" w:color="000000" w:fill="FFFFFF"/>
            <w:vAlign w:val="center"/>
            <w:hideMark/>
          </w:tcPr>
          <w:p w14:paraId="5ECB32A0"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1.90E-01</w:t>
            </w:r>
          </w:p>
        </w:tc>
        <w:tc>
          <w:tcPr>
            <w:tcW w:w="1860" w:type="dxa"/>
            <w:tcBorders>
              <w:top w:val="nil"/>
              <w:left w:val="nil"/>
              <w:bottom w:val="dotted" w:sz="4" w:space="0" w:color="auto"/>
              <w:right w:val="nil"/>
            </w:tcBorders>
            <w:shd w:val="clear" w:color="000000" w:fill="FF0000"/>
            <w:vAlign w:val="center"/>
            <w:hideMark/>
          </w:tcPr>
          <w:p w14:paraId="34620934"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Carbon Monoxide</w:t>
            </w:r>
          </w:p>
        </w:tc>
        <w:tc>
          <w:tcPr>
            <w:tcW w:w="1180" w:type="dxa"/>
            <w:tcBorders>
              <w:top w:val="nil"/>
              <w:left w:val="nil"/>
              <w:bottom w:val="dotted" w:sz="4" w:space="0" w:color="auto"/>
              <w:right w:val="nil"/>
            </w:tcBorders>
            <w:shd w:val="clear" w:color="000000" w:fill="FFFFFF"/>
            <w:vAlign w:val="center"/>
            <w:hideMark/>
          </w:tcPr>
          <w:p w14:paraId="3007EB01"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585</w:t>
            </w:r>
          </w:p>
        </w:tc>
        <w:tc>
          <w:tcPr>
            <w:tcW w:w="1180" w:type="dxa"/>
            <w:tcBorders>
              <w:top w:val="nil"/>
              <w:left w:val="nil"/>
              <w:bottom w:val="dotted" w:sz="4" w:space="0" w:color="auto"/>
            </w:tcBorders>
            <w:shd w:val="clear" w:color="000000" w:fill="FFFFFF"/>
            <w:vAlign w:val="center"/>
            <w:hideMark/>
          </w:tcPr>
          <w:p w14:paraId="3ACF5A68"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1.07E-02</w:t>
            </w:r>
          </w:p>
        </w:tc>
      </w:tr>
      <w:tr w:rsidR="00C5650A" w:rsidRPr="00C5650A" w14:paraId="212F92A4" w14:textId="77777777" w:rsidTr="00C5650A">
        <w:trPr>
          <w:trHeight w:val="20"/>
        </w:trPr>
        <w:tc>
          <w:tcPr>
            <w:tcW w:w="3060" w:type="dxa"/>
            <w:vMerge/>
            <w:tcBorders>
              <w:top w:val="nil"/>
              <w:bottom w:val="dotted" w:sz="4" w:space="0" w:color="000000"/>
              <w:right w:val="nil"/>
            </w:tcBorders>
            <w:vAlign w:val="center"/>
            <w:hideMark/>
          </w:tcPr>
          <w:p w14:paraId="162137B4"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4F81BD"/>
            <w:vAlign w:val="center"/>
            <w:hideMark/>
          </w:tcPr>
          <w:p w14:paraId="1362AAA4"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Cooling Water</w:t>
            </w:r>
          </w:p>
        </w:tc>
        <w:tc>
          <w:tcPr>
            <w:tcW w:w="1240" w:type="dxa"/>
            <w:tcBorders>
              <w:top w:val="nil"/>
              <w:left w:val="nil"/>
              <w:bottom w:val="dotted" w:sz="4" w:space="0" w:color="auto"/>
              <w:right w:val="nil"/>
            </w:tcBorders>
            <w:shd w:val="clear" w:color="000000" w:fill="FFFFFF"/>
            <w:vAlign w:val="center"/>
            <w:hideMark/>
          </w:tcPr>
          <w:p w14:paraId="4B391C89"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16,510,000</w:t>
            </w:r>
          </w:p>
        </w:tc>
        <w:tc>
          <w:tcPr>
            <w:tcW w:w="1240" w:type="dxa"/>
            <w:tcBorders>
              <w:top w:val="nil"/>
              <w:left w:val="nil"/>
              <w:bottom w:val="dotted" w:sz="4" w:space="0" w:color="auto"/>
              <w:right w:val="nil"/>
            </w:tcBorders>
            <w:shd w:val="clear" w:color="000000" w:fill="FFFFFF"/>
            <w:vAlign w:val="center"/>
            <w:hideMark/>
          </w:tcPr>
          <w:p w14:paraId="69088E22"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3.02E+02</w:t>
            </w:r>
          </w:p>
        </w:tc>
        <w:tc>
          <w:tcPr>
            <w:tcW w:w="1860" w:type="dxa"/>
            <w:tcBorders>
              <w:top w:val="nil"/>
              <w:left w:val="nil"/>
              <w:bottom w:val="dotted" w:sz="4" w:space="0" w:color="auto"/>
              <w:right w:val="nil"/>
            </w:tcBorders>
            <w:shd w:val="clear" w:color="000000" w:fill="FFFFFF"/>
            <w:hideMark/>
          </w:tcPr>
          <w:p w14:paraId="08418A71" w14:textId="77777777" w:rsidR="00C5650A" w:rsidRPr="00C5650A" w:rsidRDefault="00C5650A" w:rsidP="00C5650A">
            <w:pPr>
              <w:spacing w:after="0" w:line="240" w:lineRule="auto"/>
              <w:rPr>
                <w:rFonts w:ascii="Calibri" w:eastAsia="Times New Roman" w:hAnsi="Calibri" w:cs="Times New Roman"/>
                <w:color w:val="000000"/>
              </w:rPr>
            </w:pPr>
            <w:r w:rsidRPr="00C5650A">
              <w:rPr>
                <w:rFonts w:ascii="Calibri" w:eastAsia="Times New Roman" w:hAnsi="Calibri" w:cs="Times New Roman"/>
                <w:color w:val="000000"/>
              </w:rPr>
              <w:t> </w:t>
            </w:r>
          </w:p>
        </w:tc>
        <w:tc>
          <w:tcPr>
            <w:tcW w:w="1180" w:type="dxa"/>
            <w:tcBorders>
              <w:top w:val="nil"/>
              <w:left w:val="nil"/>
              <w:bottom w:val="dotted" w:sz="4" w:space="0" w:color="auto"/>
              <w:right w:val="nil"/>
            </w:tcBorders>
            <w:shd w:val="clear" w:color="000000" w:fill="FFFFFF"/>
            <w:hideMark/>
          </w:tcPr>
          <w:p w14:paraId="5568CD98" w14:textId="77777777" w:rsidR="00C5650A" w:rsidRPr="00C5650A" w:rsidRDefault="00C5650A" w:rsidP="00C5650A">
            <w:pPr>
              <w:spacing w:after="0" w:line="240" w:lineRule="auto"/>
              <w:rPr>
                <w:rFonts w:ascii="Calibri" w:eastAsia="Times New Roman" w:hAnsi="Calibri" w:cs="Times New Roman"/>
                <w:color w:val="000000"/>
              </w:rPr>
            </w:pPr>
            <w:r w:rsidRPr="00C5650A">
              <w:rPr>
                <w:rFonts w:ascii="Calibri" w:eastAsia="Times New Roman" w:hAnsi="Calibri" w:cs="Times New Roman"/>
                <w:color w:val="000000"/>
              </w:rPr>
              <w:t> </w:t>
            </w:r>
          </w:p>
        </w:tc>
        <w:tc>
          <w:tcPr>
            <w:tcW w:w="1180" w:type="dxa"/>
            <w:tcBorders>
              <w:top w:val="nil"/>
              <w:left w:val="nil"/>
              <w:bottom w:val="dotted" w:sz="4" w:space="0" w:color="auto"/>
            </w:tcBorders>
            <w:shd w:val="clear" w:color="000000" w:fill="FFFFFF"/>
            <w:vAlign w:val="center"/>
            <w:hideMark/>
          </w:tcPr>
          <w:p w14:paraId="30A41111"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r>
      <w:tr w:rsidR="00C5650A" w:rsidRPr="00C5650A" w14:paraId="7DDB86D7" w14:textId="77777777" w:rsidTr="00C5650A">
        <w:trPr>
          <w:trHeight w:val="20"/>
        </w:trPr>
        <w:tc>
          <w:tcPr>
            <w:tcW w:w="3060" w:type="dxa"/>
            <w:vMerge/>
            <w:tcBorders>
              <w:top w:val="nil"/>
              <w:bottom w:val="dotted" w:sz="4" w:space="0" w:color="000000"/>
              <w:right w:val="nil"/>
            </w:tcBorders>
            <w:vAlign w:val="center"/>
            <w:hideMark/>
          </w:tcPr>
          <w:p w14:paraId="391972C6"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800000"/>
            <w:vAlign w:val="center"/>
            <w:hideMark/>
          </w:tcPr>
          <w:p w14:paraId="2054DD90"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HP Steam</w:t>
            </w:r>
          </w:p>
        </w:tc>
        <w:tc>
          <w:tcPr>
            <w:tcW w:w="1240" w:type="dxa"/>
            <w:tcBorders>
              <w:top w:val="nil"/>
              <w:left w:val="nil"/>
              <w:bottom w:val="dotted" w:sz="4" w:space="0" w:color="auto"/>
              <w:right w:val="nil"/>
            </w:tcBorders>
            <w:shd w:val="clear" w:color="000000" w:fill="FFFFFF"/>
            <w:vAlign w:val="center"/>
            <w:hideMark/>
          </w:tcPr>
          <w:p w14:paraId="72C4A9A9"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693,000</w:t>
            </w:r>
          </w:p>
        </w:tc>
        <w:tc>
          <w:tcPr>
            <w:tcW w:w="1240" w:type="dxa"/>
            <w:tcBorders>
              <w:top w:val="nil"/>
              <w:left w:val="nil"/>
              <w:bottom w:val="dotted" w:sz="4" w:space="0" w:color="auto"/>
              <w:right w:val="nil"/>
            </w:tcBorders>
            <w:shd w:val="clear" w:color="000000" w:fill="FFFFFF"/>
            <w:vAlign w:val="center"/>
            <w:hideMark/>
          </w:tcPr>
          <w:p w14:paraId="7DADBC1D"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1.27E+01</w:t>
            </w:r>
          </w:p>
        </w:tc>
        <w:tc>
          <w:tcPr>
            <w:tcW w:w="1860" w:type="dxa"/>
            <w:tcBorders>
              <w:top w:val="nil"/>
              <w:left w:val="nil"/>
              <w:bottom w:val="dotted" w:sz="4" w:space="0" w:color="auto"/>
              <w:right w:val="nil"/>
            </w:tcBorders>
            <w:shd w:val="clear" w:color="000000" w:fill="FFFFFF"/>
            <w:hideMark/>
          </w:tcPr>
          <w:p w14:paraId="0D16B12E" w14:textId="77777777" w:rsidR="00C5650A" w:rsidRPr="00C5650A" w:rsidRDefault="00C5650A" w:rsidP="00C5650A">
            <w:pPr>
              <w:spacing w:after="0" w:line="240" w:lineRule="auto"/>
              <w:rPr>
                <w:rFonts w:ascii="Calibri" w:eastAsia="Times New Roman" w:hAnsi="Calibri" w:cs="Times New Roman"/>
                <w:color w:val="000000"/>
              </w:rPr>
            </w:pPr>
            <w:r w:rsidRPr="00C5650A">
              <w:rPr>
                <w:rFonts w:ascii="Calibri" w:eastAsia="Times New Roman" w:hAnsi="Calibri" w:cs="Times New Roman"/>
                <w:color w:val="000000"/>
              </w:rPr>
              <w:t> </w:t>
            </w:r>
          </w:p>
        </w:tc>
        <w:tc>
          <w:tcPr>
            <w:tcW w:w="1180" w:type="dxa"/>
            <w:tcBorders>
              <w:top w:val="nil"/>
              <w:left w:val="nil"/>
              <w:bottom w:val="dotted" w:sz="4" w:space="0" w:color="auto"/>
              <w:right w:val="nil"/>
            </w:tcBorders>
            <w:shd w:val="clear" w:color="000000" w:fill="FFFFFF"/>
            <w:hideMark/>
          </w:tcPr>
          <w:p w14:paraId="3A97E2F1" w14:textId="77777777" w:rsidR="00C5650A" w:rsidRPr="00C5650A" w:rsidRDefault="00C5650A" w:rsidP="00C5650A">
            <w:pPr>
              <w:spacing w:after="0" w:line="240" w:lineRule="auto"/>
              <w:rPr>
                <w:rFonts w:ascii="Calibri" w:eastAsia="Times New Roman" w:hAnsi="Calibri" w:cs="Times New Roman"/>
                <w:color w:val="000000"/>
              </w:rPr>
            </w:pPr>
            <w:r w:rsidRPr="00C5650A">
              <w:rPr>
                <w:rFonts w:ascii="Calibri" w:eastAsia="Times New Roman" w:hAnsi="Calibri" w:cs="Times New Roman"/>
                <w:color w:val="000000"/>
              </w:rPr>
              <w:t> </w:t>
            </w:r>
          </w:p>
        </w:tc>
        <w:tc>
          <w:tcPr>
            <w:tcW w:w="1180" w:type="dxa"/>
            <w:tcBorders>
              <w:top w:val="nil"/>
              <w:left w:val="nil"/>
              <w:bottom w:val="dotted" w:sz="4" w:space="0" w:color="auto"/>
            </w:tcBorders>
            <w:shd w:val="clear" w:color="000000" w:fill="FFFFFF"/>
            <w:vAlign w:val="center"/>
            <w:hideMark/>
          </w:tcPr>
          <w:p w14:paraId="6FE9F7FD"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r>
      <w:tr w:rsidR="00C5650A" w:rsidRPr="00C5650A" w14:paraId="261CDA6B" w14:textId="77777777" w:rsidTr="00C5650A">
        <w:trPr>
          <w:trHeight w:val="20"/>
        </w:trPr>
        <w:tc>
          <w:tcPr>
            <w:tcW w:w="3060" w:type="dxa"/>
            <w:vMerge w:val="restart"/>
            <w:tcBorders>
              <w:top w:val="nil"/>
              <w:bottom w:val="dotted" w:sz="4" w:space="0" w:color="000000"/>
              <w:right w:val="nil"/>
            </w:tcBorders>
            <w:shd w:val="clear" w:color="000000" w:fill="FFFFFF"/>
            <w:vAlign w:val="center"/>
            <w:hideMark/>
          </w:tcPr>
          <w:p w14:paraId="69D0CF87"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Jun, et al., 1998</w:t>
            </w:r>
          </w:p>
        </w:tc>
        <w:tc>
          <w:tcPr>
            <w:tcW w:w="2320" w:type="dxa"/>
            <w:tcBorders>
              <w:top w:val="nil"/>
              <w:left w:val="nil"/>
              <w:bottom w:val="dotted" w:sz="4" w:space="0" w:color="auto"/>
              <w:right w:val="nil"/>
            </w:tcBorders>
            <w:shd w:val="clear" w:color="000000" w:fill="9BBB59"/>
            <w:vAlign w:val="center"/>
            <w:hideMark/>
          </w:tcPr>
          <w:p w14:paraId="0AB65DC4"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Carbon Dioxide</w:t>
            </w:r>
          </w:p>
        </w:tc>
        <w:tc>
          <w:tcPr>
            <w:tcW w:w="1240" w:type="dxa"/>
            <w:tcBorders>
              <w:top w:val="nil"/>
              <w:left w:val="nil"/>
              <w:bottom w:val="dotted" w:sz="4" w:space="0" w:color="auto"/>
              <w:right w:val="nil"/>
            </w:tcBorders>
            <w:shd w:val="clear" w:color="000000" w:fill="FFFFFF"/>
            <w:vAlign w:val="center"/>
            <w:hideMark/>
          </w:tcPr>
          <w:p w14:paraId="1137D503"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79,740</w:t>
            </w:r>
          </w:p>
        </w:tc>
        <w:tc>
          <w:tcPr>
            <w:tcW w:w="1240" w:type="dxa"/>
            <w:tcBorders>
              <w:top w:val="nil"/>
              <w:left w:val="nil"/>
              <w:bottom w:val="dotted" w:sz="4" w:space="0" w:color="auto"/>
              <w:right w:val="nil"/>
            </w:tcBorders>
            <w:shd w:val="clear" w:color="000000" w:fill="FFFFFF"/>
            <w:vAlign w:val="center"/>
            <w:hideMark/>
          </w:tcPr>
          <w:p w14:paraId="25F39F65"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1.46E+00</w:t>
            </w:r>
          </w:p>
        </w:tc>
        <w:tc>
          <w:tcPr>
            <w:tcW w:w="1860" w:type="dxa"/>
            <w:tcBorders>
              <w:top w:val="nil"/>
              <w:left w:val="nil"/>
              <w:bottom w:val="dotted" w:sz="4" w:space="0" w:color="auto"/>
              <w:right w:val="nil"/>
            </w:tcBorders>
            <w:shd w:val="clear" w:color="000000" w:fill="FF0000"/>
            <w:vAlign w:val="center"/>
            <w:hideMark/>
          </w:tcPr>
          <w:p w14:paraId="0E36AE3A"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Methanol</w:t>
            </w:r>
          </w:p>
        </w:tc>
        <w:tc>
          <w:tcPr>
            <w:tcW w:w="1180" w:type="dxa"/>
            <w:tcBorders>
              <w:top w:val="nil"/>
              <w:left w:val="nil"/>
              <w:bottom w:val="dotted" w:sz="4" w:space="0" w:color="auto"/>
              <w:right w:val="nil"/>
            </w:tcBorders>
            <w:shd w:val="clear" w:color="000000" w:fill="FFFFFF"/>
            <w:vAlign w:val="center"/>
            <w:hideMark/>
          </w:tcPr>
          <w:p w14:paraId="62C693F3"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54,700</w:t>
            </w:r>
          </w:p>
        </w:tc>
        <w:tc>
          <w:tcPr>
            <w:tcW w:w="1180" w:type="dxa"/>
            <w:tcBorders>
              <w:top w:val="nil"/>
              <w:left w:val="nil"/>
              <w:bottom w:val="dotted" w:sz="4" w:space="0" w:color="auto"/>
            </w:tcBorders>
            <w:shd w:val="clear" w:color="000000" w:fill="FFFFFF"/>
            <w:vAlign w:val="center"/>
            <w:hideMark/>
          </w:tcPr>
          <w:p w14:paraId="7726C9E9"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1.00E+00</w:t>
            </w:r>
          </w:p>
        </w:tc>
      </w:tr>
      <w:tr w:rsidR="00C5650A" w:rsidRPr="00C5650A" w14:paraId="0D54A6A5" w14:textId="77777777" w:rsidTr="00C5650A">
        <w:trPr>
          <w:trHeight w:val="20"/>
        </w:trPr>
        <w:tc>
          <w:tcPr>
            <w:tcW w:w="3060" w:type="dxa"/>
            <w:vMerge/>
            <w:tcBorders>
              <w:top w:val="nil"/>
              <w:bottom w:val="dotted" w:sz="4" w:space="0" w:color="000000"/>
              <w:right w:val="nil"/>
            </w:tcBorders>
            <w:vAlign w:val="center"/>
            <w:hideMark/>
          </w:tcPr>
          <w:p w14:paraId="3BF40E91"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FFFFFF"/>
            <w:vAlign w:val="center"/>
            <w:hideMark/>
          </w:tcPr>
          <w:p w14:paraId="1CDFA665"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Hydrogen</w:t>
            </w:r>
          </w:p>
        </w:tc>
        <w:tc>
          <w:tcPr>
            <w:tcW w:w="1240" w:type="dxa"/>
            <w:tcBorders>
              <w:top w:val="nil"/>
              <w:left w:val="nil"/>
              <w:bottom w:val="dotted" w:sz="4" w:space="0" w:color="auto"/>
              <w:right w:val="nil"/>
            </w:tcBorders>
            <w:shd w:val="clear" w:color="000000" w:fill="FFFFFF"/>
            <w:vAlign w:val="center"/>
            <w:hideMark/>
          </w:tcPr>
          <w:p w14:paraId="4AFF42BD"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10,940</w:t>
            </w:r>
          </w:p>
        </w:tc>
        <w:tc>
          <w:tcPr>
            <w:tcW w:w="1240" w:type="dxa"/>
            <w:tcBorders>
              <w:top w:val="nil"/>
              <w:left w:val="nil"/>
              <w:bottom w:val="dotted" w:sz="4" w:space="0" w:color="auto"/>
              <w:right w:val="nil"/>
            </w:tcBorders>
            <w:shd w:val="clear" w:color="000000" w:fill="FFFFFF"/>
            <w:vAlign w:val="center"/>
            <w:hideMark/>
          </w:tcPr>
          <w:p w14:paraId="3DB02287"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2.00E-01</w:t>
            </w:r>
          </w:p>
        </w:tc>
        <w:tc>
          <w:tcPr>
            <w:tcW w:w="1860" w:type="dxa"/>
            <w:tcBorders>
              <w:top w:val="nil"/>
              <w:left w:val="nil"/>
              <w:bottom w:val="dotted" w:sz="4" w:space="0" w:color="auto"/>
              <w:right w:val="nil"/>
            </w:tcBorders>
            <w:shd w:val="clear" w:color="000000" w:fill="FFFFFF"/>
            <w:vAlign w:val="center"/>
            <w:hideMark/>
          </w:tcPr>
          <w:p w14:paraId="29297507"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Dimethyl Ether (DME)</w:t>
            </w:r>
          </w:p>
        </w:tc>
        <w:tc>
          <w:tcPr>
            <w:tcW w:w="1180" w:type="dxa"/>
            <w:tcBorders>
              <w:top w:val="nil"/>
              <w:left w:val="nil"/>
              <w:bottom w:val="dotted" w:sz="4" w:space="0" w:color="auto"/>
              <w:right w:val="nil"/>
            </w:tcBorders>
            <w:shd w:val="clear" w:color="000000" w:fill="FFFFFF"/>
            <w:vAlign w:val="center"/>
            <w:hideMark/>
          </w:tcPr>
          <w:p w14:paraId="367B5B2B"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2,102</w:t>
            </w:r>
          </w:p>
        </w:tc>
        <w:tc>
          <w:tcPr>
            <w:tcW w:w="1180" w:type="dxa"/>
            <w:tcBorders>
              <w:top w:val="nil"/>
              <w:left w:val="nil"/>
              <w:bottom w:val="dotted" w:sz="4" w:space="0" w:color="auto"/>
            </w:tcBorders>
            <w:shd w:val="clear" w:color="000000" w:fill="FFFFFF"/>
            <w:vAlign w:val="center"/>
            <w:hideMark/>
          </w:tcPr>
          <w:p w14:paraId="3565615B"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3.84E-02</w:t>
            </w:r>
          </w:p>
        </w:tc>
      </w:tr>
      <w:tr w:rsidR="00C5650A" w:rsidRPr="00C5650A" w14:paraId="52E10C08" w14:textId="77777777" w:rsidTr="00C5650A">
        <w:trPr>
          <w:trHeight w:val="20"/>
        </w:trPr>
        <w:tc>
          <w:tcPr>
            <w:tcW w:w="3060" w:type="dxa"/>
            <w:vMerge/>
            <w:tcBorders>
              <w:top w:val="nil"/>
              <w:bottom w:val="dotted" w:sz="4" w:space="0" w:color="000000"/>
              <w:right w:val="nil"/>
            </w:tcBorders>
            <w:vAlign w:val="center"/>
            <w:hideMark/>
          </w:tcPr>
          <w:p w14:paraId="0389BF78"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4F81BD"/>
            <w:vAlign w:val="center"/>
            <w:hideMark/>
          </w:tcPr>
          <w:p w14:paraId="5683028F"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Cooling Water</w:t>
            </w:r>
          </w:p>
        </w:tc>
        <w:tc>
          <w:tcPr>
            <w:tcW w:w="1240" w:type="dxa"/>
            <w:tcBorders>
              <w:top w:val="nil"/>
              <w:left w:val="nil"/>
              <w:bottom w:val="dotted" w:sz="4" w:space="0" w:color="auto"/>
              <w:right w:val="nil"/>
            </w:tcBorders>
            <w:shd w:val="clear" w:color="000000" w:fill="FFFFFF"/>
            <w:vAlign w:val="center"/>
            <w:hideMark/>
          </w:tcPr>
          <w:p w14:paraId="7B0608FA"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148,000,000</w:t>
            </w:r>
          </w:p>
        </w:tc>
        <w:tc>
          <w:tcPr>
            <w:tcW w:w="1240" w:type="dxa"/>
            <w:tcBorders>
              <w:top w:val="nil"/>
              <w:left w:val="nil"/>
              <w:bottom w:val="dotted" w:sz="4" w:space="0" w:color="auto"/>
              <w:right w:val="nil"/>
            </w:tcBorders>
            <w:shd w:val="clear" w:color="000000" w:fill="FFFFFF"/>
            <w:vAlign w:val="center"/>
            <w:hideMark/>
          </w:tcPr>
          <w:p w14:paraId="319367A4"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2.71E+03</w:t>
            </w:r>
          </w:p>
        </w:tc>
        <w:tc>
          <w:tcPr>
            <w:tcW w:w="1860" w:type="dxa"/>
            <w:tcBorders>
              <w:top w:val="nil"/>
              <w:left w:val="nil"/>
              <w:bottom w:val="dotted" w:sz="4" w:space="0" w:color="auto"/>
              <w:right w:val="nil"/>
            </w:tcBorders>
            <w:shd w:val="clear" w:color="000000" w:fill="FFFFFF"/>
            <w:hideMark/>
          </w:tcPr>
          <w:p w14:paraId="7EFBCBFA" w14:textId="77777777" w:rsidR="00C5650A" w:rsidRPr="00C5650A" w:rsidRDefault="00C5650A" w:rsidP="00C5650A">
            <w:pPr>
              <w:spacing w:after="0" w:line="240" w:lineRule="auto"/>
              <w:rPr>
                <w:rFonts w:ascii="Calibri" w:eastAsia="Times New Roman" w:hAnsi="Calibri" w:cs="Times New Roman"/>
                <w:color w:val="000000"/>
              </w:rPr>
            </w:pPr>
            <w:r w:rsidRPr="00C5650A">
              <w:rPr>
                <w:rFonts w:ascii="Calibri" w:eastAsia="Times New Roman" w:hAnsi="Calibri" w:cs="Times New Roman"/>
                <w:color w:val="000000"/>
              </w:rPr>
              <w:t> </w:t>
            </w:r>
          </w:p>
        </w:tc>
        <w:tc>
          <w:tcPr>
            <w:tcW w:w="1180" w:type="dxa"/>
            <w:tcBorders>
              <w:top w:val="nil"/>
              <w:left w:val="nil"/>
              <w:bottom w:val="dotted" w:sz="4" w:space="0" w:color="auto"/>
              <w:right w:val="nil"/>
            </w:tcBorders>
            <w:shd w:val="clear" w:color="000000" w:fill="FFFFFF"/>
            <w:hideMark/>
          </w:tcPr>
          <w:p w14:paraId="1CCD2803" w14:textId="77777777" w:rsidR="00C5650A" w:rsidRPr="00C5650A" w:rsidRDefault="00C5650A" w:rsidP="00C5650A">
            <w:pPr>
              <w:spacing w:after="0" w:line="240" w:lineRule="auto"/>
              <w:rPr>
                <w:rFonts w:ascii="Calibri" w:eastAsia="Times New Roman" w:hAnsi="Calibri" w:cs="Times New Roman"/>
                <w:color w:val="000000"/>
              </w:rPr>
            </w:pPr>
            <w:r w:rsidRPr="00C5650A">
              <w:rPr>
                <w:rFonts w:ascii="Calibri" w:eastAsia="Times New Roman" w:hAnsi="Calibri" w:cs="Times New Roman"/>
                <w:color w:val="000000"/>
              </w:rPr>
              <w:t> </w:t>
            </w:r>
          </w:p>
        </w:tc>
        <w:tc>
          <w:tcPr>
            <w:tcW w:w="1180" w:type="dxa"/>
            <w:tcBorders>
              <w:top w:val="nil"/>
              <w:left w:val="nil"/>
              <w:bottom w:val="dotted" w:sz="4" w:space="0" w:color="auto"/>
            </w:tcBorders>
            <w:shd w:val="clear" w:color="000000" w:fill="FFFFFF"/>
            <w:vAlign w:val="center"/>
            <w:hideMark/>
          </w:tcPr>
          <w:p w14:paraId="0584CE0A"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r>
      <w:tr w:rsidR="00C5650A" w:rsidRPr="00C5650A" w14:paraId="32242126" w14:textId="77777777" w:rsidTr="00C5650A">
        <w:trPr>
          <w:trHeight w:val="20"/>
        </w:trPr>
        <w:tc>
          <w:tcPr>
            <w:tcW w:w="3060" w:type="dxa"/>
            <w:vMerge/>
            <w:tcBorders>
              <w:top w:val="nil"/>
              <w:bottom w:val="dotted" w:sz="4" w:space="0" w:color="000000"/>
              <w:right w:val="nil"/>
            </w:tcBorders>
            <w:vAlign w:val="center"/>
            <w:hideMark/>
          </w:tcPr>
          <w:p w14:paraId="1E9763CD"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800000"/>
            <w:vAlign w:val="center"/>
            <w:hideMark/>
          </w:tcPr>
          <w:p w14:paraId="30DC8198"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HP Steam</w:t>
            </w:r>
          </w:p>
        </w:tc>
        <w:tc>
          <w:tcPr>
            <w:tcW w:w="1240" w:type="dxa"/>
            <w:tcBorders>
              <w:top w:val="nil"/>
              <w:left w:val="nil"/>
              <w:bottom w:val="dotted" w:sz="4" w:space="0" w:color="auto"/>
              <w:right w:val="nil"/>
            </w:tcBorders>
            <w:shd w:val="clear" w:color="000000" w:fill="FFFFFF"/>
            <w:vAlign w:val="center"/>
            <w:hideMark/>
          </w:tcPr>
          <w:p w14:paraId="1664810F"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602,000</w:t>
            </w:r>
          </w:p>
        </w:tc>
        <w:tc>
          <w:tcPr>
            <w:tcW w:w="1240" w:type="dxa"/>
            <w:tcBorders>
              <w:top w:val="nil"/>
              <w:left w:val="nil"/>
              <w:bottom w:val="dotted" w:sz="4" w:space="0" w:color="auto"/>
              <w:right w:val="nil"/>
            </w:tcBorders>
            <w:shd w:val="clear" w:color="000000" w:fill="FFFFFF"/>
            <w:vAlign w:val="center"/>
            <w:hideMark/>
          </w:tcPr>
          <w:p w14:paraId="28B7D1F3"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1.10E+01</w:t>
            </w:r>
          </w:p>
        </w:tc>
        <w:tc>
          <w:tcPr>
            <w:tcW w:w="1860" w:type="dxa"/>
            <w:tcBorders>
              <w:top w:val="nil"/>
              <w:left w:val="nil"/>
              <w:bottom w:val="dotted" w:sz="4" w:space="0" w:color="auto"/>
              <w:right w:val="nil"/>
            </w:tcBorders>
            <w:shd w:val="clear" w:color="000000" w:fill="FFFFFF"/>
            <w:vAlign w:val="center"/>
            <w:hideMark/>
          </w:tcPr>
          <w:p w14:paraId="2EFE2547"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c>
          <w:tcPr>
            <w:tcW w:w="1180" w:type="dxa"/>
            <w:tcBorders>
              <w:top w:val="nil"/>
              <w:left w:val="nil"/>
              <w:bottom w:val="dotted" w:sz="4" w:space="0" w:color="auto"/>
              <w:right w:val="nil"/>
            </w:tcBorders>
            <w:shd w:val="clear" w:color="000000" w:fill="FFFFFF"/>
            <w:vAlign w:val="center"/>
            <w:hideMark/>
          </w:tcPr>
          <w:p w14:paraId="66E8F200"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c>
          <w:tcPr>
            <w:tcW w:w="1180" w:type="dxa"/>
            <w:tcBorders>
              <w:top w:val="nil"/>
              <w:left w:val="nil"/>
              <w:bottom w:val="dotted" w:sz="4" w:space="0" w:color="auto"/>
            </w:tcBorders>
            <w:shd w:val="clear" w:color="000000" w:fill="FFFFFF"/>
            <w:vAlign w:val="center"/>
            <w:hideMark/>
          </w:tcPr>
          <w:p w14:paraId="1198E8B5"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r>
      <w:tr w:rsidR="00C5650A" w:rsidRPr="00C5650A" w14:paraId="0EE79690" w14:textId="77777777" w:rsidTr="00C5650A">
        <w:trPr>
          <w:trHeight w:val="20"/>
        </w:trPr>
        <w:tc>
          <w:tcPr>
            <w:tcW w:w="3060" w:type="dxa"/>
            <w:vMerge w:val="restart"/>
            <w:tcBorders>
              <w:top w:val="nil"/>
              <w:bottom w:val="dotted" w:sz="4" w:space="0" w:color="000000"/>
              <w:right w:val="nil"/>
            </w:tcBorders>
            <w:shd w:val="clear" w:color="000000" w:fill="FFFFFF"/>
            <w:vAlign w:val="center"/>
            <w:hideMark/>
          </w:tcPr>
          <w:p w14:paraId="2F188DE4" w14:textId="77777777" w:rsidR="00C5650A" w:rsidRPr="00C5650A" w:rsidRDefault="00C5650A" w:rsidP="00C5650A">
            <w:pPr>
              <w:spacing w:after="0" w:line="240" w:lineRule="auto"/>
              <w:rPr>
                <w:rFonts w:ascii="Calibri" w:eastAsia="Times New Roman" w:hAnsi="Calibri" w:cs="Times New Roman"/>
                <w:color w:val="000000"/>
                <w:sz w:val="20"/>
                <w:szCs w:val="20"/>
              </w:rPr>
            </w:pPr>
            <w:proofErr w:type="spellStart"/>
            <w:r w:rsidRPr="00C5650A">
              <w:rPr>
                <w:rFonts w:ascii="Calibri" w:eastAsia="Times New Roman" w:hAnsi="Calibri" w:cs="Times New Roman"/>
                <w:color w:val="000000"/>
                <w:sz w:val="20"/>
                <w:szCs w:val="20"/>
              </w:rPr>
              <w:t>Bonivardi</w:t>
            </w:r>
            <w:proofErr w:type="spellEnd"/>
            <w:r w:rsidRPr="00C5650A">
              <w:rPr>
                <w:rFonts w:ascii="Calibri" w:eastAsia="Times New Roman" w:hAnsi="Calibri" w:cs="Times New Roman"/>
                <w:color w:val="000000"/>
                <w:sz w:val="20"/>
                <w:szCs w:val="20"/>
              </w:rPr>
              <w:t>, et al., 1998</w:t>
            </w:r>
          </w:p>
        </w:tc>
        <w:tc>
          <w:tcPr>
            <w:tcW w:w="2320" w:type="dxa"/>
            <w:tcBorders>
              <w:top w:val="nil"/>
              <w:left w:val="nil"/>
              <w:bottom w:val="dotted" w:sz="4" w:space="0" w:color="auto"/>
              <w:right w:val="nil"/>
            </w:tcBorders>
            <w:shd w:val="clear" w:color="000000" w:fill="9BBB59"/>
            <w:vAlign w:val="center"/>
            <w:hideMark/>
          </w:tcPr>
          <w:p w14:paraId="5C082A8F"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Carbon Dioxide</w:t>
            </w:r>
          </w:p>
        </w:tc>
        <w:tc>
          <w:tcPr>
            <w:tcW w:w="1240" w:type="dxa"/>
            <w:tcBorders>
              <w:top w:val="nil"/>
              <w:left w:val="nil"/>
              <w:bottom w:val="dotted" w:sz="4" w:space="0" w:color="auto"/>
              <w:right w:val="nil"/>
            </w:tcBorders>
            <w:shd w:val="clear" w:color="000000" w:fill="FFFFFF"/>
            <w:vAlign w:val="center"/>
            <w:hideMark/>
          </w:tcPr>
          <w:p w14:paraId="40559BC5"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79,590</w:t>
            </w:r>
          </w:p>
        </w:tc>
        <w:tc>
          <w:tcPr>
            <w:tcW w:w="1240" w:type="dxa"/>
            <w:tcBorders>
              <w:top w:val="nil"/>
              <w:left w:val="nil"/>
              <w:bottom w:val="dotted" w:sz="4" w:space="0" w:color="auto"/>
              <w:right w:val="nil"/>
            </w:tcBorders>
            <w:shd w:val="clear" w:color="000000" w:fill="FFFFFF"/>
            <w:vAlign w:val="center"/>
            <w:hideMark/>
          </w:tcPr>
          <w:p w14:paraId="2F45BD05"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1.45E+00</w:t>
            </w:r>
          </w:p>
        </w:tc>
        <w:tc>
          <w:tcPr>
            <w:tcW w:w="1860" w:type="dxa"/>
            <w:tcBorders>
              <w:top w:val="nil"/>
              <w:left w:val="nil"/>
              <w:bottom w:val="dotted" w:sz="4" w:space="0" w:color="auto"/>
              <w:right w:val="nil"/>
            </w:tcBorders>
            <w:shd w:val="clear" w:color="000000" w:fill="FF0000"/>
            <w:vAlign w:val="center"/>
            <w:hideMark/>
          </w:tcPr>
          <w:p w14:paraId="2171243D"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Methanol</w:t>
            </w:r>
          </w:p>
        </w:tc>
        <w:tc>
          <w:tcPr>
            <w:tcW w:w="1180" w:type="dxa"/>
            <w:tcBorders>
              <w:top w:val="nil"/>
              <w:left w:val="nil"/>
              <w:bottom w:val="dotted" w:sz="4" w:space="0" w:color="auto"/>
              <w:right w:val="nil"/>
            </w:tcBorders>
            <w:shd w:val="clear" w:color="000000" w:fill="FFFFFF"/>
            <w:vAlign w:val="center"/>
            <w:hideMark/>
          </w:tcPr>
          <w:p w14:paraId="0C87ED36"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54,800</w:t>
            </w:r>
          </w:p>
        </w:tc>
        <w:tc>
          <w:tcPr>
            <w:tcW w:w="1180" w:type="dxa"/>
            <w:tcBorders>
              <w:top w:val="nil"/>
              <w:left w:val="nil"/>
              <w:bottom w:val="dotted" w:sz="4" w:space="0" w:color="auto"/>
            </w:tcBorders>
            <w:shd w:val="clear" w:color="000000" w:fill="FFFFFF"/>
            <w:vAlign w:val="center"/>
            <w:hideMark/>
          </w:tcPr>
          <w:p w14:paraId="55A3FB2B"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1.00E+00</w:t>
            </w:r>
          </w:p>
        </w:tc>
      </w:tr>
      <w:tr w:rsidR="00C5650A" w:rsidRPr="00C5650A" w14:paraId="2A0CF6D3" w14:textId="77777777" w:rsidTr="00C5650A">
        <w:trPr>
          <w:trHeight w:val="20"/>
        </w:trPr>
        <w:tc>
          <w:tcPr>
            <w:tcW w:w="3060" w:type="dxa"/>
            <w:vMerge/>
            <w:tcBorders>
              <w:top w:val="nil"/>
              <w:bottom w:val="dotted" w:sz="4" w:space="0" w:color="000000"/>
              <w:right w:val="nil"/>
            </w:tcBorders>
            <w:vAlign w:val="center"/>
            <w:hideMark/>
          </w:tcPr>
          <w:p w14:paraId="6587C20A"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FFFFFF"/>
            <w:vAlign w:val="center"/>
            <w:hideMark/>
          </w:tcPr>
          <w:p w14:paraId="242BEE86"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Hydrogen</w:t>
            </w:r>
          </w:p>
        </w:tc>
        <w:tc>
          <w:tcPr>
            <w:tcW w:w="1240" w:type="dxa"/>
            <w:tcBorders>
              <w:top w:val="nil"/>
              <w:left w:val="nil"/>
              <w:bottom w:val="dotted" w:sz="4" w:space="0" w:color="auto"/>
              <w:right w:val="nil"/>
            </w:tcBorders>
            <w:shd w:val="clear" w:color="000000" w:fill="FFFFFF"/>
            <w:vAlign w:val="center"/>
            <w:hideMark/>
          </w:tcPr>
          <w:p w14:paraId="446A4BF1"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10,570</w:t>
            </w:r>
          </w:p>
        </w:tc>
        <w:tc>
          <w:tcPr>
            <w:tcW w:w="1240" w:type="dxa"/>
            <w:tcBorders>
              <w:top w:val="nil"/>
              <w:left w:val="nil"/>
              <w:bottom w:val="dotted" w:sz="4" w:space="0" w:color="auto"/>
              <w:right w:val="nil"/>
            </w:tcBorders>
            <w:shd w:val="clear" w:color="000000" w:fill="FFFFFF"/>
            <w:vAlign w:val="center"/>
            <w:hideMark/>
          </w:tcPr>
          <w:p w14:paraId="3CF03E68"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1.93E-01</w:t>
            </w:r>
          </w:p>
        </w:tc>
        <w:tc>
          <w:tcPr>
            <w:tcW w:w="1860" w:type="dxa"/>
            <w:tcBorders>
              <w:top w:val="nil"/>
              <w:left w:val="nil"/>
              <w:bottom w:val="dotted" w:sz="4" w:space="0" w:color="auto"/>
              <w:right w:val="nil"/>
            </w:tcBorders>
            <w:shd w:val="clear" w:color="000000" w:fill="FF0000"/>
            <w:vAlign w:val="center"/>
            <w:hideMark/>
          </w:tcPr>
          <w:p w14:paraId="6796FE29"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Carbon Monoxide</w:t>
            </w:r>
          </w:p>
        </w:tc>
        <w:tc>
          <w:tcPr>
            <w:tcW w:w="1180" w:type="dxa"/>
            <w:tcBorders>
              <w:top w:val="nil"/>
              <w:left w:val="nil"/>
              <w:bottom w:val="dotted" w:sz="4" w:space="0" w:color="auto"/>
              <w:right w:val="nil"/>
            </w:tcBorders>
            <w:shd w:val="clear" w:color="000000" w:fill="FFFFFF"/>
            <w:vAlign w:val="center"/>
            <w:hideMark/>
          </w:tcPr>
          <w:p w14:paraId="26A157B1"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2,527</w:t>
            </w:r>
          </w:p>
        </w:tc>
        <w:tc>
          <w:tcPr>
            <w:tcW w:w="1180" w:type="dxa"/>
            <w:tcBorders>
              <w:top w:val="nil"/>
              <w:left w:val="nil"/>
              <w:bottom w:val="dotted" w:sz="4" w:space="0" w:color="auto"/>
            </w:tcBorders>
            <w:shd w:val="clear" w:color="000000" w:fill="FFFFFF"/>
            <w:vAlign w:val="center"/>
            <w:hideMark/>
          </w:tcPr>
          <w:p w14:paraId="16ADF141"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4.61E-02</w:t>
            </w:r>
          </w:p>
        </w:tc>
      </w:tr>
      <w:tr w:rsidR="00C5650A" w:rsidRPr="00C5650A" w14:paraId="3A65E680" w14:textId="77777777" w:rsidTr="00C5650A">
        <w:trPr>
          <w:trHeight w:val="20"/>
        </w:trPr>
        <w:tc>
          <w:tcPr>
            <w:tcW w:w="3060" w:type="dxa"/>
            <w:vMerge/>
            <w:tcBorders>
              <w:top w:val="nil"/>
              <w:bottom w:val="dotted" w:sz="4" w:space="0" w:color="000000"/>
              <w:right w:val="nil"/>
            </w:tcBorders>
            <w:vAlign w:val="center"/>
            <w:hideMark/>
          </w:tcPr>
          <w:p w14:paraId="4E65B692"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4F81BD"/>
            <w:vAlign w:val="center"/>
            <w:hideMark/>
          </w:tcPr>
          <w:p w14:paraId="2F19E88A"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Cooling Water</w:t>
            </w:r>
          </w:p>
        </w:tc>
        <w:tc>
          <w:tcPr>
            <w:tcW w:w="1240" w:type="dxa"/>
            <w:tcBorders>
              <w:top w:val="nil"/>
              <w:left w:val="nil"/>
              <w:bottom w:val="dotted" w:sz="4" w:space="0" w:color="auto"/>
              <w:right w:val="nil"/>
            </w:tcBorders>
            <w:shd w:val="clear" w:color="000000" w:fill="FFFFFF"/>
            <w:vAlign w:val="center"/>
            <w:hideMark/>
          </w:tcPr>
          <w:p w14:paraId="0FFAC662"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13,180,000</w:t>
            </w:r>
          </w:p>
        </w:tc>
        <w:tc>
          <w:tcPr>
            <w:tcW w:w="1240" w:type="dxa"/>
            <w:tcBorders>
              <w:top w:val="nil"/>
              <w:left w:val="nil"/>
              <w:bottom w:val="dotted" w:sz="4" w:space="0" w:color="auto"/>
              <w:right w:val="nil"/>
            </w:tcBorders>
            <w:shd w:val="clear" w:color="000000" w:fill="FFFFFF"/>
            <w:vAlign w:val="center"/>
            <w:hideMark/>
          </w:tcPr>
          <w:p w14:paraId="229965AF"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2.41E+02</w:t>
            </w:r>
          </w:p>
        </w:tc>
        <w:tc>
          <w:tcPr>
            <w:tcW w:w="1860" w:type="dxa"/>
            <w:tcBorders>
              <w:top w:val="nil"/>
              <w:left w:val="nil"/>
              <w:bottom w:val="dotted" w:sz="4" w:space="0" w:color="auto"/>
              <w:right w:val="nil"/>
            </w:tcBorders>
            <w:shd w:val="clear" w:color="000000" w:fill="FFFFFF"/>
            <w:hideMark/>
          </w:tcPr>
          <w:p w14:paraId="71DEBA5F" w14:textId="77777777" w:rsidR="00C5650A" w:rsidRPr="00C5650A" w:rsidRDefault="00C5650A" w:rsidP="00C5650A">
            <w:pPr>
              <w:spacing w:after="0" w:line="240" w:lineRule="auto"/>
              <w:rPr>
                <w:rFonts w:ascii="Calibri" w:eastAsia="Times New Roman" w:hAnsi="Calibri" w:cs="Times New Roman"/>
                <w:color w:val="000000"/>
              </w:rPr>
            </w:pPr>
            <w:r w:rsidRPr="00C5650A">
              <w:rPr>
                <w:rFonts w:ascii="Calibri" w:eastAsia="Times New Roman" w:hAnsi="Calibri" w:cs="Times New Roman"/>
                <w:color w:val="000000"/>
              </w:rPr>
              <w:t> </w:t>
            </w:r>
          </w:p>
        </w:tc>
        <w:tc>
          <w:tcPr>
            <w:tcW w:w="1180" w:type="dxa"/>
            <w:tcBorders>
              <w:top w:val="nil"/>
              <w:left w:val="nil"/>
              <w:bottom w:val="dotted" w:sz="4" w:space="0" w:color="auto"/>
              <w:right w:val="nil"/>
            </w:tcBorders>
            <w:shd w:val="clear" w:color="000000" w:fill="FFFFFF"/>
            <w:hideMark/>
          </w:tcPr>
          <w:p w14:paraId="08A0B983" w14:textId="77777777" w:rsidR="00C5650A" w:rsidRPr="00C5650A" w:rsidRDefault="00C5650A" w:rsidP="00C5650A">
            <w:pPr>
              <w:spacing w:after="0" w:line="240" w:lineRule="auto"/>
              <w:rPr>
                <w:rFonts w:ascii="Calibri" w:eastAsia="Times New Roman" w:hAnsi="Calibri" w:cs="Times New Roman"/>
                <w:color w:val="000000"/>
              </w:rPr>
            </w:pPr>
            <w:r w:rsidRPr="00C5650A">
              <w:rPr>
                <w:rFonts w:ascii="Calibri" w:eastAsia="Times New Roman" w:hAnsi="Calibri" w:cs="Times New Roman"/>
                <w:color w:val="000000"/>
              </w:rPr>
              <w:t> </w:t>
            </w:r>
          </w:p>
        </w:tc>
        <w:tc>
          <w:tcPr>
            <w:tcW w:w="1180" w:type="dxa"/>
            <w:tcBorders>
              <w:top w:val="nil"/>
              <w:left w:val="nil"/>
              <w:bottom w:val="dotted" w:sz="4" w:space="0" w:color="auto"/>
            </w:tcBorders>
            <w:shd w:val="clear" w:color="000000" w:fill="FFFFFF"/>
            <w:vAlign w:val="center"/>
            <w:hideMark/>
          </w:tcPr>
          <w:p w14:paraId="18F998C1"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r>
      <w:tr w:rsidR="00C5650A" w:rsidRPr="00C5650A" w14:paraId="42B46428" w14:textId="77777777" w:rsidTr="00C5650A">
        <w:trPr>
          <w:trHeight w:val="20"/>
        </w:trPr>
        <w:tc>
          <w:tcPr>
            <w:tcW w:w="3060" w:type="dxa"/>
            <w:vMerge/>
            <w:tcBorders>
              <w:top w:val="nil"/>
              <w:bottom w:val="dotted" w:sz="4" w:space="0" w:color="000000"/>
              <w:right w:val="nil"/>
            </w:tcBorders>
            <w:vAlign w:val="center"/>
            <w:hideMark/>
          </w:tcPr>
          <w:p w14:paraId="724893CA"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800000"/>
            <w:vAlign w:val="center"/>
            <w:hideMark/>
          </w:tcPr>
          <w:p w14:paraId="655A9DAC"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HP Steam</w:t>
            </w:r>
          </w:p>
        </w:tc>
        <w:tc>
          <w:tcPr>
            <w:tcW w:w="1240" w:type="dxa"/>
            <w:tcBorders>
              <w:top w:val="nil"/>
              <w:left w:val="nil"/>
              <w:bottom w:val="dotted" w:sz="4" w:space="0" w:color="auto"/>
              <w:right w:val="nil"/>
            </w:tcBorders>
            <w:shd w:val="clear" w:color="000000" w:fill="FFFFFF"/>
            <w:vAlign w:val="center"/>
            <w:hideMark/>
          </w:tcPr>
          <w:p w14:paraId="605FC1E6"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525,000</w:t>
            </w:r>
          </w:p>
        </w:tc>
        <w:tc>
          <w:tcPr>
            <w:tcW w:w="1240" w:type="dxa"/>
            <w:tcBorders>
              <w:top w:val="nil"/>
              <w:left w:val="nil"/>
              <w:bottom w:val="dotted" w:sz="4" w:space="0" w:color="auto"/>
              <w:right w:val="nil"/>
            </w:tcBorders>
            <w:shd w:val="clear" w:color="000000" w:fill="FFFFFF"/>
            <w:vAlign w:val="center"/>
            <w:hideMark/>
          </w:tcPr>
          <w:p w14:paraId="549E7C68"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9.58E+00</w:t>
            </w:r>
          </w:p>
        </w:tc>
        <w:tc>
          <w:tcPr>
            <w:tcW w:w="1860" w:type="dxa"/>
            <w:tcBorders>
              <w:top w:val="nil"/>
              <w:left w:val="nil"/>
              <w:bottom w:val="dotted" w:sz="4" w:space="0" w:color="auto"/>
              <w:right w:val="nil"/>
            </w:tcBorders>
            <w:shd w:val="clear" w:color="000000" w:fill="FFFFFF"/>
            <w:vAlign w:val="center"/>
            <w:hideMark/>
          </w:tcPr>
          <w:p w14:paraId="5F17722E"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c>
          <w:tcPr>
            <w:tcW w:w="1180" w:type="dxa"/>
            <w:tcBorders>
              <w:top w:val="nil"/>
              <w:left w:val="nil"/>
              <w:bottom w:val="dotted" w:sz="4" w:space="0" w:color="auto"/>
              <w:right w:val="nil"/>
            </w:tcBorders>
            <w:shd w:val="clear" w:color="000000" w:fill="FFFFFF"/>
            <w:vAlign w:val="center"/>
            <w:hideMark/>
          </w:tcPr>
          <w:p w14:paraId="218424BB"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c>
          <w:tcPr>
            <w:tcW w:w="1180" w:type="dxa"/>
            <w:tcBorders>
              <w:top w:val="nil"/>
              <w:left w:val="nil"/>
              <w:bottom w:val="dotted" w:sz="4" w:space="0" w:color="auto"/>
            </w:tcBorders>
            <w:shd w:val="clear" w:color="000000" w:fill="FFFFFF"/>
            <w:vAlign w:val="center"/>
            <w:hideMark/>
          </w:tcPr>
          <w:p w14:paraId="6581E17D"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 </w:t>
            </w:r>
          </w:p>
        </w:tc>
      </w:tr>
      <w:tr w:rsidR="00C5650A" w:rsidRPr="00C5650A" w14:paraId="1DD3085C" w14:textId="77777777" w:rsidTr="00C5650A">
        <w:trPr>
          <w:trHeight w:val="20"/>
        </w:trPr>
        <w:tc>
          <w:tcPr>
            <w:tcW w:w="3060" w:type="dxa"/>
            <w:vMerge w:val="restart"/>
            <w:tcBorders>
              <w:top w:val="nil"/>
              <w:bottom w:val="single" w:sz="8" w:space="0" w:color="000000"/>
              <w:right w:val="nil"/>
            </w:tcBorders>
            <w:shd w:val="clear" w:color="000000" w:fill="FFFFFF"/>
            <w:vAlign w:val="center"/>
            <w:hideMark/>
          </w:tcPr>
          <w:p w14:paraId="1D733404"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Conventional Process</w:t>
            </w:r>
          </w:p>
        </w:tc>
        <w:tc>
          <w:tcPr>
            <w:tcW w:w="2320" w:type="dxa"/>
            <w:tcBorders>
              <w:top w:val="nil"/>
              <w:left w:val="nil"/>
              <w:bottom w:val="dotted" w:sz="4" w:space="0" w:color="auto"/>
              <w:right w:val="nil"/>
            </w:tcBorders>
            <w:shd w:val="clear" w:color="000000" w:fill="9BBB59"/>
            <w:vAlign w:val="center"/>
            <w:hideMark/>
          </w:tcPr>
          <w:p w14:paraId="679F3CFD"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Carbon Dioxide</w:t>
            </w:r>
          </w:p>
        </w:tc>
        <w:tc>
          <w:tcPr>
            <w:tcW w:w="1240" w:type="dxa"/>
            <w:tcBorders>
              <w:top w:val="nil"/>
              <w:left w:val="nil"/>
              <w:bottom w:val="dotted" w:sz="4" w:space="0" w:color="auto"/>
              <w:right w:val="nil"/>
            </w:tcBorders>
            <w:shd w:val="clear" w:color="000000" w:fill="FFFFFF"/>
            <w:vAlign w:val="center"/>
            <w:hideMark/>
          </w:tcPr>
          <w:p w14:paraId="62F3B74F"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7,177</w:t>
            </w:r>
          </w:p>
        </w:tc>
        <w:tc>
          <w:tcPr>
            <w:tcW w:w="1240" w:type="dxa"/>
            <w:tcBorders>
              <w:top w:val="nil"/>
              <w:left w:val="nil"/>
              <w:bottom w:val="dotted" w:sz="4" w:space="0" w:color="auto"/>
              <w:right w:val="nil"/>
            </w:tcBorders>
            <w:shd w:val="clear" w:color="000000" w:fill="FFFFFF"/>
            <w:vAlign w:val="center"/>
            <w:hideMark/>
          </w:tcPr>
          <w:p w14:paraId="3ACC4623"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3.47E-01</w:t>
            </w:r>
          </w:p>
        </w:tc>
        <w:tc>
          <w:tcPr>
            <w:tcW w:w="1860" w:type="dxa"/>
            <w:tcBorders>
              <w:top w:val="nil"/>
              <w:left w:val="nil"/>
              <w:bottom w:val="dotted" w:sz="4" w:space="0" w:color="auto"/>
              <w:right w:val="nil"/>
            </w:tcBorders>
            <w:shd w:val="clear" w:color="000000" w:fill="FF0000"/>
            <w:vAlign w:val="center"/>
            <w:hideMark/>
          </w:tcPr>
          <w:p w14:paraId="49AB90E5"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Methanol</w:t>
            </w:r>
          </w:p>
        </w:tc>
        <w:tc>
          <w:tcPr>
            <w:tcW w:w="1180" w:type="dxa"/>
            <w:tcBorders>
              <w:top w:val="nil"/>
              <w:left w:val="nil"/>
              <w:bottom w:val="dotted" w:sz="4" w:space="0" w:color="auto"/>
              <w:right w:val="nil"/>
            </w:tcBorders>
            <w:shd w:val="clear" w:color="000000" w:fill="FFFFFF"/>
            <w:vAlign w:val="center"/>
            <w:hideMark/>
          </w:tcPr>
          <w:p w14:paraId="55E27569"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20,698</w:t>
            </w:r>
          </w:p>
        </w:tc>
        <w:tc>
          <w:tcPr>
            <w:tcW w:w="1180" w:type="dxa"/>
            <w:tcBorders>
              <w:top w:val="nil"/>
              <w:left w:val="nil"/>
              <w:bottom w:val="dotted" w:sz="4" w:space="0" w:color="auto"/>
            </w:tcBorders>
            <w:shd w:val="clear" w:color="000000" w:fill="FFFFFF"/>
            <w:vAlign w:val="center"/>
            <w:hideMark/>
          </w:tcPr>
          <w:p w14:paraId="6BBF1D46"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1.00E+00</w:t>
            </w:r>
          </w:p>
        </w:tc>
      </w:tr>
      <w:tr w:rsidR="00C5650A" w:rsidRPr="00C5650A" w14:paraId="5A0545A8" w14:textId="77777777" w:rsidTr="00C5650A">
        <w:trPr>
          <w:trHeight w:val="20"/>
        </w:trPr>
        <w:tc>
          <w:tcPr>
            <w:tcW w:w="3060" w:type="dxa"/>
            <w:vMerge/>
            <w:tcBorders>
              <w:top w:val="nil"/>
              <w:bottom w:val="single" w:sz="8" w:space="0" w:color="000000"/>
              <w:right w:val="nil"/>
            </w:tcBorders>
            <w:vAlign w:val="center"/>
            <w:hideMark/>
          </w:tcPr>
          <w:p w14:paraId="43F4638D"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9BBB59"/>
            <w:vAlign w:val="center"/>
            <w:hideMark/>
          </w:tcPr>
          <w:p w14:paraId="119BDF8F"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Methane</w:t>
            </w:r>
          </w:p>
        </w:tc>
        <w:tc>
          <w:tcPr>
            <w:tcW w:w="1240" w:type="dxa"/>
            <w:tcBorders>
              <w:top w:val="nil"/>
              <w:left w:val="nil"/>
              <w:bottom w:val="dotted" w:sz="4" w:space="0" w:color="auto"/>
              <w:right w:val="nil"/>
            </w:tcBorders>
            <w:shd w:val="clear" w:color="000000" w:fill="FFFFFF"/>
            <w:vAlign w:val="center"/>
            <w:hideMark/>
          </w:tcPr>
          <w:p w14:paraId="23DC216E"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7,782</w:t>
            </w:r>
          </w:p>
        </w:tc>
        <w:tc>
          <w:tcPr>
            <w:tcW w:w="1240" w:type="dxa"/>
            <w:tcBorders>
              <w:top w:val="nil"/>
              <w:left w:val="nil"/>
              <w:bottom w:val="dotted" w:sz="4" w:space="0" w:color="auto"/>
              <w:right w:val="nil"/>
            </w:tcBorders>
            <w:shd w:val="clear" w:color="000000" w:fill="FFFFFF"/>
            <w:vAlign w:val="center"/>
            <w:hideMark/>
          </w:tcPr>
          <w:p w14:paraId="4EFB4071"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3.76E-01</w:t>
            </w:r>
          </w:p>
        </w:tc>
        <w:tc>
          <w:tcPr>
            <w:tcW w:w="1860" w:type="dxa"/>
            <w:tcBorders>
              <w:top w:val="nil"/>
              <w:left w:val="nil"/>
              <w:bottom w:val="dotted" w:sz="4" w:space="0" w:color="auto"/>
              <w:right w:val="nil"/>
            </w:tcBorders>
            <w:shd w:val="clear" w:color="000000" w:fill="FF0000"/>
            <w:vAlign w:val="center"/>
            <w:hideMark/>
          </w:tcPr>
          <w:p w14:paraId="17E413D5"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Carbon Monoxide</w:t>
            </w:r>
          </w:p>
        </w:tc>
        <w:tc>
          <w:tcPr>
            <w:tcW w:w="1180" w:type="dxa"/>
            <w:tcBorders>
              <w:top w:val="nil"/>
              <w:left w:val="nil"/>
              <w:bottom w:val="dotted" w:sz="4" w:space="0" w:color="auto"/>
              <w:right w:val="nil"/>
            </w:tcBorders>
            <w:shd w:val="clear" w:color="000000" w:fill="FFFFFF"/>
            <w:vAlign w:val="center"/>
            <w:hideMark/>
          </w:tcPr>
          <w:p w14:paraId="23D9919F"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13.57</w:t>
            </w:r>
          </w:p>
        </w:tc>
        <w:tc>
          <w:tcPr>
            <w:tcW w:w="1180" w:type="dxa"/>
            <w:tcBorders>
              <w:top w:val="nil"/>
              <w:left w:val="nil"/>
              <w:bottom w:val="dotted" w:sz="4" w:space="0" w:color="auto"/>
            </w:tcBorders>
            <w:shd w:val="clear" w:color="000000" w:fill="FFFFFF"/>
            <w:vAlign w:val="center"/>
            <w:hideMark/>
          </w:tcPr>
          <w:p w14:paraId="6CB43FED"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6.56E-04</w:t>
            </w:r>
          </w:p>
        </w:tc>
      </w:tr>
      <w:tr w:rsidR="00C5650A" w:rsidRPr="00C5650A" w14:paraId="0AB8F264" w14:textId="77777777" w:rsidTr="00C5650A">
        <w:trPr>
          <w:trHeight w:val="20"/>
        </w:trPr>
        <w:tc>
          <w:tcPr>
            <w:tcW w:w="3060" w:type="dxa"/>
            <w:vMerge/>
            <w:tcBorders>
              <w:top w:val="nil"/>
              <w:bottom w:val="single" w:sz="8" w:space="0" w:color="000000"/>
              <w:right w:val="nil"/>
            </w:tcBorders>
            <w:vAlign w:val="center"/>
            <w:hideMark/>
          </w:tcPr>
          <w:p w14:paraId="174E20B7"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dotted" w:sz="4" w:space="0" w:color="auto"/>
              <w:right w:val="nil"/>
            </w:tcBorders>
            <w:shd w:val="clear" w:color="000000" w:fill="4F81BD"/>
            <w:vAlign w:val="center"/>
            <w:hideMark/>
          </w:tcPr>
          <w:p w14:paraId="2B49C86D"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Cooling Water</w:t>
            </w:r>
          </w:p>
        </w:tc>
        <w:tc>
          <w:tcPr>
            <w:tcW w:w="1240" w:type="dxa"/>
            <w:tcBorders>
              <w:top w:val="nil"/>
              <w:left w:val="nil"/>
              <w:bottom w:val="dotted" w:sz="4" w:space="0" w:color="auto"/>
              <w:right w:val="nil"/>
            </w:tcBorders>
            <w:shd w:val="clear" w:color="000000" w:fill="FFFFFF"/>
            <w:vAlign w:val="center"/>
            <w:hideMark/>
          </w:tcPr>
          <w:p w14:paraId="489ABD10"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2,498,850</w:t>
            </w:r>
          </w:p>
        </w:tc>
        <w:tc>
          <w:tcPr>
            <w:tcW w:w="1240" w:type="dxa"/>
            <w:tcBorders>
              <w:top w:val="nil"/>
              <w:left w:val="nil"/>
              <w:bottom w:val="dotted" w:sz="4" w:space="0" w:color="auto"/>
              <w:right w:val="nil"/>
            </w:tcBorders>
            <w:shd w:val="clear" w:color="000000" w:fill="FFFFFF"/>
            <w:vAlign w:val="center"/>
            <w:hideMark/>
          </w:tcPr>
          <w:p w14:paraId="7353E2E1"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1.21E+02</w:t>
            </w:r>
          </w:p>
        </w:tc>
        <w:tc>
          <w:tcPr>
            <w:tcW w:w="1860" w:type="dxa"/>
            <w:tcBorders>
              <w:top w:val="nil"/>
              <w:left w:val="nil"/>
              <w:bottom w:val="dotted" w:sz="4" w:space="0" w:color="auto"/>
              <w:right w:val="nil"/>
            </w:tcBorders>
            <w:shd w:val="clear" w:color="000000" w:fill="FF0000"/>
            <w:vAlign w:val="center"/>
            <w:hideMark/>
          </w:tcPr>
          <w:p w14:paraId="7433CA4C"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Carbon Dioxide</w:t>
            </w:r>
          </w:p>
        </w:tc>
        <w:tc>
          <w:tcPr>
            <w:tcW w:w="1180" w:type="dxa"/>
            <w:tcBorders>
              <w:top w:val="nil"/>
              <w:left w:val="nil"/>
              <w:bottom w:val="dotted" w:sz="4" w:space="0" w:color="auto"/>
              <w:right w:val="nil"/>
            </w:tcBorders>
            <w:shd w:val="clear" w:color="000000" w:fill="FFFFFF"/>
            <w:vAlign w:val="center"/>
            <w:hideMark/>
          </w:tcPr>
          <w:p w14:paraId="01E4A97E"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71.76</w:t>
            </w:r>
          </w:p>
        </w:tc>
        <w:tc>
          <w:tcPr>
            <w:tcW w:w="1180" w:type="dxa"/>
            <w:tcBorders>
              <w:top w:val="nil"/>
              <w:left w:val="nil"/>
              <w:bottom w:val="dotted" w:sz="4" w:space="0" w:color="auto"/>
            </w:tcBorders>
            <w:shd w:val="clear" w:color="000000" w:fill="FFFFFF"/>
            <w:vAlign w:val="center"/>
            <w:hideMark/>
          </w:tcPr>
          <w:p w14:paraId="3C46FF32"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3.47E-03</w:t>
            </w:r>
          </w:p>
        </w:tc>
      </w:tr>
      <w:tr w:rsidR="00C5650A" w:rsidRPr="00C5650A" w14:paraId="7CF9DF99" w14:textId="77777777" w:rsidTr="00C5650A">
        <w:trPr>
          <w:trHeight w:val="20"/>
        </w:trPr>
        <w:tc>
          <w:tcPr>
            <w:tcW w:w="3060" w:type="dxa"/>
            <w:vMerge/>
            <w:tcBorders>
              <w:top w:val="nil"/>
              <w:bottom w:val="single" w:sz="8" w:space="0" w:color="000000"/>
              <w:right w:val="nil"/>
            </w:tcBorders>
            <w:vAlign w:val="center"/>
            <w:hideMark/>
          </w:tcPr>
          <w:p w14:paraId="7437ACE8" w14:textId="77777777" w:rsidR="00C5650A" w:rsidRPr="00C5650A" w:rsidRDefault="00C5650A" w:rsidP="00C5650A">
            <w:pPr>
              <w:spacing w:after="0" w:line="240" w:lineRule="auto"/>
              <w:rPr>
                <w:rFonts w:ascii="Calibri" w:eastAsia="Times New Roman" w:hAnsi="Calibri" w:cs="Times New Roman"/>
                <w:color w:val="000000"/>
                <w:sz w:val="20"/>
                <w:szCs w:val="20"/>
              </w:rPr>
            </w:pPr>
          </w:p>
        </w:tc>
        <w:tc>
          <w:tcPr>
            <w:tcW w:w="2320" w:type="dxa"/>
            <w:tcBorders>
              <w:top w:val="nil"/>
              <w:left w:val="nil"/>
              <w:bottom w:val="single" w:sz="8" w:space="0" w:color="auto"/>
              <w:right w:val="nil"/>
            </w:tcBorders>
            <w:shd w:val="clear" w:color="000000" w:fill="800000"/>
            <w:vAlign w:val="center"/>
            <w:hideMark/>
          </w:tcPr>
          <w:p w14:paraId="16F14488"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LP Steam</w:t>
            </w:r>
          </w:p>
        </w:tc>
        <w:tc>
          <w:tcPr>
            <w:tcW w:w="1240" w:type="dxa"/>
            <w:tcBorders>
              <w:top w:val="nil"/>
              <w:left w:val="nil"/>
              <w:bottom w:val="single" w:sz="8" w:space="0" w:color="auto"/>
              <w:right w:val="nil"/>
            </w:tcBorders>
            <w:shd w:val="clear" w:color="000000" w:fill="FFFFFF"/>
            <w:vAlign w:val="center"/>
            <w:hideMark/>
          </w:tcPr>
          <w:p w14:paraId="40DEDFCF"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95,567</w:t>
            </w:r>
          </w:p>
        </w:tc>
        <w:tc>
          <w:tcPr>
            <w:tcW w:w="1240" w:type="dxa"/>
            <w:tcBorders>
              <w:top w:val="nil"/>
              <w:left w:val="nil"/>
              <w:bottom w:val="single" w:sz="8" w:space="0" w:color="auto"/>
              <w:right w:val="nil"/>
            </w:tcBorders>
            <w:shd w:val="clear" w:color="000000" w:fill="FFFFFF"/>
            <w:vAlign w:val="center"/>
            <w:hideMark/>
          </w:tcPr>
          <w:p w14:paraId="413CF033"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4.62E+00</w:t>
            </w:r>
          </w:p>
        </w:tc>
        <w:tc>
          <w:tcPr>
            <w:tcW w:w="1860" w:type="dxa"/>
            <w:tcBorders>
              <w:top w:val="nil"/>
              <w:left w:val="nil"/>
              <w:bottom w:val="single" w:sz="8" w:space="0" w:color="auto"/>
              <w:right w:val="nil"/>
            </w:tcBorders>
            <w:shd w:val="clear" w:color="000000" w:fill="FFFFFF"/>
            <w:vAlign w:val="center"/>
            <w:hideMark/>
          </w:tcPr>
          <w:p w14:paraId="59D7B2DC" w14:textId="77777777" w:rsidR="00C5650A" w:rsidRPr="00C5650A" w:rsidRDefault="00C5650A" w:rsidP="00C5650A">
            <w:pPr>
              <w:spacing w:after="0" w:line="240" w:lineRule="auto"/>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Hydrogen</w:t>
            </w:r>
          </w:p>
        </w:tc>
        <w:tc>
          <w:tcPr>
            <w:tcW w:w="1180" w:type="dxa"/>
            <w:tcBorders>
              <w:top w:val="nil"/>
              <w:left w:val="nil"/>
              <w:bottom w:val="single" w:sz="8" w:space="0" w:color="auto"/>
              <w:right w:val="nil"/>
            </w:tcBorders>
            <w:shd w:val="clear" w:color="000000" w:fill="FFFFFF"/>
            <w:vAlign w:val="center"/>
            <w:hideMark/>
          </w:tcPr>
          <w:p w14:paraId="42F59610"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2.97</w:t>
            </w:r>
          </w:p>
        </w:tc>
        <w:tc>
          <w:tcPr>
            <w:tcW w:w="1180" w:type="dxa"/>
            <w:tcBorders>
              <w:top w:val="nil"/>
              <w:left w:val="nil"/>
              <w:bottom w:val="single" w:sz="8" w:space="0" w:color="auto"/>
            </w:tcBorders>
            <w:shd w:val="clear" w:color="000000" w:fill="FFFFFF"/>
            <w:vAlign w:val="center"/>
            <w:hideMark/>
          </w:tcPr>
          <w:p w14:paraId="628AAC1E" w14:textId="77777777" w:rsidR="00C5650A" w:rsidRPr="00C5650A" w:rsidRDefault="00C5650A" w:rsidP="00C5650A">
            <w:pPr>
              <w:spacing w:after="0" w:line="240" w:lineRule="auto"/>
              <w:jc w:val="right"/>
              <w:rPr>
                <w:rFonts w:ascii="Calibri" w:eastAsia="Times New Roman" w:hAnsi="Calibri" w:cs="Times New Roman"/>
                <w:color w:val="000000"/>
                <w:sz w:val="20"/>
                <w:szCs w:val="20"/>
              </w:rPr>
            </w:pPr>
            <w:r w:rsidRPr="00C5650A">
              <w:rPr>
                <w:rFonts w:ascii="Calibri" w:eastAsia="Times New Roman" w:hAnsi="Calibri" w:cs="Times New Roman"/>
                <w:color w:val="000000"/>
                <w:sz w:val="20"/>
                <w:szCs w:val="20"/>
              </w:rPr>
              <w:t>1.43E-04</w:t>
            </w:r>
          </w:p>
        </w:tc>
      </w:tr>
    </w:tbl>
    <w:p w14:paraId="7272CDB6" w14:textId="77777777" w:rsidR="00C5650A" w:rsidRPr="00264076" w:rsidRDefault="00C5650A" w:rsidP="00264076">
      <w:pPr>
        <w:pStyle w:val="ListParagraph"/>
        <w:ind w:left="0"/>
        <w:rPr>
          <w:b/>
          <w:sz w:val="24"/>
        </w:rPr>
      </w:pPr>
    </w:p>
    <w:p w14:paraId="3D863745" w14:textId="77777777" w:rsidR="00C5650A" w:rsidRDefault="00C5650A" w:rsidP="00655EFE">
      <w:pPr>
        <w:pStyle w:val="ListParagraph"/>
        <w:numPr>
          <w:ilvl w:val="0"/>
          <w:numId w:val="11"/>
        </w:numPr>
        <w:rPr>
          <w:i/>
          <w:sz w:val="24"/>
        </w:rPr>
        <w:sectPr w:rsidR="00C5650A" w:rsidSect="00C5650A">
          <w:pgSz w:w="15840" w:h="12240" w:orient="landscape"/>
          <w:pgMar w:top="1440" w:right="1440" w:bottom="1440" w:left="1440" w:header="720" w:footer="720" w:gutter="0"/>
          <w:cols w:space="720"/>
          <w:docGrid w:linePitch="360"/>
        </w:sectPr>
      </w:pPr>
    </w:p>
    <w:p w14:paraId="4038808E" w14:textId="77777777" w:rsidR="00F208ED" w:rsidRPr="00F208ED" w:rsidRDefault="00F208ED" w:rsidP="00F208ED">
      <w:pPr>
        <w:pStyle w:val="ListParagraph"/>
        <w:rPr>
          <w:i/>
        </w:rPr>
      </w:pPr>
      <w:r w:rsidRPr="00F208ED">
        <w:rPr>
          <w:position w:val="-30"/>
        </w:rPr>
        <w:object w:dxaOrig="1420" w:dyaOrig="580" w14:anchorId="733B2C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70.65pt;height:29.2pt" o:ole="">
            <v:imagedata r:id="rId12" o:title=""/>
          </v:shape>
          <o:OLEObject Type="Embed" ProgID="Equation.3" ShapeID="_x0000_i1035" DrawAspect="Content" ObjectID="_1480163436" r:id="rId13"/>
        </w:object>
      </w:r>
    </w:p>
    <w:p w14:paraId="52A8A16D" w14:textId="77777777" w:rsidR="00F208ED" w:rsidRPr="00F208ED" w:rsidRDefault="00F208ED" w:rsidP="00F208ED">
      <w:pPr>
        <w:pStyle w:val="ListParagraph"/>
      </w:pPr>
      <w:r w:rsidRPr="00F208ED">
        <w:t xml:space="preserve">I = Impact (or Potential Impact) </w:t>
      </w:r>
    </w:p>
    <w:p w14:paraId="2A45A445" w14:textId="77777777" w:rsidR="00F208ED" w:rsidRPr="00F208ED" w:rsidRDefault="00F208ED" w:rsidP="00F208ED">
      <w:pPr>
        <w:pStyle w:val="ListParagraph"/>
      </w:pPr>
      <w:proofErr w:type="spellStart"/>
      <w:r w:rsidRPr="00F208ED">
        <w:rPr>
          <w:i/>
        </w:rPr>
        <w:t>CF</w:t>
      </w:r>
      <w:r w:rsidRPr="00F208ED">
        <w:rPr>
          <w:i/>
          <w:vertAlign w:val="subscript"/>
        </w:rPr>
        <w:t>i</w:t>
      </w:r>
      <w:proofErr w:type="spellEnd"/>
      <w:r w:rsidRPr="00F208ED">
        <w:t xml:space="preserve"> = Characterization Factor of </w:t>
      </w:r>
      <w:proofErr w:type="spellStart"/>
      <w:r w:rsidRPr="00F208ED">
        <w:rPr>
          <w:i/>
        </w:rPr>
        <w:t>i</w:t>
      </w:r>
      <w:r w:rsidRPr="00F208ED">
        <w:rPr>
          <w:i/>
          <w:vertAlign w:val="superscript"/>
        </w:rPr>
        <w:t>th</w:t>
      </w:r>
      <w:proofErr w:type="spellEnd"/>
      <w:r w:rsidRPr="00F208ED">
        <w:t xml:space="preserve"> species</w:t>
      </w:r>
    </w:p>
    <w:p w14:paraId="4CBBC475" w14:textId="77777777" w:rsidR="00F208ED" w:rsidRPr="00F208ED" w:rsidRDefault="00F208ED" w:rsidP="00F208ED">
      <w:pPr>
        <w:pStyle w:val="ListParagraph"/>
      </w:pPr>
      <w:proofErr w:type="spellStart"/>
      <w:r w:rsidRPr="00F208ED">
        <w:rPr>
          <w:i/>
        </w:rPr>
        <w:t>E</w:t>
      </w:r>
      <w:r w:rsidRPr="00F208ED">
        <w:rPr>
          <w:i/>
          <w:vertAlign w:val="subscript"/>
        </w:rPr>
        <w:t>i</w:t>
      </w:r>
      <w:proofErr w:type="spellEnd"/>
      <w:r w:rsidRPr="00F208ED">
        <w:t xml:space="preserve"> = Elementary Flow, </w:t>
      </w:r>
      <w:proofErr w:type="spellStart"/>
      <w:r w:rsidRPr="00F208ED">
        <w:rPr>
          <w:i/>
        </w:rPr>
        <w:t>i</w:t>
      </w:r>
      <w:r w:rsidRPr="00F208ED">
        <w:rPr>
          <w:i/>
          <w:vertAlign w:val="superscript"/>
        </w:rPr>
        <w:t>th</w:t>
      </w:r>
      <w:proofErr w:type="spellEnd"/>
      <w:r w:rsidRPr="00F208ED">
        <w:t xml:space="preserve"> species in Life Cycle Inventory</w:t>
      </w:r>
    </w:p>
    <w:p w14:paraId="5A6C8ABA" w14:textId="77777777" w:rsidR="00F208ED" w:rsidRPr="00F208ED" w:rsidRDefault="00F208ED" w:rsidP="00F208ED">
      <w:pPr>
        <w:pStyle w:val="ListParagraph"/>
        <w:rPr>
          <w:i/>
        </w:rPr>
      </w:pPr>
    </w:p>
    <w:p w14:paraId="1112F3B0" w14:textId="77777777" w:rsidR="00F208ED" w:rsidRPr="00F208ED" w:rsidRDefault="00F208ED" w:rsidP="00F208ED">
      <w:pPr>
        <w:pStyle w:val="ListParagraph"/>
      </w:pPr>
      <w:r w:rsidRPr="00F208ED">
        <w:t>To compute the overall impact, use the following equation:</w:t>
      </w:r>
    </w:p>
    <w:p w14:paraId="1F1B72EB" w14:textId="77777777" w:rsidR="00F208ED" w:rsidRPr="00F208ED" w:rsidRDefault="00F208ED" w:rsidP="00F208ED">
      <w:pPr>
        <w:pStyle w:val="ListParagraph"/>
        <w:rPr>
          <w:i/>
          <w:vertAlign w:val="subscript"/>
        </w:rPr>
      </w:pPr>
      <w:r w:rsidRPr="00F208ED">
        <w:t xml:space="preserve">Overall Impact = </w:t>
      </w:r>
      <w:proofErr w:type="spellStart"/>
      <w:r w:rsidRPr="00F208ED">
        <w:rPr>
          <w:i/>
        </w:rPr>
        <w:t>I</w:t>
      </w:r>
      <w:r w:rsidRPr="00F208ED">
        <w:rPr>
          <w:i/>
          <w:vertAlign w:val="subscript"/>
        </w:rPr>
        <w:t>Output</w:t>
      </w:r>
      <w:proofErr w:type="spellEnd"/>
      <w:r w:rsidRPr="00F208ED">
        <w:rPr>
          <w:i/>
        </w:rPr>
        <w:t xml:space="preserve"> - </w:t>
      </w:r>
      <w:proofErr w:type="spellStart"/>
      <w:r w:rsidRPr="00F208ED">
        <w:rPr>
          <w:i/>
        </w:rPr>
        <w:t>I</w:t>
      </w:r>
      <w:r w:rsidRPr="00F208ED">
        <w:rPr>
          <w:i/>
          <w:vertAlign w:val="subscript"/>
        </w:rPr>
        <w:t>Input</w:t>
      </w:r>
      <w:proofErr w:type="spellEnd"/>
    </w:p>
    <w:p w14:paraId="7B145BE3" w14:textId="77777777" w:rsidR="00F208ED" w:rsidRPr="00F208ED" w:rsidRDefault="00F208ED" w:rsidP="00F208ED">
      <w:pPr>
        <w:pStyle w:val="ListParagraph"/>
      </w:pPr>
    </w:p>
    <w:p w14:paraId="33C78745" w14:textId="6456D4DE" w:rsidR="00CC7FD0" w:rsidRPr="00F208ED" w:rsidRDefault="00CC7FD0" w:rsidP="005A5853">
      <w:pPr>
        <w:pStyle w:val="ListParagraph"/>
        <w:rPr>
          <w:i/>
        </w:rPr>
      </w:pPr>
      <w:r w:rsidRPr="00F208ED">
        <w:t xml:space="preserve">TRACI </w:t>
      </w:r>
      <w:r w:rsidR="007C2C7D" w:rsidRPr="00F208ED">
        <w:t>Impact Characterization Factors have been given for the relevant compounds.</w:t>
      </w:r>
      <w:r w:rsidR="00BD6DE4" w:rsidRPr="00F208ED">
        <w:t xml:space="preserve"> For a full list of </w:t>
      </w:r>
      <w:r w:rsidR="00EA0D4E" w:rsidRPr="00F208ED">
        <w:t xml:space="preserve">the most recent </w:t>
      </w:r>
      <w:r w:rsidR="00BD6DE4" w:rsidRPr="00F208ED">
        <w:t xml:space="preserve">TRACI Characterization Factors, please email </w:t>
      </w:r>
      <w:hyperlink r:id="rId14" w:history="1">
        <w:r w:rsidR="00BD6DE4" w:rsidRPr="00F208ED">
          <w:rPr>
            <w:rStyle w:val="Hyperlink"/>
          </w:rPr>
          <w:t>bare.jane@epa.gov</w:t>
        </w:r>
      </w:hyperlink>
      <w:r w:rsidR="00BD6DE4" w:rsidRPr="00F208ED">
        <w:t xml:space="preserve">. </w:t>
      </w:r>
      <w:r w:rsidR="00CE1D64" w:rsidRPr="00F208ED">
        <w:t>The user manual for TRACI 2.1 and a</w:t>
      </w:r>
      <w:r w:rsidR="00EA0D4E" w:rsidRPr="00F208ED">
        <w:t xml:space="preserve"> list of factors from 2014 is provided in the supporting document (Bare, 2014).</w:t>
      </w:r>
    </w:p>
    <w:tbl>
      <w:tblPr>
        <w:tblStyle w:val="LightList"/>
        <w:tblW w:w="9798" w:type="dxa"/>
        <w:tblInd w:w="-162" w:type="dxa"/>
        <w:tblBorders>
          <w:left w:val="none" w:sz="0" w:space="0" w:color="auto"/>
          <w:right w:val="none" w:sz="0" w:space="0" w:color="auto"/>
          <w:insideH w:val="dotted" w:sz="4" w:space="0" w:color="auto"/>
        </w:tblBorders>
        <w:tblLook w:val="0620" w:firstRow="1" w:lastRow="0" w:firstColumn="0" w:lastColumn="0" w:noHBand="1" w:noVBand="1"/>
      </w:tblPr>
      <w:tblGrid>
        <w:gridCol w:w="1980"/>
        <w:gridCol w:w="2488"/>
        <w:gridCol w:w="2665"/>
        <w:gridCol w:w="2665"/>
      </w:tblGrid>
      <w:tr w:rsidR="00CC7FD0" w:rsidRPr="00CC7FD0" w14:paraId="5AD0FBDF" w14:textId="77777777" w:rsidTr="007C2C7D">
        <w:trPr>
          <w:cnfStyle w:val="100000000000" w:firstRow="1" w:lastRow="0" w:firstColumn="0" w:lastColumn="0" w:oddVBand="0" w:evenVBand="0" w:oddHBand="0" w:evenHBand="0" w:firstRowFirstColumn="0" w:firstRowLastColumn="0" w:lastRowFirstColumn="0" w:lastRowLastColumn="0"/>
          <w:trHeight w:val="20"/>
        </w:trPr>
        <w:tc>
          <w:tcPr>
            <w:tcW w:w="1980" w:type="dxa"/>
            <w:hideMark/>
          </w:tcPr>
          <w:p w14:paraId="089D285A" w14:textId="77777777" w:rsidR="007C2C7D" w:rsidRPr="00CC7FD0" w:rsidRDefault="00CC7FD0" w:rsidP="00CC7FD0">
            <w:r w:rsidRPr="00CC7FD0">
              <w:t>Compound</w:t>
            </w:r>
          </w:p>
        </w:tc>
        <w:tc>
          <w:tcPr>
            <w:tcW w:w="2488" w:type="dxa"/>
            <w:hideMark/>
          </w:tcPr>
          <w:p w14:paraId="1021C6B6" w14:textId="77777777" w:rsidR="007C2C7D" w:rsidRPr="00CC7FD0" w:rsidRDefault="00CC7FD0" w:rsidP="00CC7FD0">
            <w:r w:rsidRPr="00CC7FD0">
              <w:t>Global Warming Air (kg CO</w:t>
            </w:r>
            <w:r w:rsidRPr="00BD6DE4">
              <w:rPr>
                <w:vertAlign w:val="subscript"/>
              </w:rPr>
              <w:t>2</w:t>
            </w:r>
            <w:r w:rsidRPr="00CC7FD0">
              <w:t xml:space="preserve"> </w:t>
            </w:r>
            <w:proofErr w:type="spellStart"/>
            <w:r w:rsidRPr="00CC7FD0">
              <w:t>eq</w:t>
            </w:r>
            <w:proofErr w:type="spellEnd"/>
            <w:r w:rsidRPr="00CC7FD0">
              <w:t xml:space="preserve"> / kg substance)</w:t>
            </w:r>
          </w:p>
        </w:tc>
        <w:tc>
          <w:tcPr>
            <w:tcW w:w="2665" w:type="dxa"/>
            <w:hideMark/>
          </w:tcPr>
          <w:p w14:paraId="7AD0E890" w14:textId="77777777" w:rsidR="007C2C7D" w:rsidRPr="00CC7FD0" w:rsidRDefault="00CC7FD0" w:rsidP="00CC7FD0">
            <w:r w:rsidRPr="00CC7FD0">
              <w:t xml:space="preserve">HH Particulate Air (PM2.5 </w:t>
            </w:r>
            <w:proofErr w:type="spellStart"/>
            <w:r w:rsidRPr="00CC7FD0">
              <w:t>eq</w:t>
            </w:r>
            <w:proofErr w:type="spellEnd"/>
            <w:r w:rsidRPr="00CC7FD0">
              <w:t xml:space="preserve"> / kg substance)</w:t>
            </w:r>
          </w:p>
        </w:tc>
        <w:tc>
          <w:tcPr>
            <w:tcW w:w="2665" w:type="dxa"/>
            <w:hideMark/>
          </w:tcPr>
          <w:p w14:paraId="3B76E236" w14:textId="77777777" w:rsidR="007C2C7D" w:rsidRPr="00CC7FD0" w:rsidRDefault="00CC7FD0" w:rsidP="00CC7FD0">
            <w:r w:rsidRPr="00CC7FD0">
              <w:t>Smog Air (kg O</w:t>
            </w:r>
            <w:r w:rsidRPr="00BD6DE4">
              <w:rPr>
                <w:vertAlign w:val="subscript"/>
              </w:rPr>
              <w:t xml:space="preserve">3 </w:t>
            </w:r>
            <w:proofErr w:type="spellStart"/>
            <w:r w:rsidRPr="00CC7FD0">
              <w:t>eq</w:t>
            </w:r>
            <w:proofErr w:type="spellEnd"/>
            <w:r w:rsidRPr="00CC7FD0">
              <w:t xml:space="preserve"> / kg substance)</w:t>
            </w:r>
          </w:p>
        </w:tc>
      </w:tr>
      <w:tr w:rsidR="00CC7FD0" w:rsidRPr="00CC7FD0" w14:paraId="20BD1FC9" w14:textId="77777777" w:rsidTr="007C2C7D">
        <w:trPr>
          <w:trHeight w:val="20"/>
        </w:trPr>
        <w:tc>
          <w:tcPr>
            <w:tcW w:w="1980" w:type="dxa"/>
            <w:hideMark/>
          </w:tcPr>
          <w:p w14:paraId="1E5B7414" w14:textId="77777777" w:rsidR="007C2C7D" w:rsidRPr="00CC7FD0" w:rsidRDefault="00CC7FD0" w:rsidP="00CC7FD0">
            <w:r w:rsidRPr="00CC7FD0">
              <w:t>Carbon Dioxide</w:t>
            </w:r>
          </w:p>
        </w:tc>
        <w:tc>
          <w:tcPr>
            <w:tcW w:w="2488" w:type="dxa"/>
            <w:hideMark/>
          </w:tcPr>
          <w:p w14:paraId="3580E37B" w14:textId="77777777" w:rsidR="007C2C7D" w:rsidRPr="00CC7FD0" w:rsidRDefault="00CC7FD0" w:rsidP="00CC7FD0">
            <w:r w:rsidRPr="00CC7FD0">
              <w:t>1</w:t>
            </w:r>
          </w:p>
        </w:tc>
        <w:tc>
          <w:tcPr>
            <w:tcW w:w="2665" w:type="dxa"/>
            <w:hideMark/>
          </w:tcPr>
          <w:p w14:paraId="2CA3B2B6" w14:textId="77777777" w:rsidR="007C2C7D" w:rsidRPr="00CC7FD0" w:rsidRDefault="00CC7FD0" w:rsidP="00CC7FD0">
            <w:r w:rsidRPr="00CC7FD0">
              <w:t>-</w:t>
            </w:r>
          </w:p>
        </w:tc>
        <w:tc>
          <w:tcPr>
            <w:tcW w:w="2665" w:type="dxa"/>
            <w:hideMark/>
          </w:tcPr>
          <w:p w14:paraId="1F0BBF78" w14:textId="77777777" w:rsidR="007C2C7D" w:rsidRPr="00CC7FD0" w:rsidRDefault="00CC7FD0" w:rsidP="00CC7FD0">
            <w:r w:rsidRPr="00CC7FD0">
              <w:t>-</w:t>
            </w:r>
          </w:p>
        </w:tc>
      </w:tr>
      <w:tr w:rsidR="005A5853" w:rsidRPr="00CC7FD0" w14:paraId="21568FF6" w14:textId="77777777" w:rsidTr="007C2C7D">
        <w:trPr>
          <w:trHeight w:val="20"/>
        </w:trPr>
        <w:tc>
          <w:tcPr>
            <w:tcW w:w="1980" w:type="dxa"/>
          </w:tcPr>
          <w:p w14:paraId="5F01014D" w14:textId="10DD8EA3" w:rsidR="005A5853" w:rsidRPr="00CC7FD0" w:rsidRDefault="005A5853" w:rsidP="00CC7FD0">
            <w:r>
              <w:t>Methane</w:t>
            </w:r>
          </w:p>
        </w:tc>
        <w:tc>
          <w:tcPr>
            <w:tcW w:w="2488" w:type="dxa"/>
          </w:tcPr>
          <w:p w14:paraId="449BDE7C" w14:textId="1EB5B485" w:rsidR="005A5853" w:rsidRPr="00CC7FD0" w:rsidRDefault="005A5853" w:rsidP="00CC7FD0">
            <w:r>
              <w:t>25</w:t>
            </w:r>
          </w:p>
        </w:tc>
        <w:tc>
          <w:tcPr>
            <w:tcW w:w="2665" w:type="dxa"/>
          </w:tcPr>
          <w:p w14:paraId="2AB30A06" w14:textId="3BDB19B9" w:rsidR="005A5853" w:rsidRPr="00CC7FD0" w:rsidRDefault="005A5853" w:rsidP="00CC7FD0">
            <w:r>
              <w:t>-</w:t>
            </w:r>
          </w:p>
        </w:tc>
        <w:tc>
          <w:tcPr>
            <w:tcW w:w="2665" w:type="dxa"/>
          </w:tcPr>
          <w:p w14:paraId="31944CE4" w14:textId="5F76AC04" w:rsidR="005A5853" w:rsidRPr="00CC7FD0" w:rsidRDefault="005A5853" w:rsidP="00CC7FD0">
            <w:r>
              <w:t>-</w:t>
            </w:r>
          </w:p>
        </w:tc>
      </w:tr>
      <w:tr w:rsidR="00CC7FD0" w:rsidRPr="00CC7FD0" w14:paraId="2100BB8D" w14:textId="77777777" w:rsidTr="007C2C7D">
        <w:trPr>
          <w:trHeight w:val="20"/>
        </w:trPr>
        <w:tc>
          <w:tcPr>
            <w:tcW w:w="1980" w:type="dxa"/>
            <w:hideMark/>
          </w:tcPr>
          <w:p w14:paraId="1279168C" w14:textId="77777777" w:rsidR="007C2C7D" w:rsidRPr="00CC7FD0" w:rsidRDefault="00CC7FD0" w:rsidP="00CC7FD0">
            <w:r w:rsidRPr="00CC7FD0">
              <w:t>Carbon Monoxide</w:t>
            </w:r>
          </w:p>
        </w:tc>
        <w:tc>
          <w:tcPr>
            <w:tcW w:w="2488" w:type="dxa"/>
            <w:hideMark/>
          </w:tcPr>
          <w:p w14:paraId="4A62B8FF" w14:textId="77777777" w:rsidR="007C2C7D" w:rsidRPr="00CC7FD0" w:rsidRDefault="00CC7FD0" w:rsidP="00CC7FD0">
            <w:r w:rsidRPr="00CC7FD0">
              <w:t>-</w:t>
            </w:r>
          </w:p>
        </w:tc>
        <w:tc>
          <w:tcPr>
            <w:tcW w:w="2665" w:type="dxa"/>
            <w:hideMark/>
          </w:tcPr>
          <w:p w14:paraId="485FFB0F" w14:textId="77777777" w:rsidR="007C2C7D" w:rsidRPr="00CC7FD0" w:rsidRDefault="00CC7FD0" w:rsidP="00CC7FD0">
            <w:r w:rsidRPr="00CC7FD0">
              <w:t>3.56E-04</w:t>
            </w:r>
          </w:p>
        </w:tc>
        <w:tc>
          <w:tcPr>
            <w:tcW w:w="2665" w:type="dxa"/>
            <w:hideMark/>
          </w:tcPr>
          <w:p w14:paraId="252F41EC" w14:textId="77777777" w:rsidR="007C2C7D" w:rsidRPr="00CC7FD0" w:rsidRDefault="00CC7FD0" w:rsidP="00CC7FD0">
            <w:r w:rsidRPr="00CC7FD0">
              <w:t>5.56E-02</w:t>
            </w:r>
          </w:p>
        </w:tc>
      </w:tr>
      <w:tr w:rsidR="00CC7FD0" w:rsidRPr="00CC7FD0" w14:paraId="60C12A28" w14:textId="77777777" w:rsidTr="007C2C7D">
        <w:trPr>
          <w:trHeight w:val="20"/>
        </w:trPr>
        <w:tc>
          <w:tcPr>
            <w:tcW w:w="1980" w:type="dxa"/>
            <w:hideMark/>
          </w:tcPr>
          <w:p w14:paraId="3427C845" w14:textId="77777777" w:rsidR="007C2C7D" w:rsidRPr="00CC7FD0" w:rsidRDefault="00CC7FD0" w:rsidP="00CC7FD0">
            <w:r w:rsidRPr="00CC7FD0">
              <w:t>Methanol</w:t>
            </w:r>
          </w:p>
        </w:tc>
        <w:tc>
          <w:tcPr>
            <w:tcW w:w="2488" w:type="dxa"/>
            <w:hideMark/>
          </w:tcPr>
          <w:p w14:paraId="753AD3CF" w14:textId="77777777" w:rsidR="007C2C7D" w:rsidRPr="00CC7FD0" w:rsidRDefault="00CC7FD0" w:rsidP="00CC7FD0">
            <w:r w:rsidRPr="00CC7FD0">
              <w:t>-</w:t>
            </w:r>
          </w:p>
        </w:tc>
        <w:tc>
          <w:tcPr>
            <w:tcW w:w="2665" w:type="dxa"/>
            <w:hideMark/>
          </w:tcPr>
          <w:p w14:paraId="6CDC96BF" w14:textId="77777777" w:rsidR="007C2C7D" w:rsidRPr="00CC7FD0" w:rsidRDefault="00CC7FD0" w:rsidP="00CC7FD0">
            <w:r w:rsidRPr="00CC7FD0">
              <w:t>-</w:t>
            </w:r>
          </w:p>
        </w:tc>
        <w:tc>
          <w:tcPr>
            <w:tcW w:w="2665" w:type="dxa"/>
            <w:hideMark/>
          </w:tcPr>
          <w:p w14:paraId="6590029D" w14:textId="77777777" w:rsidR="007C2C7D" w:rsidRPr="00CC7FD0" w:rsidRDefault="00CC7FD0" w:rsidP="00CC7FD0">
            <w:r w:rsidRPr="00CC7FD0">
              <w:t>6.72E-01</w:t>
            </w:r>
          </w:p>
        </w:tc>
      </w:tr>
    </w:tbl>
    <w:p w14:paraId="52392530" w14:textId="77777777" w:rsidR="00BD6DE4" w:rsidRDefault="00BD6DE4" w:rsidP="00CC7FD0">
      <w:pPr>
        <w:pStyle w:val="ListParagraph"/>
        <w:rPr>
          <w:i/>
          <w:sz w:val="24"/>
          <w:vertAlign w:val="subscript"/>
        </w:rPr>
      </w:pPr>
    </w:p>
    <w:p w14:paraId="75548AE2" w14:textId="77777777" w:rsidR="00204A01" w:rsidRPr="00F208ED" w:rsidRDefault="00BD6DE4" w:rsidP="00CC7FD0">
      <w:pPr>
        <w:pStyle w:val="ListParagraph"/>
      </w:pPr>
      <w:r w:rsidRPr="00F208ED">
        <w:rPr>
          <w:i/>
        </w:rPr>
        <w:t xml:space="preserve">Bonus Question: </w:t>
      </w:r>
      <w:r w:rsidRPr="00F208ED">
        <w:t xml:space="preserve">For the Global Warming Potential, it can be noted that there is a net negative value, denoting a positive impact. </w:t>
      </w:r>
      <w:r w:rsidR="009D2DE8" w:rsidRPr="00F208ED">
        <w:t>However, this does not account for the emissions due to energy generation, i.e. steam. Only the energy intensity of the processes has been compared. The system boundary can be expanded to include the emissions due to energy generation, and the energy production process can be considered. This will increase the carbon dioxide release into the atmosphere by burning a fossil fuel (natural gas, petroleum or coal). Compute the overall GWP as a result of this expansion of the system boundary, and report your results.</w:t>
      </w:r>
      <w:r w:rsidR="00441FF2" w:rsidRPr="00F208ED">
        <w:t xml:space="preserve"> </w:t>
      </w:r>
    </w:p>
    <w:p w14:paraId="4761083F" w14:textId="77777777" w:rsidR="00204A01" w:rsidRPr="00F208ED" w:rsidRDefault="00204A01" w:rsidP="00CC7FD0">
      <w:pPr>
        <w:pStyle w:val="ListParagraph"/>
      </w:pPr>
    </w:p>
    <w:p w14:paraId="7086345F" w14:textId="77777777" w:rsidR="009D2DE8" w:rsidRPr="00F208ED" w:rsidRDefault="00441FF2" w:rsidP="00F462A9">
      <w:pPr>
        <w:pStyle w:val="ListParagraph"/>
      </w:pPr>
      <w:r w:rsidRPr="00F208ED">
        <w:t>Do you think the Energy Intensity indicator should be discarded if you are using the natural gas as input and CO</w:t>
      </w:r>
      <w:r w:rsidRPr="00F208ED">
        <w:rPr>
          <w:vertAlign w:val="subscript"/>
        </w:rPr>
        <w:t>2</w:t>
      </w:r>
      <w:r w:rsidRPr="00F208ED">
        <w:t xml:space="preserve"> as output from the energy generation process? Justify.</w:t>
      </w:r>
    </w:p>
    <w:p w14:paraId="67941865" w14:textId="77777777" w:rsidR="00F462A9" w:rsidRPr="00F462A9" w:rsidRDefault="00F462A9" w:rsidP="00F462A9">
      <w:pPr>
        <w:pStyle w:val="ListParagraph"/>
        <w:rPr>
          <w:sz w:val="24"/>
        </w:rPr>
      </w:pPr>
    </w:p>
    <w:p w14:paraId="3778CC82" w14:textId="77777777" w:rsidR="009D2DE8" w:rsidRDefault="009D2DE8" w:rsidP="00CC7FD0">
      <w:pPr>
        <w:pStyle w:val="ListParagraph"/>
        <w:rPr>
          <w:b/>
          <w:sz w:val="24"/>
        </w:rPr>
      </w:pPr>
      <w:r w:rsidRPr="009D2DE8">
        <w:rPr>
          <w:b/>
          <w:sz w:val="24"/>
        </w:rPr>
        <w:t>Activity for LCA Report</w:t>
      </w:r>
    </w:p>
    <w:p w14:paraId="304A6DB2" w14:textId="77777777" w:rsidR="009D2DE8" w:rsidRDefault="009D2DE8" w:rsidP="00CC7FD0">
      <w:pPr>
        <w:pStyle w:val="ListParagraph"/>
        <w:rPr>
          <w:b/>
          <w:sz w:val="24"/>
        </w:rPr>
      </w:pPr>
    </w:p>
    <w:p w14:paraId="325F10AB" w14:textId="77777777" w:rsidR="009D2DE8" w:rsidRPr="00F208ED" w:rsidRDefault="009D2DE8" w:rsidP="009D2DE8">
      <w:pPr>
        <w:pStyle w:val="ListParagraph"/>
        <w:rPr>
          <w:i/>
        </w:rPr>
      </w:pPr>
      <w:r w:rsidRPr="00F208ED">
        <w:rPr>
          <w:i/>
        </w:rPr>
        <w:t>The LCA report typically includes a GOAL and SCOPE Definition, the inventory results as given in Tables above, and LCIA results with explanation. Sample LCIA results are given here.</w:t>
      </w:r>
    </w:p>
    <w:p w14:paraId="040F4325" w14:textId="77777777" w:rsidR="00204A01" w:rsidRDefault="00EF721E" w:rsidP="009D2DE8">
      <w:pPr>
        <w:pStyle w:val="ListParagraph"/>
        <w:rPr>
          <w:i/>
          <w:sz w:val="24"/>
        </w:rPr>
      </w:pPr>
      <w:r w:rsidRPr="00EF721E">
        <w:rPr>
          <w:i/>
          <w:noProof/>
          <w:sz w:val="24"/>
        </w:rPr>
        <w:lastRenderedPageBreak/>
        <w:drawing>
          <wp:inline distT="0" distB="0" distL="0" distR="0" wp14:anchorId="5CBF7727" wp14:editId="096728A3">
            <wp:extent cx="5486400" cy="27432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88F9FCE" w14:textId="77777777" w:rsidR="00EF721E" w:rsidRPr="00F208ED" w:rsidRDefault="00EF721E" w:rsidP="009D2DE8">
      <w:pPr>
        <w:pStyle w:val="ListParagraph"/>
      </w:pPr>
      <w:r w:rsidRPr="00F208ED">
        <w:t xml:space="preserve">The material intensity for </w:t>
      </w:r>
      <w:proofErr w:type="spellStart"/>
      <w:r w:rsidRPr="00F208ED">
        <w:t>Toyir</w:t>
      </w:r>
      <w:proofErr w:type="spellEnd"/>
      <w:r w:rsidRPr="00F208ED">
        <w:t xml:space="preserve"> et al. 1998 is the highest, thus making it the </w:t>
      </w:r>
      <w:r w:rsidR="00850090" w:rsidRPr="00F208ED">
        <w:t>“</w:t>
      </w:r>
      <w:r w:rsidRPr="00F208ED">
        <w:t>worst process</w:t>
      </w:r>
      <w:r w:rsidR="00F462A9" w:rsidRPr="00F208ED">
        <w:t>”</w:t>
      </w:r>
      <w:r w:rsidRPr="00F208ED">
        <w:t xml:space="preserve">. This means that the process uses more materials per unit of ethanol produced. A closer look at the process reveals that it uses more carbon dioxide than the other processes. Thus, carbon dioxide use intensity will give a better assessment of whether this process is better than the others in terms of removing the GHG from the atmosphere. </w:t>
      </w:r>
      <w:r w:rsidR="00F462A9" w:rsidRPr="00F208ED">
        <w:t>Thus in this case, having a high material intensity is good because it uses CO</w:t>
      </w:r>
      <w:r w:rsidR="00F462A9" w:rsidRPr="00F208ED">
        <w:rPr>
          <w:vertAlign w:val="subscript"/>
        </w:rPr>
        <w:t>2</w:t>
      </w:r>
      <w:r w:rsidR="00F462A9" w:rsidRPr="00F208ED">
        <w:t xml:space="preserve">. </w:t>
      </w:r>
      <w:r w:rsidRPr="00F208ED">
        <w:t>The Conventional process has the least material intensity.</w:t>
      </w:r>
    </w:p>
    <w:p w14:paraId="18F298FA" w14:textId="77777777" w:rsidR="00EF721E" w:rsidRPr="00EF721E" w:rsidRDefault="00EF721E" w:rsidP="009D2DE8">
      <w:pPr>
        <w:pStyle w:val="ListParagraph"/>
        <w:rPr>
          <w:sz w:val="24"/>
        </w:rPr>
      </w:pPr>
    </w:p>
    <w:p w14:paraId="2DE35AF4" w14:textId="77777777" w:rsidR="00EF721E" w:rsidRDefault="00EF721E" w:rsidP="009D2DE8">
      <w:pPr>
        <w:pStyle w:val="ListParagraph"/>
        <w:rPr>
          <w:i/>
          <w:sz w:val="24"/>
        </w:rPr>
      </w:pPr>
      <w:r w:rsidRPr="00EF721E">
        <w:rPr>
          <w:i/>
          <w:noProof/>
          <w:sz w:val="24"/>
        </w:rPr>
        <w:drawing>
          <wp:inline distT="0" distB="0" distL="0" distR="0" wp14:anchorId="30D75058" wp14:editId="558EA22C">
            <wp:extent cx="5486400" cy="2743200"/>
            <wp:effectExtent l="0" t="0" r="19050" b="1905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6251BF6" w14:textId="77777777" w:rsidR="00EF721E" w:rsidRDefault="00EF721E" w:rsidP="009D2DE8">
      <w:pPr>
        <w:pStyle w:val="ListParagraph"/>
        <w:rPr>
          <w:i/>
          <w:sz w:val="24"/>
        </w:rPr>
      </w:pPr>
    </w:p>
    <w:p w14:paraId="58AE4D42" w14:textId="77777777" w:rsidR="00F462A9" w:rsidRPr="00F208ED" w:rsidRDefault="00EF721E" w:rsidP="009D2DE8">
      <w:pPr>
        <w:pStyle w:val="ListParagraph"/>
      </w:pPr>
      <w:r w:rsidRPr="00F208ED">
        <w:t>The water intensity for Jun et al. 1998 i</w:t>
      </w:r>
      <w:r w:rsidR="00F462A9" w:rsidRPr="00F208ED">
        <w:t>s significantly higher than the rest of the processes. Because only cooling water is considered in the water intensity, this means that a high amount of energy is liberated in the process that needs to be removed by the cooling water. The conventional process has the lowest water intensity.</w:t>
      </w:r>
    </w:p>
    <w:p w14:paraId="31D6D337" w14:textId="77777777" w:rsidR="00EF721E" w:rsidRPr="00EF721E" w:rsidRDefault="00F462A9" w:rsidP="009D2DE8">
      <w:pPr>
        <w:pStyle w:val="ListParagraph"/>
        <w:rPr>
          <w:sz w:val="24"/>
        </w:rPr>
      </w:pPr>
      <w:r>
        <w:rPr>
          <w:sz w:val="24"/>
        </w:rPr>
        <w:lastRenderedPageBreak/>
        <w:t xml:space="preserve"> </w:t>
      </w:r>
    </w:p>
    <w:p w14:paraId="1971B096" w14:textId="1273FEF3" w:rsidR="00EF721E" w:rsidRDefault="005238B7" w:rsidP="009D2DE8">
      <w:pPr>
        <w:pStyle w:val="ListParagraph"/>
        <w:rPr>
          <w:i/>
          <w:sz w:val="24"/>
        </w:rPr>
      </w:pPr>
      <w:r>
        <w:rPr>
          <w:noProof/>
        </w:rPr>
        <w:drawing>
          <wp:inline distT="0" distB="0" distL="0" distR="0" wp14:anchorId="070865EE" wp14:editId="5BF04B39">
            <wp:extent cx="5486400" cy="2743200"/>
            <wp:effectExtent l="0" t="0" r="1905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9902889" w14:textId="0862D518" w:rsidR="00F462A9" w:rsidRPr="00F208ED" w:rsidRDefault="00F462A9" w:rsidP="009D2DE8">
      <w:pPr>
        <w:pStyle w:val="ListParagraph"/>
      </w:pPr>
      <w:proofErr w:type="spellStart"/>
      <w:r w:rsidRPr="00F208ED">
        <w:t>Toyir</w:t>
      </w:r>
      <w:proofErr w:type="spellEnd"/>
      <w:r w:rsidRPr="00F208ED">
        <w:t xml:space="preserve"> et al., 1998 ha</w:t>
      </w:r>
      <w:r w:rsidR="005238B7" w:rsidRPr="00F208ED">
        <w:t>s</w:t>
      </w:r>
      <w:r w:rsidRPr="00F208ED">
        <w:t xml:space="preserve"> high energy intensity, denoting the high use of external energy in the processes. The conventional process has the lowest energy intensity.</w:t>
      </w:r>
      <w:r w:rsidR="005238B7" w:rsidRPr="00F208ED">
        <w:t xml:space="preserve"> From this, it can be anticipated that the </w:t>
      </w:r>
      <w:proofErr w:type="spellStart"/>
      <w:r w:rsidR="005238B7" w:rsidRPr="00F208ED">
        <w:t>Toyir</w:t>
      </w:r>
      <w:proofErr w:type="spellEnd"/>
      <w:r w:rsidR="005238B7" w:rsidRPr="00F208ED">
        <w:t xml:space="preserve"> et al. 1998 process will have higher GHG emissions due to energy generation compared to the rest of the processes. </w:t>
      </w:r>
    </w:p>
    <w:p w14:paraId="6A6FD287" w14:textId="77777777" w:rsidR="00F462A9" w:rsidRDefault="00F462A9" w:rsidP="009D2DE8">
      <w:pPr>
        <w:pStyle w:val="ListParagraph"/>
        <w:rPr>
          <w:i/>
          <w:sz w:val="24"/>
        </w:rPr>
      </w:pPr>
    </w:p>
    <w:p w14:paraId="5EEC7F2D" w14:textId="77777777" w:rsidR="00204A01" w:rsidRDefault="00683C78" w:rsidP="009D2DE8">
      <w:pPr>
        <w:pStyle w:val="ListParagraph"/>
        <w:rPr>
          <w:i/>
          <w:sz w:val="24"/>
        </w:rPr>
      </w:pPr>
      <w:r>
        <w:rPr>
          <w:noProof/>
        </w:rPr>
        <w:drawing>
          <wp:inline distT="0" distB="0" distL="0" distR="0" wp14:anchorId="02C5C59B" wp14:editId="2CB48D6B">
            <wp:extent cx="5486400" cy="2693096"/>
            <wp:effectExtent l="0" t="0" r="19050" b="1206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1D7BE09" w14:textId="77777777" w:rsidR="009D2DE8" w:rsidRDefault="009D2DE8" w:rsidP="009D2DE8">
      <w:pPr>
        <w:pStyle w:val="ListParagraph"/>
        <w:rPr>
          <w:i/>
          <w:sz w:val="24"/>
        </w:rPr>
      </w:pPr>
    </w:p>
    <w:p w14:paraId="5A72B3E3" w14:textId="77777777" w:rsidR="00C5650A" w:rsidRPr="00F208ED" w:rsidRDefault="00F462A9" w:rsidP="009D2DE8">
      <w:pPr>
        <w:pStyle w:val="ListParagraph"/>
        <w:rPr>
          <w:noProof/>
        </w:rPr>
      </w:pPr>
      <w:r w:rsidRPr="00F208ED">
        <w:t xml:space="preserve">The global warming potential for all the processes are negative, because carbon dioxide or methane are consumed in the processes. </w:t>
      </w:r>
      <w:r w:rsidR="008647EF" w:rsidRPr="00F208ED">
        <w:t>The conventional process consumes both CO</w:t>
      </w:r>
      <w:r w:rsidR="008647EF" w:rsidRPr="00F208ED">
        <w:rPr>
          <w:vertAlign w:val="subscript"/>
        </w:rPr>
        <w:t>2</w:t>
      </w:r>
      <w:r w:rsidR="008647EF" w:rsidRPr="00F208ED">
        <w:t xml:space="preserve"> and CH</w:t>
      </w:r>
      <w:r w:rsidR="008647EF" w:rsidRPr="00F208ED">
        <w:rPr>
          <w:vertAlign w:val="subscript"/>
        </w:rPr>
        <w:t>4</w:t>
      </w:r>
      <w:r w:rsidR="00C5650A" w:rsidRPr="00F208ED">
        <w:t xml:space="preserve"> and has the lowest GWP.</w:t>
      </w:r>
      <w:r w:rsidR="00C5650A" w:rsidRPr="00F208ED">
        <w:rPr>
          <w:noProof/>
        </w:rPr>
        <w:t xml:space="preserve"> </w:t>
      </w:r>
    </w:p>
    <w:p w14:paraId="31BB56D1" w14:textId="77777777" w:rsidR="00C5650A" w:rsidRPr="00F208ED" w:rsidRDefault="00C5650A" w:rsidP="009D2DE8">
      <w:pPr>
        <w:pStyle w:val="ListParagraph"/>
        <w:rPr>
          <w:noProof/>
        </w:rPr>
      </w:pPr>
    </w:p>
    <w:p w14:paraId="3CA22D32" w14:textId="7D6BF5A3" w:rsidR="009D2DE8" w:rsidRDefault="00C5650A" w:rsidP="009D2DE8">
      <w:pPr>
        <w:pStyle w:val="ListParagraph"/>
        <w:rPr>
          <w:sz w:val="24"/>
        </w:rPr>
      </w:pPr>
      <w:r w:rsidRPr="00683C78">
        <w:rPr>
          <w:noProof/>
          <w:sz w:val="24"/>
        </w:rPr>
        <w:lastRenderedPageBreak/>
        <w:drawing>
          <wp:inline distT="0" distB="0" distL="0" distR="0" wp14:anchorId="5361357F" wp14:editId="2C82B05C">
            <wp:extent cx="5486400" cy="27432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F854B3E" w14:textId="324ED800" w:rsidR="008647EF" w:rsidRPr="00F208ED" w:rsidRDefault="00106251" w:rsidP="00F7154C">
      <w:proofErr w:type="spellStart"/>
      <w:r w:rsidRPr="00F208ED">
        <w:t>Toyir</w:t>
      </w:r>
      <w:proofErr w:type="spellEnd"/>
      <w:r w:rsidRPr="00F208ED">
        <w:t xml:space="preserve"> et al., 1998 has the highest smog formation potential. </w:t>
      </w:r>
      <w:r w:rsidR="00264076" w:rsidRPr="00F208ED">
        <w:t>This is due to the high amount of carbon monoxide produced with methanol, both of which have SFP. The conventional process has the least SFP.</w:t>
      </w:r>
    </w:p>
    <w:p w14:paraId="17A468E9" w14:textId="77777777" w:rsidR="00FC6858" w:rsidRPr="00F7154C" w:rsidRDefault="00683C78" w:rsidP="00F7154C">
      <w:pPr>
        <w:rPr>
          <w:sz w:val="24"/>
        </w:rPr>
      </w:pPr>
      <w:bookmarkStart w:id="0" w:name="_GoBack"/>
      <w:r w:rsidRPr="00683C78">
        <w:rPr>
          <w:noProof/>
          <w:sz w:val="24"/>
        </w:rPr>
        <w:drawing>
          <wp:inline distT="0" distB="0" distL="0" distR="0" wp14:anchorId="5AC3CE78" wp14:editId="25A20D1A">
            <wp:extent cx="5486400" cy="2743200"/>
            <wp:effectExtent l="0" t="0" r="1905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bookmarkEnd w:id="0"/>
    </w:p>
    <w:p w14:paraId="19596EE4" w14:textId="309C22C0" w:rsidR="00F15E62" w:rsidRPr="00F208ED" w:rsidRDefault="00264076">
      <w:proofErr w:type="spellStart"/>
      <w:r w:rsidRPr="00F208ED">
        <w:t>Toyir</w:t>
      </w:r>
      <w:proofErr w:type="spellEnd"/>
      <w:r w:rsidRPr="00F208ED">
        <w:t xml:space="preserve"> et al., 1998 had high CO production, which caused the Human Health impacts to be high. </w:t>
      </w:r>
      <w:proofErr w:type="spellStart"/>
      <w:r w:rsidRPr="00F208ED">
        <w:t>Bonivardi</w:t>
      </w:r>
      <w:proofErr w:type="spellEnd"/>
      <w:r w:rsidRPr="00F208ED">
        <w:t xml:space="preserve"> et al., 1998 had CO production, as well as the conventional process, but these were negligible compared to the </w:t>
      </w:r>
      <w:proofErr w:type="spellStart"/>
      <w:r w:rsidRPr="00F208ED">
        <w:t>Toyir</w:t>
      </w:r>
      <w:proofErr w:type="spellEnd"/>
      <w:r w:rsidRPr="00F208ED">
        <w:t xml:space="preserve"> et al., 1998 process.</w:t>
      </w:r>
      <w:r w:rsidRPr="00F208ED">
        <w:tab/>
      </w:r>
    </w:p>
    <w:p w14:paraId="12B7C1AE" w14:textId="351A5E2C" w:rsidR="00264076" w:rsidRPr="00F208ED" w:rsidRDefault="00264076" w:rsidP="00EA0D4E">
      <w:r w:rsidRPr="00F208ED">
        <w:t>Based on the results, the conventional process is best in all the categories on a relative scale. It will possibly be beneficial to keep the conventional process.</w:t>
      </w:r>
      <w:r w:rsidR="00EA0D4E" w:rsidRPr="00F208ED">
        <w:t xml:space="preserve"> </w:t>
      </w:r>
      <w:r w:rsidRPr="00F208ED">
        <w:t>Improvement of the other processes based on these results is desired to make them acceptable.</w:t>
      </w:r>
    </w:p>
    <w:p w14:paraId="681E0FD3" w14:textId="77777777" w:rsidR="00F208ED" w:rsidRDefault="00F208ED">
      <w:pPr>
        <w:rPr>
          <w:b/>
          <w:sz w:val="24"/>
        </w:rPr>
      </w:pPr>
    </w:p>
    <w:p w14:paraId="4E2219EE" w14:textId="258867A2" w:rsidR="00F15E62" w:rsidRPr="00EA0D4E" w:rsidRDefault="00EA0D4E">
      <w:pPr>
        <w:rPr>
          <w:b/>
          <w:sz w:val="24"/>
        </w:rPr>
      </w:pPr>
      <w:r w:rsidRPr="00EA0D4E">
        <w:rPr>
          <w:b/>
          <w:sz w:val="24"/>
        </w:rPr>
        <w:lastRenderedPageBreak/>
        <w:t>References:</w:t>
      </w:r>
    </w:p>
    <w:p w14:paraId="797C02E8" w14:textId="6D7154B8" w:rsidR="00EA0D4E" w:rsidRDefault="00EA0D4E" w:rsidP="00EA0D4E">
      <w:r w:rsidRPr="00EA0D4E">
        <w:t>Mukherjee</w:t>
      </w:r>
      <w:r>
        <w:t xml:space="preserve"> R</w:t>
      </w:r>
      <w:r w:rsidRPr="00EA0D4E">
        <w:t xml:space="preserve">, </w:t>
      </w:r>
      <w:proofErr w:type="spellStart"/>
      <w:r w:rsidRPr="00EA0D4E">
        <w:t>Sengupta</w:t>
      </w:r>
      <w:proofErr w:type="spellEnd"/>
      <w:r>
        <w:t xml:space="preserve"> D</w:t>
      </w:r>
      <w:r w:rsidRPr="00EA0D4E">
        <w:t xml:space="preserve">, </w:t>
      </w:r>
      <w:proofErr w:type="spellStart"/>
      <w:r w:rsidRPr="00EA0D4E">
        <w:t>Sikdar</w:t>
      </w:r>
      <w:proofErr w:type="spellEnd"/>
      <w:r>
        <w:t xml:space="preserve"> SK</w:t>
      </w:r>
      <w:r w:rsidRPr="00EA0D4E">
        <w:t xml:space="preserve">, “Selection of Sustainable Processes using Sustainability Footprint Method: A Case Study of Methanol Production from Carbon Dioxide” in “Sustainability of Products, Processes and Supply Chains”; edited by </w:t>
      </w:r>
      <w:proofErr w:type="spellStart"/>
      <w:r w:rsidRPr="00EA0D4E">
        <w:t>Fengqi</w:t>
      </w:r>
      <w:proofErr w:type="spellEnd"/>
      <w:r w:rsidRPr="00EA0D4E">
        <w:t xml:space="preserve"> You, Elsevier, expected publication June 2015</w:t>
      </w:r>
      <w:r>
        <w:t>.</w:t>
      </w:r>
    </w:p>
    <w:p w14:paraId="2FCC06DD" w14:textId="6E9E5322" w:rsidR="00EA0D4E" w:rsidRPr="002906CA" w:rsidRDefault="00EA0D4E" w:rsidP="00EA0D4E">
      <w:pPr>
        <w:rPr>
          <w:sz w:val="24"/>
        </w:rPr>
      </w:pPr>
      <w:proofErr w:type="gramStart"/>
      <w:r>
        <w:t>Bare J, 2014, TRACI 2.1, personal communication on May 7</w:t>
      </w:r>
      <w:r w:rsidRPr="00EA0D4E">
        <w:rPr>
          <w:vertAlign w:val="superscript"/>
        </w:rPr>
        <w:t>th</w:t>
      </w:r>
      <w:r>
        <w:t>, 2014.</w:t>
      </w:r>
      <w:proofErr w:type="gramEnd"/>
    </w:p>
    <w:sectPr w:rsidR="00EA0D4E" w:rsidRPr="002906CA" w:rsidSect="00F715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0193F"/>
    <w:multiLevelType w:val="hybridMultilevel"/>
    <w:tmpl w:val="9B50DCB8"/>
    <w:lvl w:ilvl="0" w:tplc="28824C9E">
      <w:start w:val="1"/>
      <w:numFmt w:val="bullet"/>
      <w:lvlText w:val="•"/>
      <w:lvlJc w:val="left"/>
      <w:pPr>
        <w:tabs>
          <w:tab w:val="num" w:pos="720"/>
        </w:tabs>
        <w:ind w:left="720" w:hanging="360"/>
      </w:pPr>
      <w:rPr>
        <w:rFonts w:ascii="Arial" w:hAnsi="Arial" w:hint="default"/>
      </w:rPr>
    </w:lvl>
    <w:lvl w:ilvl="1" w:tplc="D646CBEC" w:tentative="1">
      <w:start w:val="1"/>
      <w:numFmt w:val="bullet"/>
      <w:lvlText w:val="•"/>
      <w:lvlJc w:val="left"/>
      <w:pPr>
        <w:tabs>
          <w:tab w:val="num" w:pos="1440"/>
        </w:tabs>
        <w:ind w:left="1440" w:hanging="360"/>
      </w:pPr>
      <w:rPr>
        <w:rFonts w:ascii="Arial" w:hAnsi="Arial" w:hint="default"/>
      </w:rPr>
    </w:lvl>
    <w:lvl w:ilvl="2" w:tplc="CB9EE606" w:tentative="1">
      <w:start w:val="1"/>
      <w:numFmt w:val="bullet"/>
      <w:lvlText w:val="•"/>
      <w:lvlJc w:val="left"/>
      <w:pPr>
        <w:tabs>
          <w:tab w:val="num" w:pos="2160"/>
        </w:tabs>
        <w:ind w:left="2160" w:hanging="360"/>
      </w:pPr>
      <w:rPr>
        <w:rFonts w:ascii="Arial" w:hAnsi="Arial" w:hint="default"/>
      </w:rPr>
    </w:lvl>
    <w:lvl w:ilvl="3" w:tplc="1A00B738" w:tentative="1">
      <w:start w:val="1"/>
      <w:numFmt w:val="bullet"/>
      <w:lvlText w:val="•"/>
      <w:lvlJc w:val="left"/>
      <w:pPr>
        <w:tabs>
          <w:tab w:val="num" w:pos="2880"/>
        </w:tabs>
        <w:ind w:left="2880" w:hanging="360"/>
      </w:pPr>
      <w:rPr>
        <w:rFonts w:ascii="Arial" w:hAnsi="Arial" w:hint="default"/>
      </w:rPr>
    </w:lvl>
    <w:lvl w:ilvl="4" w:tplc="8B9661C8" w:tentative="1">
      <w:start w:val="1"/>
      <w:numFmt w:val="bullet"/>
      <w:lvlText w:val="•"/>
      <w:lvlJc w:val="left"/>
      <w:pPr>
        <w:tabs>
          <w:tab w:val="num" w:pos="3600"/>
        </w:tabs>
        <w:ind w:left="3600" w:hanging="360"/>
      </w:pPr>
      <w:rPr>
        <w:rFonts w:ascii="Arial" w:hAnsi="Arial" w:hint="default"/>
      </w:rPr>
    </w:lvl>
    <w:lvl w:ilvl="5" w:tplc="C0BA2E78" w:tentative="1">
      <w:start w:val="1"/>
      <w:numFmt w:val="bullet"/>
      <w:lvlText w:val="•"/>
      <w:lvlJc w:val="left"/>
      <w:pPr>
        <w:tabs>
          <w:tab w:val="num" w:pos="4320"/>
        </w:tabs>
        <w:ind w:left="4320" w:hanging="360"/>
      </w:pPr>
      <w:rPr>
        <w:rFonts w:ascii="Arial" w:hAnsi="Arial" w:hint="default"/>
      </w:rPr>
    </w:lvl>
    <w:lvl w:ilvl="6" w:tplc="130E80F4" w:tentative="1">
      <w:start w:val="1"/>
      <w:numFmt w:val="bullet"/>
      <w:lvlText w:val="•"/>
      <w:lvlJc w:val="left"/>
      <w:pPr>
        <w:tabs>
          <w:tab w:val="num" w:pos="5040"/>
        </w:tabs>
        <w:ind w:left="5040" w:hanging="360"/>
      </w:pPr>
      <w:rPr>
        <w:rFonts w:ascii="Arial" w:hAnsi="Arial" w:hint="default"/>
      </w:rPr>
    </w:lvl>
    <w:lvl w:ilvl="7" w:tplc="A91403E4" w:tentative="1">
      <w:start w:val="1"/>
      <w:numFmt w:val="bullet"/>
      <w:lvlText w:val="•"/>
      <w:lvlJc w:val="left"/>
      <w:pPr>
        <w:tabs>
          <w:tab w:val="num" w:pos="5760"/>
        </w:tabs>
        <w:ind w:left="5760" w:hanging="360"/>
      </w:pPr>
      <w:rPr>
        <w:rFonts w:ascii="Arial" w:hAnsi="Arial" w:hint="default"/>
      </w:rPr>
    </w:lvl>
    <w:lvl w:ilvl="8" w:tplc="9F2021BC" w:tentative="1">
      <w:start w:val="1"/>
      <w:numFmt w:val="bullet"/>
      <w:lvlText w:val="•"/>
      <w:lvlJc w:val="left"/>
      <w:pPr>
        <w:tabs>
          <w:tab w:val="num" w:pos="6480"/>
        </w:tabs>
        <w:ind w:left="6480" w:hanging="360"/>
      </w:pPr>
      <w:rPr>
        <w:rFonts w:ascii="Arial" w:hAnsi="Arial" w:hint="default"/>
      </w:rPr>
    </w:lvl>
  </w:abstractNum>
  <w:abstractNum w:abstractNumId="1">
    <w:nsid w:val="3E241FAB"/>
    <w:multiLevelType w:val="hybridMultilevel"/>
    <w:tmpl w:val="188AA95C"/>
    <w:lvl w:ilvl="0" w:tplc="DD606614">
      <w:start w:val="1"/>
      <w:numFmt w:val="bullet"/>
      <w:lvlText w:val="•"/>
      <w:lvlJc w:val="left"/>
      <w:pPr>
        <w:tabs>
          <w:tab w:val="num" w:pos="720"/>
        </w:tabs>
        <w:ind w:left="720" w:hanging="360"/>
      </w:pPr>
      <w:rPr>
        <w:rFonts w:ascii="Arial" w:hAnsi="Arial" w:hint="default"/>
      </w:rPr>
    </w:lvl>
    <w:lvl w:ilvl="1" w:tplc="AA84F4D2" w:tentative="1">
      <w:start w:val="1"/>
      <w:numFmt w:val="bullet"/>
      <w:lvlText w:val="•"/>
      <w:lvlJc w:val="left"/>
      <w:pPr>
        <w:tabs>
          <w:tab w:val="num" w:pos="1440"/>
        </w:tabs>
        <w:ind w:left="1440" w:hanging="360"/>
      </w:pPr>
      <w:rPr>
        <w:rFonts w:ascii="Arial" w:hAnsi="Arial" w:hint="default"/>
      </w:rPr>
    </w:lvl>
    <w:lvl w:ilvl="2" w:tplc="E10C2B58" w:tentative="1">
      <w:start w:val="1"/>
      <w:numFmt w:val="bullet"/>
      <w:lvlText w:val="•"/>
      <w:lvlJc w:val="left"/>
      <w:pPr>
        <w:tabs>
          <w:tab w:val="num" w:pos="2160"/>
        </w:tabs>
        <w:ind w:left="2160" w:hanging="360"/>
      </w:pPr>
      <w:rPr>
        <w:rFonts w:ascii="Arial" w:hAnsi="Arial" w:hint="default"/>
      </w:rPr>
    </w:lvl>
    <w:lvl w:ilvl="3" w:tplc="52B08DE4" w:tentative="1">
      <w:start w:val="1"/>
      <w:numFmt w:val="bullet"/>
      <w:lvlText w:val="•"/>
      <w:lvlJc w:val="left"/>
      <w:pPr>
        <w:tabs>
          <w:tab w:val="num" w:pos="2880"/>
        </w:tabs>
        <w:ind w:left="2880" w:hanging="360"/>
      </w:pPr>
      <w:rPr>
        <w:rFonts w:ascii="Arial" w:hAnsi="Arial" w:hint="default"/>
      </w:rPr>
    </w:lvl>
    <w:lvl w:ilvl="4" w:tplc="FF0639CE" w:tentative="1">
      <w:start w:val="1"/>
      <w:numFmt w:val="bullet"/>
      <w:lvlText w:val="•"/>
      <w:lvlJc w:val="left"/>
      <w:pPr>
        <w:tabs>
          <w:tab w:val="num" w:pos="3600"/>
        </w:tabs>
        <w:ind w:left="3600" w:hanging="360"/>
      </w:pPr>
      <w:rPr>
        <w:rFonts w:ascii="Arial" w:hAnsi="Arial" w:hint="default"/>
      </w:rPr>
    </w:lvl>
    <w:lvl w:ilvl="5" w:tplc="01BA950E" w:tentative="1">
      <w:start w:val="1"/>
      <w:numFmt w:val="bullet"/>
      <w:lvlText w:val="•"/>
      <w:lvlJc w:val="left"/>
      <w:pPr>
        <w:tabs>
          <w:tab w:val="num" w:pos="4320"/>
        </w:tabs>
        <w:ind w:left="4320" w:hanging="360"/>
      </w:pPr>
      <w:rPr>
        <w:rFonts w:ascii="Arial" w:hAnsi="Arial" w:hint="default"/>
      </w:rPr>
    </w:lvl>
    <w:lvl w:ilvl="6" w:tplc="E3C6CE92" w:tentative="1">
      <w:start w:val="1"/>
      <w:numFmt w:val="bullet"/>
      <w:lvlText w:val="•"/>
      <w:lvlJc w:val="left"/>
      <w:pPr>
        <w:tabs>
          <w:tab w:val="num" w:pos="5040"/>
        </w:tabs>
        <w:ind w:left="5040" w:hanging="360"/>
      </w:pPr>
      <w:rPr>
        <w:rFonts w:ascii="Arial" w:hAnsi="Arial" w:hint="default"/>
      </w:rPr>
    </w:lvl>
    <w:lvl w:ilvl="7" w:tplc="6CB289B8" w:tentative="1">
      <w:start w:val="1"/>
      <w:numFmt w:val="bullet"/>
      <w:lvlText w:val="•"/>
      <w:lvlJc w:val="left"/>
      <w:pPr>
        <w:tabs>
          <w:tab w:val="num" w:pos="5760"/>
        </w:tabs>
        <w:ind w:left="5760" w:hanging="360"/>
      </w:pPr>
      <w:rPr>
        <w:rFonts w:ascii="Arial" w:hAnsi="Arial" w:hint="default"/>
      </w:rPr>
    </w:lvl>
    <w:lvl w:ilvl="8" w:tplc="BE60ED68" w:tentative="1">
      <w:start w:val="1"/>
      <w:numFmt w:val="bullet"/>
      <w:lvlText w:val="•"/>
      <w:lvlJc w:val="left"/>
      <w:pPr>
        <w:tabs>
          <w:tab w:val="num" w:pos="6480"/>
        </w:tabs>
        <w:ind w:left="6480" w:hanging="360"/>
      </w:pPr>
      <w:rPr>
        <w:rFonts w:ascii="Arial" w:hAnsi="Arial" w:hint="default"/>
      </w:rPr>
    </w:lvl>
  </w:abstractNum>
  <w:abstractNum w:abstractNumId="2">
    <w:nsid w:val="3F586301"/>
    <w:multiLevelType w:val="hybridMultilevel"/>
    <w:tmpl w:val="BCAC8298"/>
    <w:lvl w:ilvl="0" w:tplc="94F03D5C">
      <w:start w:val="1"/>
      <w:numFmt w:val="bullet"/>
      <w:lvlText w:val="•"/>
      <w:lvlJc w:val="left"/>
      <w:pPr>
        <w:tabs>
          <w:tab w:val="num" w:pos="720"/>
        </w:tabs>
        <w:ind w:left="720" w:hanging="360"/>
      </w:pPr>
      <w:rPr>
        <w:rFonts w:ascii="Arial" w:hAnsi="Arial" w:hint="default"/>
      </w:rPr>
    </w:lvl>
    <w:lvl w:ilvl="1" w:tplc="6F76718E" w:tentative="1">
      <w:start w:val="1"/>
      <w:numFmt w:val="bullet"/>
      <w:lvlText w:val="•"/>
      <w:lvlJc w:val="left"/>
      <w:pPr>
        <w:tabs>
          <w:tab w:val="num" w:pos="1440"/>
        </w:tabs>
        <w:ind w:left="1440" w:hanging="360"/>
      </w:pPr>
      <w:rPr>
        <w:rFonts w:ascii="Arial" w:hAnsi="Arial" w:hint="default"/>
      </w:rPr>
    </w:lvl>
    <w:lvl w:ilvl="2" w:tplc="BCEC600C" w:tentative="1">
      <w:start w:val="1"/>
      <w:numFmt w:val="bullet"/>
      <w:lvlText w:val="•"/>
      <w:lvlJc w:val="left"/>
      <w:pPr>
        <w:tabs>
          <w:tab w:val="num" w:pos="2160"/>
        </w:tabs>
        <w:ind w:left="2160" w:hanging="360"/>
      </w:pPr>
      <w:rPr>
        <w:rFonts w:ascii="Arial" w:hAnsi="Arial" w:hint="default"/>
      </w:rPr>
    </w:lvl>
    <w:lvl w:ilvl="3" w:tplc="18746A42" w:tentative="1">
      <w:start w:val="1"/>
      <w:numFmt w:val="bullet"/>
      <w:lvlText w:val="•"/>
      <w:lvlJc w:val="left"/>
      <w:pPr>
        <w:tabs>
          <w:tab w:val="num" w:pos="2880"/>
        </w:tabs>
        <w:ind w:left="2880" w:hanging="360"/>
      </w:pPr>
      <w:rPr>
        <w:rFonts w:ascii="Arial" w:hAnsi="Arial" w:hint="default"/>
      </w:rPr>
    </w:lvl>
    <w:lvl w:ilvl="4" w:tplc="C630AA02" w:tentative="1">
      <w:start w:val="1"/>
      <w:numFmt w:val="bullet"/>
      <w:lvlText w:val="•"/>
      <w:lvlJc w:val="left"/>
      <w:pPr>
        <w:tabs>
          <w:tab w:val="num" w:pos="3600"/>
        </w:tabs>
        <w:ind w:left="3600" w:hanging="360"/>
      </w:pPr>
      <w:rPr>
        <w:rFonts w:ascii="Arial" w:hAnsi="Arial" w:hint="default"/>
      </w:rPr>
    </w:lvl>
    <w:lvl w:ilvl="5" w:tplc="A2A4E05C" w:tentative="1">
      <w:start w:val="1"/>
      <w:numFmt w:val="bullet"/>
      <w:lvlText w:val="•"/>
      <w:lvlJc w:val="left"/>
      <w:pPr>
        <w:tabs>
          <w:tab w:val="num" w:pos="4320"/>
        </w:tabs>
        <w:ind w:left="4320" w:hanging="360"/>
      </w:pPr>
      <w:rPr>
        <w:rFonts w:ascii="Arial" w:hAnsi="Arial" w:hint="default"/>
      </w:rPr>
    </w:lvl>
    <w:lvl w:ilvl="6" w:tplc="EF0E74EA" w:tentative="1">
      <w:start w:val="1"/>
      <w:numFmt w:val="bullet"/>
      <w:lvlText w:val="•"/>
      <w:lvlJc w:val="left"/>
      <w:pPr>
        <w:tabs>
          <w:tab w:val="num" w:pos="5040"/>
        </w:tabs>
        <w:ind w:left="5040" w:hanging="360"/>
      </w:pPr>
      <w:rPr>
        <w:rFonts w:ascii="Arial" w:hAnsi="Arial" w:hint="default"/>
      </w:rPr>
    </w:lvl>
    <w:lvl w:ilvl="7" w:tplc="AF7E1EBE" w:tentative="1">
      <w:start w:val="1"/>
      <w:numFmt w:val="bullet"/>
      <w:lvlText w:val="•"/>
      <w:lvlJc w:val="left"/>
      <w:pPr>
        <w:tabs>
          <w:tab w:val="num" w:pos="5760"/>
        </w:tabs>
        <w:ind w:left="5760" w:hanging="360"/>
      </w:pPr>
      <w:rPr>
        <w:rFonts w:ascii="Arial" w:hAnsi="Arial" w:hint="default"/>
      </w:rPr>
    </w:lvl>
    <w:lvl w:ilvl="8" w:tplc="D7D0C976" w:tentative="1">
      <w:start w:val="1"/>
      <w:numFmt w:val="bullet"/>
      <w:lvlText w:val="•"/>
      <w:lvlJc w:val="left"/>
      <w:pPr>
        <w:tabs>
          <w:tab w:val="num" w:pos="6480"/>
        </w:tabs>
        <w:ind w:left="6480" w:hanging="360"/>
      </w:pPr>
      <w:rPr>
        <w:rFonts w:ascii="Arial" w:hAnsi="Arial" w:hint="default"/>
      </w:rPr>
    </w:lvl>
  </w:abstractNum>
  <w:abstractNum w:abstractNumId="3">
    <w:nsid w:val="5C8F18FC"/>
    <w:multiLevelType w:val="hybridMultilevel"/>
    <w:tmpl w:val="6E6E0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CB7E70"/>
    <w:multiLevelType w:val="hybridMultilevel"/>
    <w:tmpl w:val="C7966F96"/>
    <w:lvl w:ilvl="0" w:tplc="34646F9E">
      <w:start w:val="1"/>
      <w:numFmt w:val="bullet"/>
      <w:lvlText w:val="–"/>
      <w:lvlJc w:val="left"/>
      <w:pPr>
        <w:tabs>
          <w:tab w:val="num" w:pos="720"/>
        </w:tabs>
        <w:ind w:left="720" w:hanging="360"/>
      </w:pPr>
      <w:rPr>
        <w:rFonts w:ascii="Arial" w:hAnsi="Arial" w:hint="default"/>
      </w:rPr>
    </w:lvl>
    <w:lvl w:ilvl="1" w:tplc="8FDA1898">
      <w:start w:val="1"/>
      <w:numFmt w:val="bullet"/>
      <w:lvlText w:val="–"/>
      <w:lvlJc w:val="left"/>
      <w:pPr>
        <w:tabs>
          <w:tab w:val="num" w:pos="1440"/>
        </w:tabs>
        <w:ind w:left="1440" w:hanging="360"/>
      </w:pPr>
      <w:rPr>
        <w:rFonts w:ascii="Arial" w:hAnsi="Arial" w:hint="default"/>
      </w:rPr>
    </w:lvl>
    <w:lvl w:ilvl="2" w:tplc="EE502A06" w:tentative="1">
      <w:start w:val="1"/>
      <w:numFmt w:val="bullet"/>
      <w:lvlText w:val="–"/>
      <w:lvlJc w:val="left"/>
      <w:pPr>
        <w:tabs>
          <w:tab w:val="num" w:pos="2160"/>
        </w:tabs>
        <w:ind w:left="2160" w:hanging="360"/>
      </w:pPr>
      <w:rPr>
        <w:rFonts w:ascii="Arial" w:hAnsi="Arial" w:hint="default"/>
      </w:rPr>
    </w:lvl>
    <w:lvl w:ilvl="3" w:tplc="6DE082A8" w:tentative="1">
      <w:start w:val="1"/>
      <w:numFmt w:val="bullet"/>
      <w:lvlText w:val="–"/>
      <w:lvlJc w:val="left"/>
      <w:pPr>
        <w:tabs>
          <w:tab w:val="num" w:pos="2880"/>
        </w:tabs>
        <w:ind w:left="2880" w:hanging="360"/>
      </w:pPr>
      <w:rPr>
        <w:rFonts w:ascii="Arial" w:hAnsi="Arial" w:hint="default"/>
      </w:rPr>
    </w:lvl>
    <w:lvl w:ilvl="4" w:tplc="EA66F5C4" w:tentative="1">
      <w:start w:val="1"/>
      <w:numFmt w:val="bullet"/>
      <w:lvlText w:val="–"/>
      <w:lvlJc w:val="left"/>
      <w:pPr>
        <w:tabs>
          <w:tab w:val="num" w:pos="3600"/>
        </w:tabs>
        <w:ind w:left="3600" w:hanging="360"/>
      </w:pPr>
      <w:rPr>
        <w:rFonts w:ascii="Arial" w:hAnsi="Arial" w:hint="default"/>
      </w:rPr>
    </w:lvl>
    <w:lvl w:ilvl="5" w:tplc="27C06124" w:tentative="1">
      <w:start w:val="1"/>
      <w:numFmt w:val="bullet"/>
      <w:lvlText w:val="–"/>
      <w:lvlJc w:val="left"/>
      <w:pPr>
        <w:tabs>
          <w:tab w:val="num" w:pos="4320"/>
        </w:tabs>
        <w:ind w:left="4320" w:hanging="360"/>
      </w:pPr>
      <w:rPr>
        <w:rFonts w:ascii="Arial" w:hAnsi="Arial" w:hint="default"/>
      </w:rPr>
    </w:lvl>
    <w:lvl w:ilvl="6" w:tplc="3402BEBE" w:tentative="1">
      <w:start w:val="1"/>
      <w:numFmt w:val="bullet"/>
      <w:lvlText w:val="–"/>
      <w:lvlJc w:val="left"/>
      <w:pPr>
        <w:tabs>
          <w:tab w:val="num" w:pos="5040"/>
        </w:tabs>
        <w:ind w:left="5040" w:hanging="360"/>
      </w:pPr>
      <w:rPr>
        <w:rFonts w:ascii="Arial" w:hAnsi="Arial" w:hint="default"/>
      </w:rPr>
    </w:lvl>
    <w:lvl w:ilvl="7" w:tplc="0E346274" w:tentative="1">
      <w:start w:val="1"/>
      <w:numFmt w:val="bullet"/>
      <w:lvlText w:val="–"/>
      <w:lvlJc w:val="left"/>
      <w:pPr>
        <w:tabs>
          <w:tab w:val="num" w:pos="5760"/>
        </w:tabs>
        <w:ind w:left="5760" w:hanging="360"/>
      </w:pPr>
      <w:rPr>
        <w:rFonts w:ascii="Arial" w:hAnsi="Arial" w:hint="default"/>
      </w:rPr>
    </w:lvl>
    <w:lvl w:ilvl="8" w:tplc="6B24AF6C" w:tentative="1">
      <w:start w:val="1"/>
      <w:numFmt w:val="bullet"/>
      <w:lvlText w:val="–"/>
      <w:lvlJc w:val="left"/>
      <w:pPr>
        <w:tabs>
          <w:tab w:val="num" w:pos="6480"/>
        </w:tabs>
        <w:ind w:left="6480" w:hanging="360"/>
      </w:pPr>
      <w:rPr>
        <w:rFonts w:ascii="Arial" w:hAnsi="Arial" w:hint="default"/>
      </w:rPr>
    </w:lvl>
  </w:abstractNum>
  <w:abstractNum w:abstractNumId="5">
    <w:nsid w:val="6D116ACB"/>
    <w:multiLevelType w:val="hybridMultilevel"/>
    <w:tmpl w:val="6F62788E"/>
    <w:lvl w:ilvl="0" w:tplc="3850A2B4">
      <w:start w:val="1"/>
      <w:numFmt w:val="bullet"/>
      <w:lvlText w:val="­"/>
      <w:lvlJc w:val="left"/>
      <w:pPr>
        <w:ind w:left="216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31A6CA7"/>
    <w:multiLevelType w:val="hybridMultilevel"/>
    <w:tmpl w:val="0428AD38"/>
    <w:lvl w:ilvl="0" w:tplc="CF28BF1E">
      <w:start w:val="1"/>
      <w:numFmt w:val="bullet"/>
      <w:lvlText w:val="•"/>
      <w:lvlJc w:val="left"/>
      <w:pPr>
        <w:tabs>
          <w:tab w:val="num" w:pos="720"/>
        </w:tabs>
        <w:ind w:left="720" w:hanging="360"/>
      </w:pPr>
      <w:rPr>
        <w:rFonts w:ascii="Arial" w:hAnsi="Arial" w:hint="default"/>
      </w:rPr>
    </w:lvl>
    <w:lvl w:ilvl="1" w:tplc="96A009CE" w:tentative="1">
      <w:start w:val="1"/>
      <w:numFmt w:val="bullet"/>
      <w:lvlText w:val="•"/>
      <w:lvlJc w:val="left"/>
      <w:pPr>
        <w:tabs>
          <w:tab w:val="num" w:pos="1440"/>
        </w:tabs>
        <w:ind w:left="1440" w:hanging="360"/>
      </w:pPr>
      <w:rPr>
        <w:rFonts w:ascii="Arial" w:hAnsi="Arial" w:hint="default"/>
      </w:rPr>
    </w:lvl>
    <w:lvl w:ilvl="2" w:tplc="9CBA0448" w:tentative="1">
      <w:start w:val="1"/>
      <w:numFmt w:val="bullet"/>
      <w:lvlText w:val="•"/>
      <w:lvlJc w:val="left"/>
      <w:pPr>
        <w:tabs>
          <w:tab w:val="num" w:pos="2160"/>
        </w:tabs>
        <w:ind w:left="2160" w:hanging="360"/>
      </w:pPr>
      <w:rPr>
        <w:rFonts w:ascii="Arial" w:hAnsi="Arial" w:hint="default"/>
      </w:rPr>
    </w:lvl>
    <w:lvl w:ilvl="3" w:tplc="A0C8BA2A" w:tentative="1">
      <w:start w:val="1"/>
      <w:numFmt w:val="bullet"/>
      <w:lvlText w:val="•"/>
      <w:lvlJc w:val="left"/>
      <w:pPr>
        <w:tabs>
          <w:tab w:val="num" w:pos="2880"/>
        </w:tabs>
        <w:ind w:left="2880" w:hanging="360"/>
      </w:pPr>
      <w:rPr>
        <w:rFonts w:ascii="Arial" w:hAnsi="Arial" w:hint="default"/>
      </w:rPr>
    </w:lvl>
    <w:lvl w:ilvl="4" w:tplc="8660BA90" w:tentative="1">
      <w:start w:val="1"/>
      <w:numFmt w:val="bullet"/>
      <w:lvlText w:val="•"/>
      <w:lvlJc w:val="left"/>
      <w:pPr>
        <w:tabs>
          <w:tab w:val="num" w:pos="3600"/>
        </w:tabs>
        <w:ind w:left="3600" w:hanging="360"/>
      </w:pPr>
      <w:rPr>
        <w:rFonts w:ascii="Arial" w:hAnsi="Arial" w:hint="default"/>
      </w:rPr>
    </w:lvl>
    <w:lvl w:ilvl="5" w:tplc="ABC898AE" w:tentative="1">
      <w:start w:val="1"/>
      <w:numFmt w:val="bullet"/>
      <w:lvlText w:val="•"/>
      <w:lvlJc w:val="left"/>
      <w:pPr>
        <w:tabs>
          <w:tab w:val="num" w:pos="4320"/>
        </w:tabs>
        <w:ind w:left="4320" w:hanging="360"/>
      </w:pPr>
      <w:rPr>
        <w:rFonts w:ascii="Arial" w:hAnsi="Arial" w:hint="default"/>
      </w:rPr>
    </w:lvl>
    <w:lvl w:ilvl="6" w:tplc="EDEE8958" w:tentative="1">
      <w:start w:val="1"/>
      <w:numFmt w:val="bullet"/>
      <w:lvlText w:val="•"/>
      <w:lvlJc w:val="left"/>
      <w:pPr>
        <w:tabs>
          <w:tab w:val="num" w:pos="5040"/>
        </w:tabs>
        <w:ind w:left="5040" w:hanging="360"/>
      </w:pPr>
      <w:rPr>
        <w:rFonts w:ascii="Arial" w:hAnsi="Arial" w:hint="default"/>
      </w:rPr>
    </w:lvl>
    <w:lvl w:ilvl="7" w:tplc="9D684D92" w:tentative="1">
      <w:start w:val="1"/>
      <w:numFmt w:val="bullet"/>
      <w:lvlText w:val="•"/>
      <w:lvlJc w:val="left"/>
      <w:pPr>
        <w:tabs>
          <w:tab w:val="num" w:pos="5760"/>
        </w:tabs>
        <w:ind w:left="5760" w:hanging="360"/>
      </w:pPr>
      <w:rPr>
        <w:rFonts w:ascii="Arial" w:hAnsi="Arial" w:hint="default"/>
      </w:rPr>
    </w:lvl>
    <w:lvl w:ilvl="8" w:tplc="6CB0306C" w:tentative="1">
      <w:start w:val="1"/>
      <w:numFmt w:val="bullet"/>
      <w:lvlText w:val="•"/>
      <w:lvlJc w:val="left"/>
      <w:pPr>
        <w:tabs>
          <w:tab w:val="num" w:pos="6480"/>
        </w:tabs>
        <w:ind w:left="6480" w:hanging="360"/>
      </w:pPr>
      <w:rPr>
        <w:rFonts w:ascii="Arial" w:hAnsi="Arial" w:hint="default"/>
      </w:rPr>
    </w:lvl>
  </w:abstractNum>
  <w:abstractNum w:abstractNumId="7">
    <w:nsid w:val="73C77AD0"/>
    <w:multiLevelType w:val="hybridMultilevel"/>
    <w:tmpl w:val="A440C69E"/>
    <w:lvl w:ilvl="0" w:tplc="3850A2B4">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442CE6"/>
    <w:multiLevelType w:val="hybridMultilevel"/>
    <w:tmpl w:val="52B69FBA"/>
    <w:lvl w:ilvl="0" w:tplc="04090001">
      <w:start w:val="1"/>
      <w:numFmt w:val="bullet"/>
      <w:lvlText w:val=""/>
      <w:lvlJc w:val="left"/>
      <w:pPr>
        <w:ind w:left="720" w:hanging="360"/>
      </w:pPr>
      <w:rPr>
        <w:rFonts w:ascii="Symbol" w:hAnsi="Symbol" w:hint="default"/>
      </w:rPr>
    </w:lvl>
    <w:lvl w:ilvl="1" w:tplc="3850A2B4">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604986"/>
    <w:multiLevelType w:val="hybridMultilevel"/>
    <w:tmpl w:val="B46AC0AA"/>
    <w:lvl w:ilvl="0" w:tplc="D9F05ED4">
      <w:start w:val="1"/>
      <w:numFmt w:val="bullet"/>
      <w:lvlText w:val="•"/>
      <w:lvlJc w:val="left"/>
      <w:pPr>
        <w:tabs>
          <w:tab w:val="num" w:pos="720"/>
        </w:tabs>
        <w:ind w:left="720" w:hanging="360"/>
      </w:pPr>
      <w:rPr>
        <w:rFonts w:ascii="Arial" w:hAnsi="Arial" w:hint="default"/>
      </w:rPr>
    </w:lvl>
    <w:lvl w:ilvl="1" w:tplc="7E74A8EE" w:tentative="1">
      <w:start w:val="1"/>
      <w:numFmt w:val="bullet"/>
      <w:lvlText w:val="•"/>
      <w:lvlJc w:val="left"/>
      <w:pPr>
        <w:tabs>
          <w:tab w:val="num" w:pos="1440"/>
        </w:tabs>
        <w:ind w:left="1440" w:hanging="360"/>
      </w:pPr>
      <w:rPr>
        <w:rFonts w:ascii="Arial" w:hAnsi="Arial" w:hint="default"/>
      </w:rPr>
    </w:lvl>
    <w:lvl w:ilvl="2" w:tplc="5912990E" w:tentative="1">
      <w:start w:val="1"/>
      <w:numFmt w:val="bullet"/>
      <w:lvlText w:val="•"/>
      <w:lvlJc w:val="left"/>
      <w:pPr>
        <w:tabs>
          <w:tab w:val="num" w:pos="2160"/>
        </w:tabs>
        <w:ind w:left="2160" w:hanging="360"/>
      </w:pPr>
      <w:rPr>
        <w:rFonts w:ascii="Arial" w:hAnsi="Arial" w:hint="default"/>
      </w:rPr>
    </w:lvl>
    <w:lvl w:ilvl="3" w:tplc="43EAE7FE" w:tentative="1">
      <w:start w:val="1"/>
      <w:numFmt w:val="bullet"/>
      <w:lvlText w:val="•"/>
      <w:lvlJc w:val="left"/>
      <w:pPr>
        <w:tabs>
          <w:tab w:val="num" w:pos="2880"/>
        </w:tabs>
        <w:ind w:left="2880" w:hanging="360"/>
      </w:pPr>
      <w:rPr>
        <w:rFonts w:ascii="Arial" w:hAnsi="Arial" w:hint="default"/>
      </w:rPr>
    </w:lvl>
    <w:lvl w:ilvl="4" w:tplc="BDC6CB9A" w:tentative="1">
      <w:start w:val="1"/>
      <w:numFmt w:val="bullet"/>
      <w:lvlText w:val="•"/>
      <w:lvlJc w:val="left"/>
      <w:pPr>
        <w:tabs>
          <w:tab w:val="num" w:pos="3600"/>
        </w:tabs>
        <w:ind w:left="3600" w:hanging="360"/>
      </w:pPr>
      <w:rPr>
        <w:rFonts w:ascii="Arial" w:hAnsi="Arial" w:hint="default"/>
      </w:rPr>
    </w:lvl>
    <w:lvl w:ilvl="5" w:tplc="7FDA6B04" w:tentative="1">
      <w:start w:val="1"/>
      <w:numFmt w:val="bullet"/>
      <w:lvlText w:val="•"/>
      <w:lvlJc w:val="left"/>
      <w:pPr>
        <w:tabs>
          <w:tab w:val="num" w:pos="4320"/>
        </w:tabs>
        <w:ind w:left="4320" w:hanging="360"/>
      </w:pPr>
      <w:rPr>
        <w:rFonts w:ascii="Arial" w:hAnsi="Arial" w:hint="default"/>
      </w:rPr>
    </w:lvl>
    <w:lvl w:ilvl="6" w:tplc="D2545D52" w:tentative="1">
      <w:start w:val="1"/>
      <w:numFmt w:val="bullet"/>
      <w:lvlText w:val="•"/>
      <w:lvlJc w:val="left"/>
      <w:pPr>
        <w:tabs>
          <w:tab w:val="num" w:pos="5040"/>
        </w:tabs>
        <w:ind w:left="5040" w:hanging="360"/>
      </w:pPr>
      <w:rPr>
        <w:rFonts w:ascii="Arial" w:hAnsi="Arial" w:hint="default"/>
      </w:rPr>
    </w:lvl>
    <w:lvl w:ilvl="7" w:tplc="8764996C" w:tentative="1">
      <w:start w:val="1"/>
      <w:numFmt w:val="bullet"/>
      <w:lvlText w:val="•"/>
      <w:lvlJc w:val="left"/>
      <w:pPr>
        <w:tabs>
          <w:tab w:val="num" w:pos="5760"/>
        </w:tabs>
        <w:ind w:left="5760" w:hanging="360"/>
      </w:pPr>
      <w:rPr>
        <w:rFonts w:ascii="Arial" w:hAnsi="Arial" w:hint="default"/>
      </w:rPr>
    </w:lvl>
    <w:lvl w:ilvl="8" w:tplc="6A06C50E" w:tentative="1">
      <w:start w:val="1"/>
      <w:numFmt w:val="bullet"/>
      <w:lvlText w:val="•"/>
      <w:lvlJc w:val="left"/>
      <w:pPr>
        <w:tabs>
          <w:tab w:val="num" w:pos="6480"/>
        </w:tabs>
        <w:ind w:left="6480" w:hanging="360"/>
      </w:pPr>
      <w:rPr>
        <w:rFonts w:ascii="Arial" w:hAnsi="Arial" w:hint="default"/>
      </w:rPr>
    </w:lvl>
  </w:abstractNum>
  <w:abstractNum w:abstractNumId="10">
    <w:nsid w:val="75743C83"/>
    <w:multiLevelType w:val="hybridMultilevel"/>
    <w:tmpl w:val="44ACF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A544DC"/>
    <w:multiLevelType w:val="hybridMultilevel"/>
    <w:tmpl w:val="C13CAD66"/>
    <w:lvl w:ilvl="0" w:tplc="AE48975C">
      <w:start w:val="1"/>
      <w:numFmt w:val="bullet"/>
      <w:lvlText w:val="•"/>
      <w:lvlJc w:val="left"/>
      <w:pPr>
        <w:tabs>
          <w:tab w:val="num" w:pos="720"/>
        </w:tabs>
        <w:ind w:left="720" w:hanging="360"/>
      </w:pPr>
      <w:rPr>
        <w:rFonts w:ascii="Arial" w:hAnsi="Arial" w:hint="default"/>
      </w:rPr>
    </w:lvl>
    <w:lvl w:ilvl="1" w:tplc="51E64D08" w:tentative="1">
      <w:start w:val="1"/>
      <w:numFmt w:val="bullet"/>
      <w:lvlText w:val="•"/>
      <w:lvlJc w:val="left"/>
      <w:pPr>
        <w:tabs>
          <w:tab w:val="num" w:pos="1440"/>
        </w:tabs>
        <w:ind w:left="1440" w:hanging="360"/>
      </w:pPr>
      <w:rPr>
        <w:rFonts w:ascii="Arial" w:hAnsi="Arial" w:hint="default"/>
      </w:rPr>
    </w:lvl>
    <w:lvl w:ilvl="2" w:tplc="89FC27CE" w:tentative="1">
      <w:start w:val="1"/>
      <w:numFmt w:val="bullet"/>
      <w:lvlText w:val="•"/>
      <w:lvlJc w:val="left"/>
      <w:pPr>
        <w:tabs>
          <w:tab w:val="num" w:pos="2160"/>
        </w:tabs>
        <w:ind w:left="2160" w:hanging="360"/>
      </w:pPr>
      <w:rPr>
        <w:rFonts w:ascii="Arial" w:hAnsi="Arial" w:hint="default"/>
      </w:rPr>
    </w:lvl>
    <w:lvl w:ilvl="3" w:tplc="5932448A" w:tentative="1">
      <w:start w:val="1"/>
      <w:numFmt w:val="bullet"/>
      <w:lvlText w:val="•"/>
      <w:lvlJc w:val="left"/>
      <w:pPr>
        <w:tabs>
          <w:tab w:val="num" w:pos="2880"/>
        </w:tabs>
        <w:ind w:left="2880" w:hanging="360"/>
      </w:pPr>
      <w:rPr>
        <w:rFonts w:ascii="Arial" w:hAnsi="Arial" w:hint="default"/>
      </w:rPr>
    </w:lvl>
    <w:lvl w:ilvl="4" w:tplc="DC3ED2C4" w:tentative="1">
      <w:start w:val="1"/>
      <w:numFmt w:val="bullet"/>
      <w:lvlText w:val="•"/>
      <w:lvlJc w:val="left"/>
      <w:pPr>
        <w:tabs>
          <w:tab w:val="num" w:pos="3600"/>
        </w:tabs>
        <w:ind w:left="3600" w:hanging="360"/>
      </w:pPr>
      <w:rPr>
        <w:rFonts w:ascii="Arial" w:hAnsi="Arial" w:hint="default"/>
      </w:rPr>
    </w:lvl>
    <w:lvl w:ilvl="5" w:tplc="2E025032" w:tentative="1">
      <w:start w:val="1"/>
      <w:numFmt w:val="bullet"/>
      <w:lvlText w:val="•"/>
      <w:lvlJc w:val="left"/>
      <w:pPr>
        <w:tabs>
          <w:tab w:val="num" w:pos="4320"/>
        </w:tabs>
        <w:ind w:left="4320" w:hanging="360"/>
      </w:pPr>
      <w:rPr>
        <w:rFonts w:ascii="Arial" w:hAnsi="Arial" w:hint="default"/>
      </w:rPr>
    </w:lvl>
    <w:lvl w:ilvl="6" w:tplc="F6EA3698" w:tentative="1">
      <w:start w:val="1"/>
      <w:numFmt w:val="bullet"/>
      <w:lvlText w:val="•"/>
      <w:lvlJc w:val="left"/>
      <w:pPr>
        <w:tabs>
          <w:tab w:val="num" w:pos="5040"/>
        </w:tabs>
        <w:ind w:left="5040" w:hanging="360"/>
      </w:pPr>
      <w:rPr>
        <w:rFonts w:ascii="Arial" w:hAnsi="Arial" w:hint="default"/>
      </w:rPr>
    </w:lvl>
    <w:lvl w:ilvl="7" w:tplc="D1F8C214" w:tentative="1">
      <w:start w:val="1"/>
      <w:numFmt w:val="bullet"/>
      <w:lvlText w:val="•"/>
      <w:lvlJc w:val="left"/>
      <w:pPr>
        <w:tabs>
          <w:tab w:val="num" w:pos="5760"/>
        </w:tabs>
        <w:ind w:left="5760" w:hanging="360"/>
      </w:pPr>
      <w:rPr>
        <w:rFonts w:ascii="Arial" w:hAnsi="Arial" w:hint="default"/>
      </w:rPr>
    </w:lvl>
    <w:lvl w:ilvl="8" w:tplc="1A7A3A40"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9"/>
  </w:num>
  <w:num w:numId="3">
    <w:abstractNumId w:val="11"/>
  </w:num>
  <w:num w:numId="4">
    <w:abstractNumId w:val="0"/>
  </w:num>
  <w:num w:numId="5">
    <w:abstractNumId w:val="1"/>
  </w:num>
  <w:num w:numId="6">
    <w:abstractNumId w:val="3"/>
  </w:num>
  <w:num w:numId="7">
    <w:abstractNumId w:val="8"/>
  </w:num>
  <w:num w:numId="8">
    <w:abstractNumId w:val="4"/>
  </w:num>
  <w:num w:numId="9">
    <w:abstractNumId w:val="5"/>
  </w:num>
  <w:num w:numId="10">
    <w:abstractNumId w:val="7"/>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B5E"/>
    <w:rsid w:val="00057A1C"/>
    <w:rsid w:val="00081035"/>
    <w:rsid w:val="000970F8"/>
    <w:rsid w:val="000E0699"/>
    <w:rsid w:val="00100493"/>
    <w:rsid w:val="00106251"/>
    <w:rsid w:val="001D5E3A"/>
    <w:rsid w:val="001D70B9"/>
    <w:rsid w:val="001D791F"/>
    <w:rsid w:val="00204A01"/>
    <w:rsid w:val="0020648D"/>
    <w:rsid w:val="00264076"/>
    <w:rsid w:val="0027525C"/>
    <w:rsid w:val="002906CA"/>
    <w:rsid w:val="0030430D"/>
    <w:rsid w:val="00350B5E"/>
    <w:rsid w:val="0042534B"/>
    <w:rsid w:val="00441FF2"/>
    <w:rsid w:val="00466B8E"/>
    <w:rsid w:val="005238B7"/>
    <w:rsid w:val="00535AFF"/>
    <w:rsid w:val="005A5853"/>
    <w:rsid w:val="005F3185"/>
    <w:rsid w:val="00645364"/>
    <w:rsid w:val="00655EFE"/>
    <w:rsid w:val="006822B3"/>
    <w:rsid w:val="00683C78"/>
    <w:rsid w:val="00691A77"/>
    <w:rsid w:val="006A404A"/>
    <w:rsid w:val="00703B18"/>
    <w:rsid w:val="007843D8"/>
    <w:rsid w:val="007B3A2C"/>
    <w:rsid w:val="007C2C7D"/>
    <w:rsid w:val="007C4266"/>
    <w:rsid w:val="00850090"/>
    <w:rsid w:val="008647EF"/>
    <w:rsid w:val="0089168B"/>
    <w:rsid w:val="00927D2E"/>
    <w:rsid w:val="00931EA3"/>
    <w:rsid w:val="009D2DE8"/>
    <w:rsid w:val="00B54569"/>
    <w:rsid w:val="00BD6DE4"/>
    <w:rsid w:val="00BE4FE8"/>
    <w:rsid w:val="00C5650A"/>
    <w:rsid w:val="00CC7FD0"/>
    <w:rsid w:val="00CD041A"/>
    <w:rsid w:val="00CE1D64"/>
    <w:rsid w:val="00D5519C"/>
    <w:rsid w:val="00E31963"/>
    <w:rsid w:val="00E74F87"/>
    <w:rsid w:val="00E96F75"/>
    <w:rsid w:val="00EA0D4E"/>
    <w:rsid w:val="00EF721E"/>
    <w:rsid w:val="00F15E62"/>
    <w:rsid w:val="00F208ED"/>
    <w:rsid w:val="00F44952"/>
    <w:rsid w:val="00F462A9"/>
    <w:rsid w:val="00F7154C"/>
    <w:rsid w:val="00FC68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DB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5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E62"/>
    <w:rPr>
      <w:rFonts w:ascii="Tahoma" w:hAnsi="Tahoma" w:cs="Tahoma"/>
      <w:sz w:val="16"/>
      <w:szCs w:val="16"/>
    </w:rPr>
  </w:style>
  <w:style w:type="paragraph" w:styleId="ListParagraph">
    <w:name w:val="List Paragraph"/>
    <w:basedOn w:val="Normal"/>
    <w:uiPriority w:val="34"/>
    <w:qFormat/>
    <w:rsid w:val="006822B3"/>
    <w:pPr>
      <w:ind w:left="720"/>
      <w:contextualSpacing/>
    </w:pPr>
  </w:style>
  <w:style w:type="table" w:styleId="LightShading">
    <w:name w:val="Light Shading"/>
    <w:basedOn w:val="TableNormal"/>
    <w:uiPriority w:val="60"/>
    <w:rsid w:val="00F7154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5F3185"/>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link">
    <w:name w:val="Hyperlink"/>
    <w:basedOn w:val="DefaultParagraphFont"/>
    <w:uiPriority w:val="99"/>
    <w:unhideWhenUsed/>
    <w:rsid w:val="00BD6D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5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E62"/>
    <w:rPr>
      <w:rFonts w:ascii="Tahoma" w:hAnsi="Tahoma" w:cs="Tahoma"/>
      <w:sz w:val="16"/>
      <w:szCs w:val="16"/>
    </w:rPr>
  </w:style>
  <w:style w:type="paragraph" w:styleId="ListParagraph">
    <w:name w:val="List Paragraph"/>
    <w:basedOn w:val="Normal"/>
    <w:uiPriority w:val="34"/>
    <w:qFormat/>
    <w:rsid w:val="006822B3"/>
    <w:pPr>
      <w:ind w:left="720"/>
      <w:contextualSpacing/>
    </w:pPr>
  </w:style>
  <w:style w:type="table" w:styleId="LightShading">
    <w:name w:val="Light Shading"/>
    <w:basedOn w:val="TableNormal"/>
    <w:uiPriority w:val="60"/>
    <w:rsid w:val="00F7154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5F3185"/>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Hyperlink">
    <w:name w:val="Hyperlink"/>
    <w:basedOn w:val="DefaultParagraphFont"/>
    <w:uiPriority w:val="99"/>
    <w:unhideWhenUsed/>
    <w:rsid w:val="00BD6D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10305">
      <w:bodyDiv w:val="1"/>
      <w:marLeft w:val="0"/>
      <w:marRight w:val="0"/>
      <w:marTop w:val="0"/>
      <w:marBottom w:val="0"/>
      <w:divBdr>
        <w:top w:val="none" w:sz="0" w:space="0" w:color="auto"/>
        <w:left w:val="none" w:sz="0" w:space="0" w:color="auto"/>
        <w:bottom w:val="none" w:sz="0" w:space="0" w:color="auto"/>
        <w:right w:val="none" w:sz="0" w:space="0" w:color="auto"/>
      </w:divBdr>
    </w:div>
    <w:div w:id="205416626">
      <w:bodyDiv w:val="1"/>
      <w:marLeft w:val="0"/>
      <w:marRight w:val="0"/>
      <w:marTop w:val="0"/>
      <w:marBottom w:val="0"/>
      <w:divBdr>
        <w:top w:val="none" w:sz="0" w:space="0" w:color="auto"/>
        <w:left w:val="none" w:sz="0" w:space="0" w:color="auto"/>
        <w:bottom w:val="none" w:sz="0" w:space="0" w:color="auto"/>
        <w:right w:val="none" w:sz="0" w:space="0" w:color="auto"/>
      </w:divBdr>
    </w:div>
    <w:div w:id="278995353">
      <w:bodyDiv w:val="1"/>
      <w:marLeft w:val="0"/>
      <w:marRight w:val="0"/>
      <w:marTop w:val="0"/>
      <w:marBottom w:val="0"/>
      <w:divBdr>
        <w:top w:val="none" w:sz="0" w:space="0" w:color="auto"/>
        <w:left w:val="none" w:sz="0" w:space="0" w:color="auto"/>
        <w:bottom w:val="none" w:sz="0" w:space="0" w:color="auto"/>
        <w:right w:val="none" w:sz="0" w:space="0" w:color="auto"/>
      </w:divBdr>
      <w:divsChild>
        <w:div w:id="747847452">
          <w:marLeft w:val="547"/>
          <w:marRight w:val="0"/>
          <w:marTop w:val="0"/>
          <w:marBottom w:val="0"/>
          <w:divBdr>
            <w:top w:val="none" w:sz="0" w:space="0" w:color="auto"/>
            <w:left w:val="none" w:sz="0" w:space="0" w:color="auto"/>
            <w:bottom w:val="none" w:sz="0" w:space="0" w:color="auto"/>
            <w:right w:val="none" w:sz="0" w:space="0" w:color="auto"/>
          </w:divBdr>
        </w:div>
        <w:div w:id="750204017">
          <w:marLeft w:val="547"/>
          <w:marRight w:val="0"/>
          <w:marTop w:val="0"/>
          <w:marBottom w:val="0"/>
          <w:divBdr>
            <w:top w:val="none" w:sz="0" w:space="0" w:color="auto"/>
            <w:left w:val="none" w:sz="0" w:space="0" w:color="auto"/>
            <w:bottom w:val="none" w:sz="0" w:space="0" w:color="auto"/>
            <w:right w:val="none" w:sz="0" w:space="0" w:color="auto"/>
          </w:divBdr>
        </w:div>
        <w:div w:id="1234857545">
          <w:marLeft w:val="547"/>
          <w:marRight w:val="0"/>
          <w:marTop w:val="0"/>
          <w:marBottom w:val="0"/>
          <w:divBdr>
            <w:top w:val="none" w:sz="0" w:space="0" w:color="auto"/>
            <w:left w:val="none" w:sz="0" w:space="0" w:color="auto"/>
            <w:bottom w:val="none" w:sz="0" w:space="0" w:color="auto"/>
            <w:right w:val="none" w:sz="0" w:space="0" w:color="auto"/>
          </w:divBdr>
        </w:div>
        <w:div w:id="1905408938">
          <w:marLeft w:val="547"/>
          <w:marRight w:val="0"/>
          <w:marTop w:val="0"/>
          <w:marBottom w:val="0"/>
          <w:divBdr>
            <w:top w:val="none" w:sz="0" w:space="0" w:color="auto"/>
            <w:left w:val="none" w:sz="0" w:space="0" w:color="auto"/>
            <w:bottom w:val="none" w:sz="0" w:space="0" w:color="auto"/>
            <w:right w:val="none" w:sz="0" w:space="0" w:color="auto"/>
          </w:divBdr>
        </w:div>
        <w:div w:id="1991321305">
          <w:marLeft w:val="547"/>
          <w:marRight w:val="0"/>
          <w:marTop w:val="0"/>
          <w:marBottom w:val="0"/>
          <w:divBdr>
            <w:top w:val="none" w:sz="0" w:space="0" w:color="auto"/>
            <w:left w:val="none" w:sz="0" w:space="0" w:color="auto"/>
            <w:bottom w:val="none" w:sz="0" w:space="0" w:color="auto"/>
            <w:right w:val="none" w:sz="0" w:space="0" w:color="auto"/>
          </w:divBdr>
        </w:div>
      </w:divsChild>
    </w:div>
    <w:div w:id="358504843">
      <w:bodyDiv w:val="1"/>
      <w:marLeft w:val="0"/>
      <w:marRight w:val="0"/>
      <w:marTop w:val="0"/>
      <w:marBottom w:val="0"/>
      <w:divBdr>
        <w:top w:val="none" w:sz="0" w:space="0" w:color="auto"/>
        <w:left w:val="none" w:sz="0" w:space="0" w:color="auto"/>
        <w:bottom w:val="none" w:sz="0" w:space="0" w:color="auto"/>
        <w:right w:val="none" w:sz="0" w:space="0" w:color="auto"/>
      </w:divBdr>
    </w:div>
    <w:div w:id="383406229">
      <w:bodyDiv w:val="1"/>
      <w:marLeft w:val="0"/>
      <w:marRight w:val="0"/>
      <w:marTop w:val="0"/>
      <w:marBottom w:val="0"/>
      <w:divBdr>
        <w:top w:val="none" w:sz="0" w:space="0" w:color="auto"/>
        <w:left w:val="none" w:sz="0" w:space="0" w:color="auto"/>
        <w:bottom w:val="none" w:sz="0" w:space="0" w:color="auto"/>
        <w:right w:val="none" w:sz="0" w:space="0" w:color="auto"/>
      </w:divBdr>
    </w:div>
    <w:div w:id="389884591">
      <w:bodyDiv w:val="1"/>
      <w:marLeft w:val="0"/>
      <w:marRight w:val="0"/>
      <w:marTop w:val="0"/>
      <w:marBottom w:val="0"/>
      <w:divBdr>
        <w:top w:val="none" w:sz="0" w:space="0" w:color="auto"/>
        <w:left w:val="none" w:sz="0" w:space="0" w:color="auto"/>
        <w:bottom w:val="none" w:sz="0" w:space="0" w:color="auto"/>
        <w:right w:val="none" w:sz="0" w:space="0" w:color="auto"/>
      </w:divBdr>
    </w:div>
    <w:div w:id="809130193">
      <w:bodyDiv w:val="1"/>
      <w:marLeft w:val="0"/>
      <w:marRight w:val="0"/>
      <w:marTop w:val="0"/>
      <w:marBottom w:val="0"/>
      <w:divBdr>
        <w:top w:val="none" w:sz="0" w:space="0" w:color="auto"/>
        <w:left w:val="none" w:sz="0" w:space="0" w:color="auto"/>
        <w:bottom w:val="none" w:sz="0" w:space="0" w:color="auto"/>
        <w:right w:val="none" w:sz="0" w:space="0" w:color="auto"/>
      </w:divBdr>
    </w:div>
    <w:div w:id="849414757">
      <w:bodyDiv w:val="1"/>
      <w:marLeft w:val="0"/>
      <w:marRight w:val="0"/>
      <w:marTop w:val="0"/>
      <w:marBottom w:val="0"/>
      <w:divBdr>
        <w:top w:val="none" w:sz="0" w:space="0" w:color="auto"/>
        <w:left w:val="none" w:sz="0" w:space="0" w:color="auto"/>
        <w:bottom w:val="none" w:sz="0" w:space="0" w:color="auto"/>
        <w:right w:val="none" w:sz="0" w:space="0" w:color="auto"/>
      </w:divBdr>
    </w:div>
    <w:div w:id="850418254">
      <w:bodyDiv w:val="1"/>
      <w:marLeft w:val="0"/>
      <w:marRight w:val="0"/>
      <w:marTop w:val="0"/>
      <w:marBottom w:val="0"/>
      <w:divBdr>
        <w:top w:val="none" w:sz="0" w:space="0" w:color="auto"/>
        <w:left w:val="none" w:sz="0" w:space="0" w:color="auto"/>
        <w:bottom w:val="none" w:sz="0" w:space="0" w:color="auto"/>
        <w:right w:val="none" w:sz="0" w:space="0" w:color="auto"/>
      </w:divBdr>
    </w:div>
    <w:div w:id="911696821">
      <w:bodyDiv w:val="1"/>
      <w:marLeft w:val="0"/>
      <w:marRight w:val="0"/>
      <w:marTop w:val="0"/>
      <w:marBottom w:val="0"/>
      <w:divBdr>
        <w:top w:val="none" w:sz="0" w:space="0" w:color="auto"/>
        <w:left w:val="none" w:sz="0" w:space="0" w:color="auto"/>
        <w:bottom w:val="none" w:sz="0" w:space="0" w:color="auto"/>
        <w:right w:val="none" w:sz="0" w:space="0" w:color="auto"/>
      </w:divBdr>
      <w:divsChild>
        <w:div w:id="7221907">
          <w:marLeft w:val="1166"/>
          <w:marRight w:val="0"/>
          <w:marTop w:val="134"/>
          <w:marBottom w:val="0"/>
          <w:divBdr>
            <w:top w:val="none" w:sz="0" w:space="0" w:color="auto"/>
            <w:left w:val="none" w:sz="0" w:space="0" w:color="auto"/>
            <w:bottom w:val="none" w:sz="0" w:space="0" w:color="auto"/>
            <w:right w:val="none" w:sz="0" w:space="0" w:color="auto"/>
          </w:divBdr>
        </w:div>
        <w:div w:id="99879445">
          <w:marLeft w:val="1166"/>
          <w:marRight w:val="0"/>
          <w:marTop w:val="134"/>
          <w:marBottom w:val="0"/>
          <w:divBdr>
            <w:top w:val="none" w:sz="0" w:space="0" w:color="auto"/>
            <w:left w:val="none" w:sz="0" w:space="0" w:color="auto"/>
            <w:bottom w:val="none" w:sz="0" w:space="0" w:color="auto"/>
            <w:right w:val="none" w:sz="0" w:space="0" w:color="auto"/>
          </w:divBdr>
        </w:div>
        <w:div w:id="1215627417">
          <w:marLeft w:val="1166"/>
          <w:marRight w:val="0"/>
          <w:marTop w:val="134"/>
          <w:marBottom w:val="0"/>
          <w:divBdr>
            <w:top w:val="none" w:sz="0" w:space="0" w:color="auto"/>
            <w:left w:val="none" w:sz="0" w:space="0" w:color="auto"/>
            <w:bottom w:val="none" w:sz="0" w:space="0" w:color="auto"/>
            <w:right w:val="none" w:sz="0" w:space="0" w:color="auto"/>
          </w:divBdr>
        </w:div>
        <w:div w:id="1757822834">
          <w:marLeft w:val="1166"/>
          <w:marRight w:val="0"/>
          <w:marTop w:val="134"/>
          <w:marBottom w:val="0"/>
          <w:divBdr>
            <w:top w:val="none" w:sz="0" w:space="0" w:color="auto"/>
            <w:left w:val="none" w:sz="0" w:space="0" w:color="auto"/>
            <w:bottom w:val="none" w:sz="0" w:space="0" w:color="auto"/>
            <w:right w:val="none" w:sz="0" w:space="0" w:color="auto"/>
          </w:divBdr>
        </w:div>
        <w:div w:id="1878277232">
          <w:marLeft w:val="1166"/>
          <w:marRight w:val="0"/>
          <w:marTop w:val="134"/>
          <w:marBottom w:val="0"/>
          <w:divBdr>
            <w:top w:val="none" w:sz="0" w:space="0" w:color="auto"/>
            <w:left w:val="none" w:sz="0" w:space="0" w:color="auto"/>
            <w:bottom w:val="none" w:sz="0" w:space="0" w:color="auto"/>
            <w:right w:val="none" w:sz="0" w:space="0" w:color="auto"/>
          </w:divBdr>
        </w:div>
        <w:div w:id="1882279015">
          <w:marLeft w:val="1166"/>
          <w:marRight w:val="0"/>
          <w:marTop w:val="134"/>
          <w:marBottom w:val="0"/>
          <w:divBdr>
            <w:top w:val="none" w:sz="0" w:space="0" w:color="auto"/>
            <w:left w:val="none" w:sz="0" w:space="0" w:color="auto"/>
            <w:bottom w:val="none" w:sz="0" w:space="0" w:color="auto"/>
            <w:right w:val="none" w:sz="0" w:space="0" w:color="auto"/>
          </w:divBdr>
        </w:div>
      </w:divsChild>
    </w:div>
    <w:div w:id="1063139530">
      <w:bodyDiv w:val="1"/>
      <w:marLeft w:val="0"/>
      <w:marRight w:val="0"/>
      <w:marTop w:val="0"/>
      <w:marBottom w:val="0"/>
      <w:divBdr>
        <w:top w:val="none" w:sz="0" w:space="0" w:color="auto"/>
        <w:left w:val="none" w:sz="0" w:space="0" w:color="auto"/>
        <w:bottom w:val="none" w:sz="0" w:space="0" w:color="auto"/>
        <w:right w:val="none" w:sz="0" w:space="0" w:color="auto"/>
      </w:divBdr>
    </w:div>
    <w:div w:id="1249265236">
      <w:bodyDiv w:val="1"/>
      <w:marLeft w:val="0"/>
      <w:marRight w:val="0"/>
      <w:marTop w:val="0"/>
      <w:marBottom w:val="0"/>
      <w:divBdr>
        <w:top w:val="none" w:sz="0" w:space="0" w:color="auto"/>
        <w:left w:val="none" w:sz="0" w:space="0" w:color="auto"/>
        <w:bottom w:val="none" w:sz="0" w:space="0" w:color="auto"/>
        <w:right w:val="none" w:sz="0" w:space="0" w:color="auto"/>
      </w:divBdr>
      <w:divsChild>
        <w:div w:id="1989161438">
          <w:marLeft w:val="547"/>
          <w:marRight w:val="0"/>
          <w:marTop w:val="154"/>
          <w:marBottom w:val="0"/>
          <w:divBdr>
            <w:top w:val="none" w:sz="0" w:space="0" w:color="auto"/>
            <w:left w:val="none" w:sz="0" w:space="0" w:color="auto"/>
            <w:bottom w:val="none" w:sz="0" w:space="0" w:color="auto"/>
            <w:right w:val="none" w:sz="0" w:space="0" w:color="auto"/>
          </w:divBdr>
        </w:div>
        <w:div w:id="1538539399">
          <w:marLeft w:val="547"/>
          <w:marRight w:val="0"/>
          <w:marTop w:val="154"/>
          <w:marBottom w:val="0"/>
          <w:divBdr>
            <w:top w:val="none" w:sz="0" w:space="0" w:color="auto"/>
            <w:left w:val="none" w:sz="0" w:space="0" w:color="auto"/>
            <w:bottom w:val="none" w:sz="0" w:space="0" w:color="auto"/>
            <w:right w:val="none" w:sz="0" w:space="0" w:color="auto"/>
          </w:divBdr>
        </w:div>
        <w:div w:id="1336497820">
          <w:marLeft w:val="547"/>
          <w:marRight w:val="0"/>
          <w:marTop w:val="154"/>
          <w:marBottom w:val="0"/>
          <w:divBdr>
            <w:top w:val="none" w:sz="0" w:space="0" w:color="auto"/>
            <w:left w:val="none" w:sz="0" w:space="0" w:color="auto"/>
            <w:bottom w:val="none" w:sz="0" w:space="0" w:color="auto"/>
            <w:right w:val="none" w:sz="0" w:space="0" w:color="auto"/>
          </w:divBdr>
        </w:div>
      </w:divsChild>
    </w:div>
    <w:div w:id="1804889679">
      <w:bodyDiv w:val="1"/>
      <w:marLeft w:val="0"/>
      <w:marRight w:val="0"/>
      <w:marTop w:val="0"/>
      <w:marBottom w:val="0"/>
      <w:divBdr>
        <w:top w:val="none" w:sz="0" w:space="0" w:color="auto"/>
        <w:left w:val="none" w:sz="0" w:space="0" w:color="auto"/>
        <w:bottom w:val="none" w:sz="0" w:space="0" w:color="auto"/>
        <w:right w:val="none" w:sz="0" w:space="0" w:color="auto"/>
      </w:divBdr>
    </w:div>
    <w:div w:id="1837065937">
      <w:bodyDiv w:val="1"/>
      <w:marLeft w:val="0"/>
      <w:marRight w:val="0"/>
      <w:marTop w:val="0"/>
      <w:marBottom w:val="0"/>
      <w:divBdr>
        <w:top w:val="none" w:sz="0" w:space="0" w:color="auto"/>
        <w:left w:val="none" w:sz="0" w:space="0" w:color="auto"/>
        <w:bottom w:val="none" w:sz="0" w:space="0" w:color="auto"/>
        <w:right w:val="none" w:sz="0" w:space="0" w:color="auto"/>
      </w:divBdr>
    </w:div>
    <w:div w:id="1839610940">
      <w:bodyDiv w:val="1"/>
      <w:marLeft w:val="0"/>
      <w:marRight w:val="0"/>
      <w:marTop w:val="0"/>
      <w:marBottom w:val="0"/>
      <w:divBdr>
        <w:top w:val="none" w:sz="0" w:space="0" w:color="auto"/>
        <w:left w:val="none" w:sz="0" w:space="0" w:color="auto"/>
        <w:bottom w:val="none" w:sz="0" w:space="0" w:color="auto"/>
        <w:right w:val="none" w:sz="0" w:space="0" w:color="auto"/>
      </w:divBdr>
    </w:div>
    <w:div w:id="1934774063">
      <w:bodyDiv w:val="1"/>
      <w:marLeft w:val="0"/>
      <w:marRight w:val="0"/>
      <w:marTop w:val="0"/>
      <w:marBottom w:val="0"/>
      <w:divBdr>
        <w:top w:val="none" w:sz="0" w:space="0" w:color="auto"/>
        <w:left w:val="none" w:sz="0" w:space="0" w:color="auto"/>
        <w:bottom w:val="none" w:sz="0" w:space="0" w:color="auto"/>
        <w:right w:val="none" w:sz="0" w:space="0" w:color="auto"/>
      </w:divBdr>
    </w:div>
    <w:div w:id="200763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oleObject" Target="embeddings/oleObject1.bin"/><Relationship Id="rId18" Type="http://schemas.openxmlformats.org/officeDocument/2006/relationships/chart" Target="charts/chart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diagramData" Target="diagrams/data1.xml"/><Relationship Id="rId12" Type="http://schemas.openxmlformats.org/officeDocument/2006/relationships/image" Target="media/image1.emf"/><Relationship Id="rId17"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diagramDrawing" Target="diagrams/drawing1.xml"/><Relationship Id="rId5" Type="http://schemas.openxmlformats.org/officeDocument/2006/relationships/settings" Target="settings.xml"/><Relationship Id="rId15" Type="http://schemas.openxmlformats.org/officeDocument/2006/relationships/chart" Target="charts/chart1.xml"/><Relationship Id="rId10" Type="http://schemas.openxmlformats.org/officeDocument/2006/relationships/diagramColors" Target="diagrams/colors1.xml"/><Relationship Id="rId19" Type="http://schemas.openxmlformats.org/officeDocument/2006/relationships/chart" Target="charts/chart5.xml"/><Relationship Id="rId4" Type="http://schemas.microsoft.com/office/2007/relationships/stylesWithEffects" Target="stylesWithEffects.xml"/><Relationship Id="rId9" Type="http://schemas.openxmlformats.org/officeDocument/2006/relationships/diagramQuickStyle" Target="diagrams/quickStyle1.xml"/><Relationship Id="rId14" Type="http://schemas.openxmlformats.org/officeDocument/2006/relationships/hyperlink" Target="mailto:bare.jane@epa.gov"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ile1.engr.tamu.edu\Employee\Researcher\debalinasengupta\My%20Documents\Project%20at%20TAMU\SMART-RCN%20NSF%20Project\Project%20Plans\Module%20Type%201\Final%20Modules\Module%20-%20LCA\MT1-%20COURSE%20ELEMENTS%20-LCA%20Case%20Study%20Supporting%20Information.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Work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7"/>
    </mc:Choice>
    <mc:Fallback>
      <c:style val="17"/>
    </mc:Fallback>
  </mc:AlternateContent>
  <c:chart>
    <c:title>
      <c:layout/>
      <c:overlay val="0"/>
    </c:title>
    <c:autoTitleDeleted val="0"/>
    <c:plotArea>
      <c:layout/>
      <c:barChart>
        <c:barDir val="col"/>
        <c:grouping val="clustered"/>
        <c:varyColors val="0"/>
        <c:ser>
          <c:idx val="0"/>
          <c:order val="0"/>
          <c:tx>
            <c:strRef>
              <c:f>Sheet1!$G$30</c:f>
              <c:strCache>
                <c:ptCount val="1"/>
                <c:pt idx="0">
                  <c:v>Material Intensity (kg/kg methanol)</c:v>
                </c:pt>
              </c:strCache>
            </c:strRef>
          </c:tx>
          <c:invertIfNegative val="0"/>
          <c:cat>
            <c:strRef>
              <c:f>Sheet1!$A$31:$A$36</c:f>
              <c:strCache>
                <c:ptCount val="6"/>
                <c:pt idx="0">
                  <c:v>Nerlov and Chokendorff, 1999</c:v>
                </c:pt>
                <c:pt idx="1">
                  <c:v>Toyir et al., 1998</c:v>
                </c:pt>
                <c:pt idx="2">
                  <c:v>Ushikoshi et al., 1998</c:v>
                </c:pt>
                <c:pt idx="3">
                  <c:v>Jun, et al., 1998</c:v>
                </c:pt>
                <c:pt idx="4">
                  <c:v>Bonivardi, et al., 1998</c:v>
                </c:pt>
                <c:pt idx="5">
                  <c:v>Conventional</c:v>
                </c:pt>
              </c:strCache>
            </c:strRef>
          </c:cat>
          <c:val>
            <c:numRef>
              <c:f>Sheet1!$G$31:$G$36</c:f>
              <c:numCache>
                <c:formatCode>0.00E+00</c:formatCode>
                <c:ptCount val="6"/>
                <c:pt idx="0">
                  <c:v>1.57</c:v>
                </c:pt>
                <c:pt idx="1">
                  <c:v>3.01</c:v>
                </c:pt>
                <c:pt idx="2">
                  <c:v>1.59</c:v>
                </c:pt>
                <c:pt idx="3">
                  <c:v>1.66</c:v>
                </c:pt>
                <c:pt idx="4">
                  <c:v>1.65</c:v>
                </c:pt>
                <c:pt idx="5">
                  <c:v>0.72299999999999998</c:v>
                </c:pt>
              </c:numCache>
            </c:numRef>
          </c:val>
        </c:ser>
        <c:dLbls>
          <c:showLegendKey val="0"/>
          <c:showVal val="0"/>
          <c:showCatName val="0"/>
          <c:showSerName val="0"/>
          <c:showPercent val="0"/>
          <c:showBubbleSize val="0"/>
        </c:dLbls>
        <c:gapWidth val="150"/>
        <c:axId val="82063744"/>
        <c:axId val="82065280"/>
      </c:barChart>
      <c:catAx>
        <c:axId val="82063744"/>
        <c:scaling>
          <c:orientation val="minMax"/>
        </c:scaling>
        <c:delete val="0"/>
        <c:axPos val="b"/>
        <c:majorTickMark val="out"/>
        <c:minorTickMark val="none"/>
        <c:tickLblPos val="low"/>
        <c:crossAx val="82065280"/>
        <c:crosses val="autoZero"/>
        <c:auto val="1"/>
        <c:lblAlgn val="ctr"/>
        <c:lblOffset val="100"/>
        <c:noMultiLvlLbl val="0"/>
      </c:catAx>
      <c:valAx>
        <c:axId val="82065280"/>
        <c:scaling>
          <c:orientation val="minMax"/>
        </c:scaling>
        <c:delete val="0"/>
        <c:axPos val="l"/>
        <c:numFmt formatCode="0.00E+00" sourceLinked="1"/>
        <c:majorTickMark val="out"/>
        <c:minorTickMark val="none"/>
        <c:tickLblPos val="nextTo"/>
        <c:crossAx val="82063744"/>
        <c:crosses val="autoZero"/>
        <c:crossBetween val="between"/>
      </c:valAx>
      <c:spPr>
        <a:ln>
          <a:solidFill>
            <a:schemeClr val="tx1"/>
          </a:solidFill>
        </a:ln>
      </c:spPr>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7"/>
    </mc:Choice>
    <mc:Fallback>
      <c:style val="17"/>
    </mc:Fallback>
  </mc:AlternateContent>
  <c:chart>
    <c:title>
      <c:layout/>
      <c:overlay val="0"/>
      <c:txPr>
        <a:bodyPr/>
        <a:lstStyle/>
        <a:p>
          <a:pPr>
            <a:defRPr sz="1400"/>
          </a:pPr>
          <a:endParaRPr lang="en-US"/>
        </a:p>
      </c:txPr>
    </c:title>
    <c:autoTitleDeleted val="0"/>
    <c:plotArea>
      <c:layout/>
      <c:barChart>
        <c:barDir val="col"/>
        <c:grouping val="clustered"/>
        <c:varyColors val="0"/>
        <c:ser>
          <c:idx val="0"/>
          <c:order val="0"/>
          <c:tx>
            <c:strRef>
              <c:f>Sheet1!$F$30</c:f>
              <c:strCache>
                <c:ptCount val="1"/>
                <c:pt idx="0">
                  <c:v>Water Intensity (kg/kg methanol)</c:v>
                </c:pt>
              </c:strCache>
            </c:strRef>
          </c:tx>
          <c:invertIfNegative val="0"/>
          <c:cat>
            <c:strRef>
              <c:f>Sheet1!$A$31:$A$36</c:f>
              <c:strCache>
                <c:ptCount val="6"/>
                <c:pt idx="0">
                  <c:v>Nerlov and Chokendorff, 1999</c:v>
                </c:pt>
                <c:pt idx="1">
                  <c:v>Toyir et al., 1998</c:v>
                </c:pt>
                <c:pt idx="2">
                  <c:v>Ushikoshi et al., 1998</c:v>
                </c:pt>
                <c:pt idx="3">
                  <c:v>Jun, et al., 1998</c:v>
                </c:pt>
                <c:pt idx="4">
                  <c:v>Bonivardi, et al., 1998</c:v>
                </c:pt>
                <c:pt idx="5">
                  <c:v>Conventional</c:v>
                </c:pt>
              </c:strCache>
            </c:strRef>
          </c:cat>
          <c:val>
            <c:numRef>
              <c:f>Sheet1!$F$31:$F$36</c:f>
              <c:numCache>
                <c:formatCode>0.00E+00</c:formatCode>
                <c:ptCount val="6"/>
                <c:pt idx="0">
                  <c:v>332</c:v>
                </c:pt>
                <c:pt idx="1">
                  <c:v>487</c:v>
                </c:pt>
                <c:pt idx="2">
                  <c:v>302</c:v>
                </c:pt>
                <c:pt idx="3">
                  <c:v>2710</c:v>
                </c:pt>
                <c:pt idx="4">
                  <c:v>241</c:v>
                </c:pt>
                <c:pt idx="5">
                  <c:v>121</c:v>
                </c:pt>
              </c:numCache>
            </c:numRef>
          </c:val>
        </c:ser>
        <c:dLbls>
          <c:showLegendKey val="0"/>
          <c:showVal val="0"/>
          <c:showCatName val="0"/>
          <c:showSerName val="0"/>
          <c:showPercent val="0"/>
          <c:showBubbleSize val="0"/>
        </c:dLbls>
        <c:gapWidth val="150"/>
        <c:axId val="85187200"/>
        <c:axId val="85333504"/>
      </c:barChart>
      <c:catAx>
        <c:axId val="85187200"/>
        <c:scaling>
          <c:orientation val="minMax"/>
        </c:scaling>
        <c:delete val="0"/>
        <c:axPos val="b"/>
        <c:majorTickMark val="out"/>
        <c:minorTickMark val="none"/>
        <c:tickLblPos val="low"/>
        <c:crossAx val="85333504"/>
        <c:crosses val="autoZero"/>
        <c:auto val="1"/>
        <c:lblAlgn val="ctr"/>
        <c:lblOffset val="100"/>
        <c:noMultiLvlLbl val="0"/>
      </c:catAx>
      <c:valAx>
        <c:axId val="85333504"/>
        <c:scaling>
          <c:orientation val="minMax"/>
        </c:scaling>
        <c:delete val="0"/>
        <c:axPos val="l"/>
        <c:numFmt formatCode="0.00E+00" sourceLinked="1"/>
        <c:majorTickMark val="out"/>
        <c:minorTickMark val="none"/>
        <c:tickLblPos val="nextTo"/>
        <c:crossAx val="85187200"/>
        <c:crosses val="autoZero"/>
        <c:crossBetween val="between"/>
      </c:valAx>
      <c:spPr>
        <a:ln>
          <a:solidFill>
            <a:schemeClr val="tx1"/>
          </a:solidFill>
        </a:ln>
      </c:spPr>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7"/>
    </mc:Choice>
    <mc:Fallback>
      <c:style val="17"/>
    </mc:Fallback>
  </mc:AlternateContent>
  <c:chart>
    <c:title>
      <c:layout/>
      <c:overlay val="0"/>
      <c:txPr>
        <a:bodyPr/>
        <a:lstStyle/>
        <a:p>
          <a:pPr>
            <a:defRPr sz="1400"/>
          </a:pPr>
          <a:endParaRPr lang="en-US"/>
        </a:p>
      </c:txPr>
    </c:title>
    <c:autoTitleDeleted val="0"/>
    <c:plotArea>
      <c:layout/>
      <c:barChart>
        <c:barDir val="col"/>
        <c:grouping val="clustered"/>
        <c:varyColors val="0"/>
        <c:ser>
          <c:idx val="0"/>
          <c:order val="0"/>
          <c:tx>
            <c:strRef>
              <c:f>'LCI and LCIA'!$E$30</c:f>
              <c:strCache>
                <c:ptCount val="1"/>
                <c:pt idx="0">
                  <c:v>Energy Intensity (kJ/kg methanol)</c:v>
                </c:pt>
              </c:strCache>
            </c:strRef>
          </c:tx>
          <c:invertIfNegative val="0"/>
          <c:cat>
            <c:strRef>
              <c:f>'LCI and LCIA'!$A$31:$A$36</c:f>
              <c:strCache>
                <c:ptCount val="6"/>
                <c:pt idx="0">
                  <c:v>Nerlov and Chokendorff, 1999</c:v>
                </c:pt>
                <c:pt idx="1">
                  <c:v>Toyir et al., 1998</c:v>
                </c:pt>
                <c:pt idx="2">
                  <c:v>Ushikoshi et al., 1998</c:v>
                </c:pt>
                <c:pt idx="3">
                  <c:v>Jun, et al., 1998</c:v>
                </c:pt>
                <c:pt idx="4">
                  <c:v>Bonivardi, et al., 1998</c:v>
                </c:pt>
                <c:pt idx="5">
                  <c:v>Conventional</c:v>
                </c:pt>
              </c:strCache>
            </c:strRef>
          </c:cat>
          <c:val>
            <c:numRef>
              <c:f>'LCI and LCIA'!$E$31:$E$36</c:f>
              <c:numCache>
                <c:formatCode>0.00E+00</c:formatCode>
                <c:ptCount val="6"/>
                <c:pt idx="0">
                  <c:v>24134.506939371804</c:v>
                </c:pt>
                <c:pt idx="1">
                  <c:v>37401.77692728267</c:v>
                </c:pt>
                <c:pt idx="2">
                  <c:v>21564.92417321396</c:v>
                </c:pt>
                <c:pt idx="3">
                  <c:v>18743.440585009139</c:v>
                </c:pt>
                <c:pt idx="4">
                  <c:v>16316.195255474451</c:v>
                </c:pt>
                <c:pt idx="5">
                  <c:v>10141.238709054016</c:v>
                </c:pt>
              </c:numCache>
            </c:numRef>
          </c:val>
        </c:ser>
        <c:dLbls>
          <c:showLegendKey val="0"/>
          <c:showVal val="0"/>
          <c:showCatName val="0"/>
          <c:showSerName val="0"/>
          <c:showPercent val="0"/>
          <c:showBubbleSize val="0"/>
        </c:dLbls>
        <c:gapWidth val="150"/>
        <c:axId val="91246976"/>
        <c:axId val="91248512"/>
      </c:barChart>
      <c:catAx>
        <c:axId val="91246976"/>
        <c:scaling>
          <c:orientation val="minMax"/>
        </c:scaling>
        <c:delete val="0"/>
        <c:axPos val="b"/>
        <c:majorTickMark val="out"/>
        <c:minorTickMark val="none"/>
        <c:tickLblPos val="low"/>
        <c:crossAx val="91248512"/>
        <c:crosses val="autoZero"/>
        <c:auto val="1"/>
        <c:lblAlgn val="ctr"/>
        <c:lblOffset val="100"/>
        <c:noMultiLvlLbl val="0"/>
      </c:catAx>
      <c:valAx>
        <c:axId val="91248512"/>
        <c:scaling>
          <c:orientation val="minMax"/>
        </c:scaling>
        <c:delete val="0"/>
        <c:axPos val="l"/>
        <c:numFmt formatCode="0.00E+00" sourceLinked="1"/>
        <c:majorTickMark val="out"/>
        <c:minorTickMark val="none"/>
        <c:tickLblPos val="nextTo"/>
        <c:crossAx val="91246976"/>
        <c:crosses val="autoZero"/>
        <c:crossBetween val="between"/>
      </c:valAx>
      <c:spPr>
        <a:ln>
          <a:solidFill>
            <a:schemeClr val="tx1"/>
          </a:solidFill>
        </a:ln>
      </c:spPr>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7"/>
    </mc:Choice>
    <mc:Fallback>
      <c:style val="17"/>
    </mc:Fallback>
  </mc:AlternateContent>
  <c:chart>
    <c:title>
      <c:tx>
        <c:rich>
          <a:bodyPr/>
          <a:lstStyle/>
          <a:p>
            <a:pPr>
              <a:defRPr sz="1400"/>
            </a:pPr>
            <a:r>
              <a:rPr lang="en-US" sz="1400"/>
              <a:t>Global Warming Air (kg CO2 eq / kg methanol)</a:t>
            </a:r>
          </a:p>
        </c:rich>
      </c:tx>
      <c:layout/>
      <c:overlay val="0"/>
    </c:title>
    <c:autoTitleDeleted val="0"/>
    <c:plotArea>
      <c:layout/>
      <c:barChart>
        <c:barDir val="col"/>
        <c:grouping val="clustered"/>
        <c:varyColors val="0"/>
        <c:ser>
          <c:idx val="0"/>
          <c:order val="0"/>
          <c:tx>
            <c:strRef>
              <c:f>Sheet1!$B$1</c:f>
              <c:strCache>
                <c:ptCount val="1"/>
                <c:pt idx="0">
                  <c:v>Global Warming Air (kg CO2 eq / kg methanol)</c:v>
                </c:pt>
              </c:strCache>
            </c:strRef>
          </c:tx>
          <c:invertIfNegative val="0"/>
          <c:cat>
            <c:strRef>
              <c:f>Sheet1!$A$2:$A$7</c:f>
              <c:strCache>
                <c:ptCount val="6"/>
                <c:pt idx="0">
                  <c:v>Nerlov and Chokendorff, 1999</c:v>
                </c:pt>
                <c:pt idx="1">
                  <c:v>Toyir et al., 1998</c:v>
                </c:pt>
                <c:pt idx="2">
                  <c:v>Ushikoshi et al., 1998</c:v>
                </c:pt>
                <c:pt idx="3">
                  <c:v>Jun, et al., 1998</c:v>
                </c:pt>
                <c:pt idx="4">
                  <c:v>Bonivardi, et al., 1998</c:v>
                </c:pt>
                <c:pt idx="5">
                  <c:v>Conventional</c:v>
                </c:pt>
              </c:strCache>
            </c:strRef>
          </c:cat>
          <c:val>
            <c:numRef>
              <c:f>Sheet1!$B$2:$B$7</c:f>
              <c:numCache>
                <c:formatCode>0.00E+00</c:formatCode>
                <c:ptCount val="6"/>
                <c:pt idx="0">
                  <c:v>-1.38</c:v>
                </c:pt>
                <c:pt idx="1">
                  <c:v>-2.76</c:v>
                </c:pt>
                <c:pt idx="2">
                  <c:v>-1.4</c:v>
                </c:pt>
                <c:pt idx="3">
                  <c:v>-1.46</c:v>
                </c:pt>
                <c:pt idx="4">
                  <c:v>-1.45</c:v>
                </c:pt>
                <c:pt idx="5">
                  <c:v>-9.7399999999999984</c:v>
                </c:pt>
              </c:numCache>
            </c:numRef>
          </c:val>
        </c:ser>
        <c:dLbls>
          <c:showLegendKey val="0"/>
          <c:showVal val="0"/>
          <c:showCatName val="0"/>
          <c:showSerName val="0"/>
          <c:showPercent val="0"/>
          <c:showBubbleSize val="0"/>
        </c:dLbls>
        <c:gapWidth val="150"/>
        <c:axId val="108857984"/>
        <c:axId val="111710592"/>
      </c:barChart>
      <c:catAx>
        <c:axId val="108857984"/>
        <c:scaling>
          <c:orientation val="minMax"/>
        </c:scaling>
        <c:delete val="0"/>
        <c:axPos val="b"/>
        <c:majorTickMark val="out"/>
        <c:minorTickMark val="none"/>
        <c:tickLblPos val="high"/>
        <c:crossAx val="111710592"/>
        <c:crosses val="autoZero"/>
        <c:auto val="1"/>
        <c:lblAlgn val="ctr"/>
        <c:lblOffset val="100"/>
        <c:noMultiLvlLbl val="0"/>
      </c:catAx>
      <c:valAx>
        <c:axId val="111710592"/>
        <c:scaling>
          <c:orientation val="minMax"/>
        </c:scaling>
        <c:delete val="0"/>
        <c:axPos val="l"/>
        <c:numFmt formatCode="0.00E+00" sourceLinked="1"/>
        <c:majorTickMark val="out"/>
        <c:minorTickMark val="none"/>
        <c:tickLblPos val="nextTo"/>
        <c:crossAx val="108857984"/>
        <c:crosses val="autoZero"/>
        <c:crossBetween val="between"/>
      </c:valAx>
      <c:spPr>
        <a:ln>
          <a:solidFill>
            <a:schemeClr val="tx1"/>
          </a:solidFill>
        </a:ln>
      </c:spPr>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7"/>
    </mc:Choice>
    <mc:Fallback>
      <c:style val="17"/>
    </mc:Fallback>
  </mc:AlternateContent>
  <c:chart>
    <c:title>
      <c:tx>
        <c:rich>
          <a:bodyPr/>
          <a:lstStyle/>
          <a:p>
            <a:pPr>
              <a:defRPr sz="1400"/>
            </a:pPr>
            <a:r>
              <a:rPr lang="en-US" sz="1400"/>
              <a:t>Smog Air (kg O3 eq / kg methanol)</a:t>
            </a:r>
          </a:p>
        </c:rich>
      </c:tx>
      <c:layout/>
      <c:overlay val="0"/>
    </c:title>
    <c:autoTitleDeleted val="0"/>
    <c:plotArea>
      <c:layout/>
      <c:barChart>
        <c:barDir val="col"/>
        <c:grouping val="clustered"/>
        <c:varyColors val="0"/>
        <c:ser>
          <c:idx val="0"/>
          <c:order val="0"/>
          <c:tx>
            <c:strRef>
              <c:f>Sheet1!$D$1</c:f>
              <c:strCache>
                <c:ptCount val="1"/>
                <c:pt idx="0">
                  <c:v>Smog Air (kg O3 eq / kg methanol)</c:v>
                </c:pt>
              </c:strCache>
            </c:strRef>
          </c:tx>
          <c:invertIfNegative val="0"/>
          <c:cat>
            <c:strRef>
              <c:f>Sheet1!$A$2:$A$7</c:f>
              <c:strCache>
                <c:ptCount val="6"/>
                <c:pt idx="0">
                  <c:v>Nerlov and Chokendorff, 1999</c:v>
                </c:pt>
                <c:pt idx="1">
                  <c:v>Toyir et al., 1998</c:v>
                </c:pt>
                <c:pt idx="2">
                  <c:v>Ushikoshi et al., 1998</c:v>
                </c:pt>
                <c:pt idx="3">
                  <c:v>Jun, et al., 1998</c:v>
                </c:pt>
                <c:pt idx="4">
                  <c:v>Bonivardi, et al., 1998</c:v>
                </c:pt>
                <c:pt idx="5">
                  <c:v>Conventional</c:v>
                </c:pt>
              </c:strCache>
            </c:strRef>
          </c:cat>
          <c:val>
            <c:numRef>
              <c:f>Sheet1!$D$2:$D$7</c:f>
              <c:numCache>
                <c:formatCode>0.00E+00</c:formatCode>
                <c:ptCount val="6"/>
                <c:pt idx="0">
                  <c:v>0.67200000000000004</c:v>
                </c:pt>
                <c:pt idx="1">
                  <c:v>0.72099999999999997</c:v>
                </c:pt>
                <c:pt idx="2">
                  <c:v>0.67300000000000004</c:v>
                </c:pt>
                <c:pt idx="3">
                  <c:v>0.67200000000000004</c:v>
                </c:pt>
                <c:pt idx="4">
                  <c:v>0.67500000000000004</c:v>
                </c:pt>
                <c:pt idx="5">
                  <c:v>0.66700000000000004</c:v>
                </c:pt>
              </c:numCache>
            </c:numRef>
          </c:val>
        </c:ser>
        <c:dLbls>
          <c:showLegendKey val="0"/>
          <c:showVal val="0"/>
          <c:showCatName val="0"/>
          <c:showSerName val="0"/>
          <c:showPercent val="0"/>
          <c:showBubbleSize val="0"/>
        </c:dLbls>
        <c:gapWidth val="150"/>
        <c:axId val="146368768"/>
        <c:axId val="146378752"/>
      </c:barChart>
      <c:catAx>
        <c:axId val="146368768"/>
        <c:scaling>
          <c:orientation val="minMax"/>
        </c:scaling>
        <c:delete val="0"/>
        <c:axPos val="b"/>
        <c:majorTickMark val="out"/>
        <c:minorTickMark val="none"/>
        <c:tickLblPos val="low"/>
        <c:crossAx val="146378752"/>
        <c:crosses val="autoZero"/>
        <c:auto val="1"/>
        <c:lblAlgn val="ctr"/>
        <c:lblOffset val="100"/>
        <c:noMultiLvlLbl val="0"/>
      </c:catAx>
      <c:valAx>
        <c:axId val="146378752"/>
        <c:scaling>
          <c:orientation val="minMax"/>
        </c:scaling>
        <c:delete val="0"/>
        <c:axPos val="l"/>
        <c:numFmt formatCode="0.00E+00" sourceLinked="1"/>
        <c:majorTickMark val="out"/>
        <c:minorTickMark val="none"/>
        <c:tickLblPos val="nextTo"/>
        <c:crossAx val="146368768"/>
        <c:crosses val="autoZero"/>
        <c:crossBetween val="between"/>
      </c:valAx>
      <c:spPr>
        <a:ln>
          <a:solidFill>
            <a:schemeClr val="tx1"/>
          </a:solidFill>
        </a:ln>
      </c:spPr>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7"/>
    </mc:Choice>
    <mc:Fallback>
      <c:style val="17"/>
    </mc:Fallback>
  </mc:AlternateContent>
  <c:chart>
    <c:title>
      <c:layout/>
      <c:overlay val="0"/>
      <c:txPr>
        <a:bodyPr/>
        <a:lstStyle/>
        <a:p>
          <a:pPr>
            <a:defRPr sz="1400"/>
          </a:pPr>
          <a:endParaRPr lang="en-US"/>
        </a:p>
      </c:txPr>
    </c:title>
    <c:autoTitleDeleted val="0"/>
    <c:plotArea>
      <c:layout/>
      <c:barChart>
        <c:barDir val="col"/>
        <c:grouping val="clustered"/>
        <c:varyColors val="0"/>
        <c:ser>
          <c:idx val="0"/>
          <c:order val="0"/>
          <c:tx>
            <c:strRef>
              <c:f>Sheet1!$C$1</c:f>
              <c:strCache>
                <c:ptCount val="1"/>
                <c:pt idx="0">
                  <c:v>HH Particulate Air (PM2.5 eq / kg methanol)</c:v>
                </c:pt>
              </c:strCache>
            </c:strRef>
          </c:tx>
          <c:invertIfNegative val="0"/>
          <c:cat>
            <c:strRef>
              <c:f>Sheet1!$A$2:$A$7</c:f>
              <c:strCache>
                <c:ptCount val="6"/>
                <c:pt idx="0">
                  <c:v>Nerlov and Chokendorff, 1999</c:v>
                </c:pt>
                <c:pt idx="1">
                  <c:v>Toyir et al., 1998</c:v>
                </c:pt>
                <c:pt idx="2">
                  <c:v>Ushikoshi et al., 1998</c:v>
                </c:pt>
                <c:pt idx="3">
                  <c:v>Jun, et al., 1998</c:v>
                </c:pt>
                <c:pt idx="4">
                  <c:v>Bonivardi, et al., 1998</c:v>
                </c:pt>
                <c:pt idx="5">
                  <c:v>Conventional</c:v>
                </c:pt>
              </c:strCache>
            </c:strRef>
          </c:cat>
          <c:val>
            <c:numRef>
              <c:f>Sheet1!$C$2:$C$7</c:f>
              <c:numCache>
                <c:formatCode>0.00E+00</c:formatCode>
                <c:ptCount val="6"/>
                <c:pt idx="0">
                  <c:v>0</c:v>
                </c:pt>
                <c:pt idx="1">
                  <c:v>3.1199999999999999E-4</c:v>
                </c:pt>
                <c:pt idx="2">
                  <c:v>3.8E-6</c:v>
                </c:pt>
                <c:pt idx="3">
                  <c:v>0</c:v>
                </c:pt>
                <c:pt idx="4">
                  <c:v>1.6399999999999999E-5</c:v>
                </c:pt>
                <c:pt idx="5">
                  <c:v>2.3300000000000001E-7</c:v>
                </c:pt>
              </c:numCache>
            </c:numRef>
          </c:val>
        </c:ser>
        <c:dLbls>
          <c:showLegendKey val="0"/>
          <c:showVal val="0"/>
          <c:showCatName val="0"/>
          <c:showSerName val="0"/>
          <c:showPercent val="0"/>
          <c:showBubbleSize val="0"/>
        </c:dLbls>
        <c:gapWidth val="150"/>
        <c:axId val="129247872"/>
        <c:axId val="129250048"/>
      </c:barChart>
      <c:catAx>
        <c:axId val="129247872"/>
        <c:scaling>
          <c:orientation val="minMax"/>
        </c:scaling>
        <c:delete val="0"/>
        <c:axPos val="b"/>
        <c:majorTickMark val="out"/>
        <c:minorTickMark val="none"/>
        <c:tickLblPos val="low"/>
        <c:crossAx val="129250048"/>
        <c:crosses val="autoZero"/>
        <c:auto val="1"/>
        <c:lblAlgn val="ctr"/>
        <c:lblOffset val="100"/>
        <c:noMultiLvlLbl val="0"/>
      </c:catAx>
      <c:valAx>
        <c:axId val="129250048"/>
        <c:scaling>
          <c:orientation val="minMax"/>
        </c:scaling>
        <c:delete val="0"/>
        <c:axPos val="l"/>
        <c:numFmt formatCode="0.00E+00" sourceLinked="1"/>
        <c:majorTickMark val="out"/>
        <c:minorTickMark val="none"/>
        <c:tickLblPos val="nextTo"/>
        <c:crossAx val="129247872"/>
        <c:crosses val="autoZero"/>
        <c:crossBetween val="between"/>
      </c:valAx>
      <c:spPr>
        <a:ln>
          <a:solidFill>
            <a:schemeClr val="tx1"/>
          </a:solidFill>
        </a:ln>
      </c:spPr>
    </c:plotArea>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9CA911-A51B-43E1-B388-D47536395806}" type="doc">
      <dgm:prSet loTypeId="urn:microsoft.com/office/officeart/2011/layout/CircleProcess#1" loCatId="process" qsTypeId="urn:microsoft.com/office/officeart/2005/8/quickstyle/simple1" qsCatId="simple" csTypeId="urn:microsoft.com/office/officeart/2005/8/colors/accent0_1" csCatId="mainScheme" phldr="1"/>
      <dgm:spPr/>
      <dgm:t>
        <a:bodyPr/>
        <a:lstStyle/>
        <a:p>
          <a:endParaRPr lang="en-US"/>
        </a:p>
      </dgm:t>
    </dgm:pt>
    <dgm:pt modelId="{3061EE46-4F25-4C84-826E-9F912CCF5863}">
      <dgm:prSet phldrT="[Text]" custT="1"/>
      <dgm:spPr/>
      <dgm:t>
        <a:bodyPr/>
        <a:lstStyle/>
        <a:p>
          <a:r>
            <a:rPr lang="en-US" sz="1100" dirty="0" smtClean="0"/>
            <a:t>Feedstock Extraction</a:t>
          </a:r>
          <a:endParaRPr lang="en-US" sz="1100" dirty="0"/>
        </a:p>
      </dgm:t>
    </dgm:pt>
    <dgm:pt modelId="{04D0C809-C46B-49F6-A206-B6D43E6054A5}" type="parTrans" cxnId="{A8715C3D-D475-423E-B22C-C986096CB382}">
      <dgm:prSet/>
      <dgm:spPr/>
      <dgm:t>
        <a:bodyPr/>
        <a:lstStyle/>
        <a:p>
          <a:endParaRPr lang="en-US" sz="1100"/>
        </a:p>
      </dgm:t>
    </dgm:pt>
    <dgm:pt modelId="{148643E3-B847-4CC1-B043-1633BC8BA7EF}" type="sibTrans" cxnId="{A8715C3D-D475-423E-B22C-C986096CB382}">
      <dgm:prSet/>
      <dgm:spPr/>
      <dgm:t>
        <a:bodyPr/>
        <a:lstStyle/>
        <a:p>
          <a:endParaRPr lang="en-US" sz="1100"/>
        </a:p>
      </dgm:t>
    </dgm:pt>
    <dgm:pt modelId="{4F135036-5CD5-4F9A-BF41-A139BF1D6894}">
      <dgm:prSet phldrT="[Text]" custT="1"/>
      <dgm:spPr/>
      <dgm:t>
        <a:bodyPr/>
        <a:lstStyle/>
        <a:p>
          <a:r>
            <a:rPr lang="en-US" sz="1100" b="1" dirty="0" smtClean="0"/>
            <a:t>Methanol Production</a:t>
          </a:r>
          <a:endParaRPr lang="en-US" sz="1100" b="1" dirty="0"/>
        </a:p>
      </dgm:t>
    </dgm:pt>
    <dgm:pt modelId="{3B545234-618D-4A52-B1BE-6BE064020691}" type="parTrans" cxnId="{9585A240-C20D-426D-92C1-58ADF4126BBB}">
      <dgm:prSet/>
      <dgm:spPr/>
      <dgm:t>
        <a:bodyPr/>
        <a:lstStyle/>
        <a:p>
          <a:endParaRPr lang="en-US" sz="1100"/>
        </a:p>
      </dgm:t>
    </dgm:pt>
    <dgm:pt modelId="{1B0FAC0E-EAFA-492E-9301-1C5FE488188E}" type="sibTrans" cxnId="{9585A240-C20D-426D-92C1-58ADF4126BBB}">
      <dgm:prSet/>
      <dgm:spPr/>
      <dgm:t>
        <a:bodyPr/>
        <a:lstStyle/>
        <a:p>
          <a:endParaRPr lang="en-US" sz="1100"/>
        </a:p>
      </dgm:t>
    </dgm:pt>
    <dgm:pt modelId="{6D03363A-80C4-422F-95CE-9FB259935498}">
      <dgm:prSet phldrT="[Text]" custT="1"/>
      <dgm:spPr/>
      <dgm:t>
        <a:bodyPr/>
        <a:lstStyle/>
        <a:p>
          <a:r>
            <a:rPr lang="en-US" sz="1100" dirty="0" smtClean="0"/>
            <a:t>Methanol Use</a:t>
          </a:r>
        </a:p>
      </dgm:t>
    </dgm:pt>
    <dgm:pt modelId="{242ACD22-D7E7-4DEA-8AA4-C1879BD637D6}" type="parTrans" cxnId="{CE5AF138-758E-4E76-A449-71C254E55B27}">
      <dgm:prSet/>
      <dgm:spPr/>
      <dgm:t>
        <a:bodyPr/>
        <a:lstStyle/>
        <a:p>
          <a:endParaRPr lang="en-US" sz="1100"/>
        </a:p>
      </dgm:t>
    </dgm:pt>
    <dgm:pt modelId="{FE1F57C9-D5C9-4B75-8D78-ADB02516DE64}" type="sibTrans" cxnId="{CE5AF138-758E-4E76-A449-71C254E55B27}">
      <dgm:prSet/>
      <dgm:spPr/>
      <dgm:t>
        <a:bodyPr/>
        <a:lstStyle/>
        <a:p>
          <a:endParaRPr lang="en-US" sz="1100"/>
        </a:p>
      </dgm:t>
    </dgm:pt>
    <dgm:pt modelId="{5C41CE5D-39CA-463F-BC66-ADF625AC2500}">
      <dgm:prSet phldrT="[Text]" custT="1"/>
      <dgm:spPr/>
      <dgm:t>
        <a:bodyPr/>
        <a:lstStyle/>
        <a:p>
          <a:r>
            <a:rPr lang="en-US" sz="1100" dirty="0" smtClean="0"/>
            <a:t>Disposal</a:t>
          </a:r>
        </a:p>
      </dgm:t>
    </dgm:pt>
    <dgm:pt modelId="{A485C7D6-7399-447F-8E1C-D9AFA72821D0}" type="parTrans" cxnId="{8F59812C-9FA2-4693-9BF3-B767C009672A}">
      <dgm:prSet/>
      <dgm:spPr/>
      <dgm:t>
        <a:bodyPr/>
        <a:lstStyle/>
        <a:p>
          <a:endParaRPr lang="en-US" sz="1100"/>
        </a:p>
      </dgm:t>
    </dgm:pt>
    <dgm:pt modelId="{9A486E7E-56B4-4582-A32B-7D2BBD5417B4}" type="sibTrans" cxnId="{8F59812C-9FA2-4693-9BF3-B767C009672A}">
      <dgm:prSet/>
      <dgm:spPr/>
      <dgm:t>
        <a:bodyPr/>
        <a:lstStyle/>
        <a:p>
          <a:endParaRPr lang="en-US" sz="1100"/>
        </a:p>
      </dgm:t>
    </dgm:pt>
    <dgm:pt modelId="{8F40003A-6DA8-4BB4-8907-48EB2633510B}" type="pres">
      <dgm:prSet presAssocID="{499CA911-A51B-43E1-B388-D47536395806}" presName="Name0" presStyleCnt="0">
        <dgm:presLayoutVars>
          <dgm:chMax val="11"/>
          <dgm:chPref val="11"/>
          <dgm:dir/>
          <dgm:resizeHandles/>
        </dgm:presLayoutVars>
      </dgm:prSet>
      <dgm:spPr/>
      <dgm:t>
        <a:bodyPr/>
        <a:lstStyle/>
        <a:p>
          <a:endParaRPr lang="en-US"/>
        </a:p>
      </dgm:t>
    </dgm:pt>
    <dgm:pt modelId="{D5FC82BA-30A0-42DC-9241-BC6EEA3C6514}" type="pres">
      <dgm:prSet presAssocID="{5C41CE5D-39CA-463F-BC66-ADF625AC2500}" presName="Accent4" presStyleCnt="0"/>
      <dgm:spPr/>
      <dgm:t>
        <a:bodyPr/>
        <a:lstStyle/>
        <a:p>
          <a:endParaRPr lang="en-US"/>
        </a:p>
      </dgm:t>
    </dgm:pt>
    <dgm:pt modelId="{C38F4E6F-968D-4ED8-877D-8EE8EC740570}" type="pres">
      <dgm:prSet presAssocID="{5C41CE5D-39CA-463F-BC66-ADF625AC2500}" presName="Accent" presStyleLbl="node1" presStyleIdx="0" presStyleCnt="4"/>
      <dgm:spPr>
        <a:solidFill>
          <a:schemeClr val="tx1"/>
        </a:solidFill>
      </dgm:spPr>
      <dgm:t>
        <a:bodyPr/>
        <a:lstStyle/>
        <a:p>
          <a:endParaRPr lang="en-US"/>
        </a:p>
      </dgm:t>
    </dgm:pt>
    <dgm:pt modelId="{87055B3B-3806-4830-BA1E-B557B78A217C}" type="pres">
      <dgm:prSet presAssocID="{5C41CE5D-39CA-463F-BC66-ADF625AC2500}" presName="ParentBackground4" presStyleCnt="0"/>
      <dgm:spPr/>
      <dgm:t>
        <a:bodyPr/>
        <a:lstStyle/>
        <a:p>
          <a:endParaRPr lang="en-US"/>
        </a:p>
      </dgm:t>
    </dgm:pt>
    <dgm:pt modelId="{0221B6B7-FCEF-412F-AD27-A2822F1F2D07}" type="pres">
      <dgm:prSet presAssocID="{5C41CE5D-39CA-463F-BC66-ADF625AC2500}" presName="ParentBackground" presStyleLbl="fgAcc1" presStyleIdx="0" presStyleCnt="4"/>
      <dgm:spPr/>
      <dgm:t>
        <a:bodyPr/>
        <a:lstStyle/>
        <a:p>
          <a:endParaRPr lang="en-US"/>
        </a:p>
      </dgm:t>
    </dgm:pt>
    <dgm:pt modelId="{8B835B83-F212-4A20-94E3-6A2C32B376D5}" type="pres">
      <dgm:prSet presAssocID="{5C41CE5D-39CA-463F-BC66-ADF625AC2500}" presName="Parent4" presStyleLbl="revTx" presStyleIdx="0" presStyleCnt="0">
        <dgm:presLayoutVars>
          <dgm:chMax val="1"/>
          <dgm:chPref val="1"/>
          <dgm:bulletEnabled val="1"/>
        </dgm:presLayoutVars>
      </dgm:prSet>
      <dgm:spPr/>
      <dgm:t>
        <a:bodyPr/>
        <a:lstStyle/>
        <a:p>
          <a:endParaRPr lang="en-US"/>
        </a:p>
      </dgm:t>
    </dgm:pt>
    <dgm:pt modelId="{60737CE8-7B1F-4A0A-A4E7-92CFC17C3C20}" type="pres">
      <dgm:prSet presAssocID="{6D03363A-80C4-422F-95CE-9FB259935498}" presName="Accent3" presStyleCnt="0"/>
      <dgm:spPr/>
      <dgm:t>
        <a:bodyPr/>
        <a:lstStyle/>
        <a:p>
          <a:endParaRPr lang="en-US"/>
        </a:p>
      </dgm:t>
    </dgm:pt>
    <dgm:pt modelId="{D13E82C0-E1F8-4318-9535-940F694F9479}" type="pres">
      <dgm:prSet presAssocID="{6D03363A-80C4-422F-95CE-9FB259935498}" presName="Accent" presStyleLbl="node1" presStyleIdx="1" presStyleCnt="4"/>
      <dgm:spPr>
        <a:solidFill>
          <a:schemeClr val="tx1"/>
        </a:solidFill>
      </dgm:spPr>
      <dgm:t>
        <a:bodyPr/>
        <a:lstStyle/>
        <a:p>
          <a:endParaRPr lang="en-US"/>
        </a:p>
      </dgm:t>
    </dgm:pt>
    <dgm:pt modelId="{F5B55CCD-51C7-4EA1-AC43-6E0BEDA03B27}" type="pres">
      <dgm:prSet presAssocID="{6D03363A-80C4-422F-95CE-9FB259935498}" presName="ParentBackground3" presStyleCnt="0"/>
      <dgm:spPr/>
      <dgm:t>
        <a:bodyPr/>
        <a:lstStyle/>
        <a:p>
          <a:endParaRPr lang="en-US"/>
        </a:p>
      </dgm:t>
    </dgm:pt>
    <dgm:pt modelId="{D15DC798-3E76-4104-AC65-6C987D7CF5E3}" type="pres">
      <dgm:prSet presAssocID="{6D03363A-80C4-422F-95CE-9FB259935498}" presName="ParentBackground" presStyleLbl="fgAcc1" presStyleIdx="1" presStyleCnt="4"/>
      <dgm:spPr/>
      <dgm:t>
        <a:bodyPr/>
        <a:lstStyle/>
        <a:p>
          <a:endParaRPr lang="en-US"/>
        </a:p>
      </dgm:t>
    </dgm:pt>
    <dgm:pt modelId="{A3CA261D-75D1-47E9-9266-8E185DE06B5C}" type="pres">
      <dgm:prSet presAssocID="{6D03363A-80C4-422F-95CE-9FB259935498}" presName="Parent3" presStyleLbl="revTx" presStyleIdx="0" presStyleCnt="0">
        <dgm:presLayoutVars>
          <dgm:chMax val="1"/>
          <dgm:chPref val="1"/>
          <dgm:bulletEnabled val="1"/>
        </dgm:presLayoutVars>
      </dgm:prSet>
      <dgm:spPr/>
      <dgm:t>
        <a:bodyPr/>
        <a:lstStyle/>
        <a:p>
          <a:endParaRPr lang="en-US"/>
        </a:p>
      </dgm:t>
    </dgm:pt>
    <dgm:pt modelId="{AF153288-902E-44FC-93FA-4256CA11878F}" type="pres">
      <dgm:prSet presAssocID="{4F135036-5CD5-4F9A-BF41-A139BF1D6894}" presName="Accent2" presStyleCnt="0"/>
      <dgm:spPr/>
      <dgm:t>
        <a:bodyPr/>
        <a:lstStyle/>
        <a:p>
          <a:endParaRPr lang="en-US"/>
        </a:p>
      </dgm:t>
    </dgm:pt>
    <dgm:pt modelId="{2A648BAF-9F76-419A-A140-E12D67932540}" type="pres">
      <dgm:prSet presAssocID="{4F135036-5CD5-4F9A-BF41-A139BF1D6894}" presName="Accent" presStyleLbl="node1" presStyleIdx="2" presStyleCnt="4"/>
      <dgm:spPr>
        <a:solidFill>
          <a:schemeClr val="tx1"/>
        </a:solidFill>
      </dgm:spPr>
      <dgm:t>
        <a:bodyPr/>
        <a:lstStyle/>
        <a:p>
          <a:endParaRPr lang="en-US"/>
        </a:p>
      </dgm:t>
    </dgm:pt>
    <dgm:pt modelId="{1C36EB06-67C6-40BC-8684-32674F924037}" type="pres">
      <dgm:prSet presAssocID="{4F135036-5CD5-4F9A-BF41-A139BF1D6894}" presName="ParentBackground2" presStyleCnt="0"/>
      <dgm:spPr/>
      <dgm:t>
        <a:bodyPr/>
        <a:lstStyle/>
        <a:p>
          <a:endParaRPr lang="en-US"/>
        </a:p>
      </dgm:t>
    </dgm:pt>
    <dgm:pt modelId="{C1A36F1C-03A5-4C29-8CB1-021F67C88B2E}" type="pres">
      <dgm:prSet presAssocID="{4F135036-5CD5-4F9A-BF41-A139BF1D6894}" presName="ParentBackground" presStyleLbl="fgAcc1" presStyleIdx="2" presStyleCnt="4"/>
      <dgm:spPr/>
      <dgm:t>
        <a:bodyPr/>
        <a:lstStyle/>
        <a:p>
          <a:endParaRPr lang="en-US"/>
        </a:p>
      </dgm:t>
    </dgm:pt>
    <dgm:pt modelId="{4B4FED7B-E8D9-4C6C-BD47-23FE9C31C7CE}" type="pres">
      <dgm:prSet presAssocID="{4F135036-5CD5-4F9A-BF41-A139BF1D6894}" presName="Parent2" presStyleLbl="revTx" presStyleIdx="0" presStyleCnt="0">
        <dgm:presLayoutVars>
          <dgm:chMax val="1"/>
          <dgm:chPref val="1"/>
          <dgm:bulletEnabled val="1"/>
        </dgm:presLayoutVars>
      </dgm:prSet>
      <dgm:spPr/>
      <dgm:t>
        <a:bodyPr/>
        <a:lstStyle/>
        <a:p>
          <a:endParaRPr lang="en-US"/>
        </a:p>
      </dgm:t>
    </dgm:pt>
    <dgm:pt modelId="{9F302A44-77AF-4D3A-933A-DA37B1988776}" type="pres">
      <dgm:prSet presAssocID="{3061EE46-4F25-4C84-826E-9F912CCF5863}" presName="Accent1" presStyleCnt="0"/>
      <dgm:spPr/>
      <dgm:t>
        <a:bodyPr/>
        <a:lstStyle/>
        <a:p>
          <a:endParaRPr lang="en-US"/>
        </a:p>
      </dgm:t>
    </dgm:pt>
    <dgm:pt modelId="{8ACDC9B7-7BBD-48AD-8B5B-5AF835DB5874}" type="pres">
      <dgm:prSet presAssocID="{3061EE46-4F25-4C84-826E-9F912CCF5863}" presName="Accent" presStyleLbl="node1" presStyleIdx="3" presStyleCnt="4"/>
      <dgm:spPr>
        <a:solidFill>
          <a:schemeClr val="tx1"/>
        </a:solidFill>
      </dgm:spPr>
      <dgm:t>
        <a:bodyPr/>
        <a:lstStyle/>
        <a:p>
          <a:endParaRPr lang="en-US"/>
        </a:p>
      </dgm:t>
    </dgm:pt>
    <dgm:pt modelId="{D9C1D942-FA44-4FE2-8CE3-F46D5C79410E}" type="pres">
      <dgm:prSet presAssocID="{3061EE46-4F25-4C84-826E-9F912CCF5863}" presName="ParentBackground1" presStyleCnt="0"/>
      <dgm:spPr/>
      <dgm:t>
        <a:bodyPr/>
        <a:lstStyle/>
        <a:p>
          <a:endParaRPr lang="en-US"/>
        </a:p>
      </dgm:t>
    </dgm:pt>
    <dgm:pt modelId="{94AED2C7-9386-4FDC-BEAB-1D18583DD203}" type="pres">
      <dgm:prSet presAssocID="{3061EE46-4F25-4C84-826E-9F912CCF5863}" presName="ParentBackground" presStyleLbl="fgAcc1" presStyleIdx="3" presStyleCnt="4"/>
      <dgm:spPr/>
      <dgm:t>
        <a:bodyPr/>
        <a:lstStyle/>
        <a:p>
          <a:endParaRPr lang="en-US"/>
        </a:p>
      </dgm:t>
    </dgm:pt>
    <dgm:pt modelId="{64578B1F-EC10-4EF6-87E5-BE04C4085E62}" type="pres">
      <dgm:prSet presAssocID="{3061EE46-4F25-4C84-826E-9F912CCF5863}" presName="Parent1" presStyleLbl="revTx" presStyleIdx="0" presStyleCnt="0">
        <dgm:presLayoutVars>
          <dgm:chMax val="1"/>
          <dgm:chPref val="1"/>
          <dgm:bulletEnabled val="1"/>
        </dgm:presLayoutVars>
      </dgm:prSet>
      <dgm:spPr/>
      <dgm:t>
        <a:bodyPr/>
        <a:lstStyle/>
        <a:p>
          <a:endParaRPr lang="en-US"/>
        </a:p>
      </dgm:t>
    </dgm:pt>
  </dgm:ptLst>
  <dgm:cxnLst>
    <dgm:cxn modelId="{3C5E7A85-1681-48D9-8C5E-C476BFBF2A26}" type="presOf" srcId="{5C41CE5D-39CA-463F-BC66-ADF625AC2500}" destId="{0221B6B7-FCEF-412F-AD27-A2822F1F2D07}" srcOrd="0" destOrd="0" presId="urn:microsoft.com/office/officeart/2011/layout/CircleProcess#1"/>
    <dgm:cxn modelId="{942D0499-0779-43FD-AEEC-D4E887A8ABE8}" type="presOf" srcId="{5C41CE5D-39CA-463F-BC66-ADF625AC2500}" destId="{8B835B83-F212-4A20-94E3-6A2C32B376D5}" srcOrd="1" destOrd="0" presId="urn:microsoft.com/office/officeart/2011/layout/CircleProcess#1"/>
    <dgm:cxn modelId="{34B2DF6F-8AB7-41D2-803C-DA29246C2BDC}" type="presOf" srcId="{3061EE46-4F25-4C84-826E-9F912CCF5863}" destId="{94AED2C7-9386-4FDC-BEAB-1D18583DD203}" srcOrd="0" destOrd="0" presId="urn:microsoft.com/office/officeart/2011/layout/CircleProcess#1"/>
    <dgm:cxn modelId="{81BB8C60-1B0A-4E46-97FE-2E1CB166CC2D}" type="presOf" srcId="{499CA911-A51B-43E1-B388-D47536395806}" destId="{8F40003A-6DA8-4BB4-8907-48EB2633510B}" srcOrd="0" destOrd="0" presId="urn:microsoft.com/office/officeart/2011/layout/CircleProcess#1"/>
    <dgm:cxn modelId="{CE5AF138-758E-4E76-A449-71C254E55B27}" srcId="{499CA911-A51B-43E1-B388-D47536395806}" destId="{6D03363A-80C4-422F-95CE-9FB259935498}" srcOrd="2" destOrd="0" parTransId="{242ACD22-D7E7-4DEA-8AA4-C1879BD637D6}" sibTransId="{FE1F57C9-D5C9-4B75-8D78-ADB02516DE64}"/>
    <dgm:cxn modelId="{5914FF25-79A0-4530-9CC6-AC286A93B54E}" type="presOf" srcId="{6D03363A-80C4-422F-95CE-9FB259935498}" destId="{A3CA261D-75D1-47E9-9266-8E185DE06B5C}" srcOrd="1" destOrd="0" presId="urn:microsoft.com/office/officeart/2011/layout/CircleProcess#1"/>
    <dgm:cxn modelId="{A8715C3D-D475-423E-B22C-C986096CB382}" srcId="{499CA911-A51B-43E1-B388-D47536395806}" destId="{3061EE46-4F25-4C84-826E-9F912CCF5863}" srcOrd="0" destOrd="0" parTransId="{04D0C809-C46B-49F6-A206-B6D43E6054A5}" sibTransId="{148643E3-B847-4CC1-B043-1633BC8BA7EF}"/>
    <dgm:cxn modelId="{23612170-CD92-4054-BF27-532BD28544B8}" type="presOf" srcId="{4F135036-5CD5-4F9A-BF41-A139BF1D6894}" destId="{C1A36F1C-03A5-4C29-8CB1-021F67C88B2E}" srcOrd="0" destOrd="0" presId="urn:microsoft.com/office/officeart/2011/layout/CircleProcess#1"/>
    <dgm:cxn modelId="{9585A240-C20D-426D-92C1-58ADF4126BBB}" srcId="{499CA911-A51B-43E1-B388-D47536395806}" destId="{4F135036-5CD5-4F9A-BF41-A139BF1D6894}" srcOrd="1" destOrd="0" parTransId="{3B545234-618D-4A52-B1BE-6BE064020691}" sibTransId="{1B0FAC0E-EAFA-492E-9301-1C5FE488188E}"/>
    <dgm:cxn modelId="{8F59812C-9FA2-4693-9BF3-B767C009672A}" srcId="{499CA911-A51B-43E1-B388-D47536395806}" destId="{5C41CE5D-39CA-463F-BC66-ADF625AC2500}" srcOrd="3" destOrd="0" parTransId="{A485C7D6-7399-447F-8E1C-D9AFA72821D0}" sibTransId="{9A486E7E-56B4-4582-A32B-7D2BBD5417B4}"/>
    <dgm:cxn modelId="{D2E12EB3-697E-4A58-8C33-6FB19B76744A}" type="presOf" srcId="{4F135036-5CD5-4F9A-BF41-A139BF1D6894}" destId="{4B4FED7B-E8D9-4C6C-BD47-23FE9C31C7CE}" srcOrd="1" destOrd="0" presId="urn:microsoft.com/office/officeart/2011/layout/CircleProcess#1"/>
    <dgm:cxn modelId="{054C9D2E-1039-4308-9E7C-618DFD96B5CF}" type="presOf" srcId="{3061EE46-4F25-4C84-826E-9F912CCF5863}" destId="{64578B1F-EC10-4EF6-87E5-BE04C4085E62}" srcOrd="1" destOrd="0" presId="urn:microsoft.com/office/officeart/2011/layout/CircleProcess#1"/>
    <dgm:cxn modelId="{3B0F0F5F-D699-499B-8FD1-D3CF9DC92B1A}" type="presOf" srcId="{6D03363A-80C4-422F-95CE-9FB259935498}" destId="{D15DC798-3E76-4104-AC65-6C987D7CF5E3}" srcOrd="0" destOrd="0" presId="urn:microsoft.com/office/officeart/2011/layout/CircleProcess#1"/>
    <dgm:cxn modelId="{1DDF94A5-4250-4DAA-B2E2-F0ECE3EADB09}" type="presParOf" srcId="{8F40003A-6DA8-4BB4-8907-48EB2633510B}" destId="{D5FC82BA-30A0-42DC-9241-BC6EEA3C6514}" srcOrd="0" destOrd="0" presId="urn:microsoft.com/office/officeart/2011/layout/CircleProcess#1"/>
    <dgm:cxn modelId="{F0DC35D8-67DA-4FD6-983F-81E5E4FD45B3}" type="presParOf" srcId="{D5FC82BA-30A0-42DC-9241-BC6EEA3C6514}" destId="{C38F4E6F-968D-4ED8-877D-8EE8EC740570}" srcOrd="0" destOrd="0" presId="urn:microsoft.com/office/officeart/2011/layout/CircleProcess#1"/>
    <dgm:cxn modelId="{06D42F91-6C6C-40E5-8DEA-EEAE8DD28E87}" type="presParOf" srcId="{8F40003A-6DA8-4BB4-8907-48EB2633510B}" destId="{87055B3B-3806-4830-BA1E-B557B78A217C}" srcOrd="1" destOrd="0" presId="urn:microsoft.com/office/officeart/2011/layout/CircleProcess#1"/>
    <dgm:cxn modelId="{345D4959-902D-473E-9F35-F59138B28AFA}" type="presParOf" srcId="{87055B3B-3806-4830-BA1E-B557B78A217C}" destId="{0221B6B7-FCEF-412F-AD27-A2822F1F2D07}" srcOrd="0" destOrd="0" presId="urn:microsoft.com/office/officeart/2011/layout/CircleProcess#1"/>
    <dgm:cxn modelId="{BA175173-056D-4E68-9E9B-B9090E452D2E}" type="presParOf" srcId="{8F40003A-6DA8-4BB4-8907-48EB2633510B}" destId="{8B835B83-F212-4A20-94E3-6A2C32B376D5}" srcOrd="2" destOrd="0" presId="urn:microsoft.com/office/officeart/2011/layout/CircleProcess#1"/>
    <dgm:cxn modelId="{B40596A6-B217-4DC8-8CDA-B45046413014}" type="presParOf" srcId="{8F40003A-6DA8-4BB4-8907-48EB2633510B}" destId="{60737CE8-7B1F-4A0A-A4E7-92CFC17C3C20}" srcOrd="3" destOrd="0" presId="urn:microsoft.com/office/officeart/2011/layout/CircleProcess#1"/>
    <dgm:cxn modelId="{A238BEAF-9397-4F7D-BD94-004C6A9A78A1}" type="presParOf" srcId="{60737CE8-7B1F-4A0A-A4E7-92CFC17C3C20}" destId="{D13E82C0-E1F8-4318-9535-940F694F9479}" srcOrd="0" destOrd="0" presId="urn:microsoft.com/office/officeart/2011/layout/CircleProcess#1"/>
    <dgm:cxn modelId="{47455716-252F-4ABA-AE80-85A32BE317D1}" type="presParOf" srcId="{8F40003A-6DA8-4BB4-8907-48EB2633510B}" destId="{F5B55CCD-51C7-4EA1-AC43-6E0BEDA03B27}" srcOrd="4" destOrd="0" presId="urn:microsoft.com/office/officeart/2011/layout/CircleProcess#1"/>
    <dgm:cxn modelId="{BD66155D-89C2-4E1D-89D4-E0FB74527BAB}" type="presParOf" srcId="{F5B55CCD-51C7-4EA1-AC43-6E0BEDA03B27}" destId="{D15DC798-3E76-4104-AC65-6C987D7CF5E3}" srcOrd="0" destOrd="0" presId="urn:microsoft.com/office/officeart/2011/layout/CircleProcess#1"/>
    <dgm:cxn modelId="{7739F046-7680-4F55-A3C4-E83B6B98399F}" type="presParOf" srcId="{8F40003A-6DA8-4BB4-8907-48EB2633510B}" destId="{A3CA261D-75D1-47E9-9266-8E185DE06B5C}" srcOrd="5" destOrd="0" presId="urn:microsoft.com/office/officeart/2011/layout/CircleProcess#1"/>
    <dgm:cxn modelId="{04BA7387-6F58-41ED-AFC2-4AC43263AD31}" type="presParOf" srcId="{8F40003A-6DA8-4BB4-8907-48EB2633510B}" destId="{AF153288-902E-44FC-93FA-4256CA11878F}" srcOrd="6" destOrd="0" presId="urn:microsoft.com/office/officeart/2011/layout/CircleProcess#1"/>
    <dgm:cxn modelId="{97DD116E-4FF2-4A64-9990-5A71B314CE8E}" type="presParOf" srcId="{AF153288-902E-44FC-93FA-4256CA11878F}" destId="{2A648BAF-9F76-419A-A140-E12D67932540}" srcOrd="0" destOrd="0" presId="urn:microsoft.com/office/officeart/2011/layout/CircleProcess#1"/>
    <dgm:cxn modelId="{C4092C87-3D8D-4C87-8CB6-42E72DAC6124}" type="presParOf" srcId="{8F40003A-6DA8-4BB4-8907-48EB2633510B}" destId="{1C36EB06-67C6-40BC-8684-32674F924037}" srcOrd="7" destOrd="0" presId="urn:microsoft.com/office/officeart/2011/layout/CircleProcess#1"/>
    <dgm:cxn modelId="{755924C5-D5C1-41B0-8DA0-AFCB9386F8A4}" type="presParOf" srcId="{1C36EB06-67C6-40BC-8684-32674F924037}" destId="{C1A36F1C-03A5-4C29-8CB1-021F67C88B2E}" srcOrd="0" destOrd="0" presId="urn:microsoft.com/office/officeart/2011/layout/CircleProcess#1"/>
    <dgm:cxn modelId="{3ABB3F8A-939E-43AC-A97C-13ECC4E215E7}" type="presParOf" srcId="{8F40003A-6DA8-4BB4-8907-48EB2633510B}" destId="{4B4FED7B-E8D9-4C6C-BD47-23FE9C31C7CE}" srcOrd="8" destOrd="0" presId="urn:microsoft.com/office/officeart/2011/layout/CircleProcess#1"/>
    <dgm:cxn modelId="{86B2A683-4155-44EB-8C85-366E32A41B9E}" type="presParOf" srcId="{8F40003A-6DA8-4BB4-8907-48EB2633510B}" destId="{9F302A44-77AF-4D3A-933A-DA37B1988776}" srcOrd="9" destOrd="0" presId="urn:microsoft.com/office/officeart/2011/layout/CircleProcess#1"/>
    <dgm:cxn modelId="{BE9260A4-AE6E-4425-A5A2-8075E897DA37}" type="presParOf" srcId="{9F302A44-77AF-4D3A-933A-DA37B1988776}" destId="{8ACDC9B7-7BBD-48AD-8B5B-5AF835DB5874}" srcOrd="0" destOrd="0" presId="urn:microsoft.com/office/officeart/2011/layout/CircleProcess#1"/>
    <dgm:cxn modelId="{63E2C3D7-9049-42BE-882D-8695856367E2}" type="presParOf" srcId="{8F40003A-6DA8-4BB4-8907-48EB2633510B}" destId="{D9C1D942-FA44-4FE2-8CE3-F46D5C79410E}" srcOrd="10" destOrd="0" presId="urn:microsoft.com/office/officeart/2011/layout/CircleProcess#1"/>
    <dgm:cxn modelId="{5EB74A77-1D71-421F-BCB6-0679D374330E}" type="presParOf" srcId="{D9C1D942-FA44-4FE2-8CE3-F46D5C79410E}" destId="{94AED2C7-9386-4FDC-BEAB-1D18583DD203}" srcOrd="0" destOrd="0" presId="urn:microsoft.com/office/officeart/2011/layout/CircleProcess#1"/>
    <dgm:cxn modelId="{88CF928F-7C11-4D39-85F1-4136B71A4E0E}" type="presParOf" srcId="{8F40003A-6DA8-4BB4-8907-48EB2633510B}" destId="{64578B1F-EC10-4EF6-87E5-BE04C4085E62}" srcOrd="11" destOrd="0" presId="urn:microsoft.com/office/officeart/2011/layout/CircleProcess#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8F4E6F-968D-4ED8-877D-8EE8EC740570}">
      <dsp:nvSpPr>
        <dsp:cNvPr id="0" name=""/>
        <dsp:cNvSpPr/>
      </dsp:nvSpPr>
      <dsp:spPr>
        <a:xfrm>
          <a:off x="4208429" y="404575"/>
          <a:ext cx="1071852" cy="1071907"/>
        </a:xfrm>
        <a:prstGeom prst="ellipse">
          <a:avLst/>
        </a:prstGeom>
        <a:solidFill>
          <a:schemeClr val="tx1"/>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221B6B7-FCEF-412F-AD27-A2822F1F2D07}">
      <dsp:nvSpPr>
        <dsp:cNvPr id="0" name=""/>
        <dsp:cNvSpPr/>
      </dsp:nvSpPr>
      <dsp:spPr>
        <a:xfrm>
          <a:off x="4244280" y="440311"/>
          <a:ext cx="1000610" cy="1000434"/>
        </a:xfrm>
        <a:prstGeom prst="ellipse">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dirty="0" smtClean="0"/>
            <a:t>Disposal</a:t>
          </a:r>
        </a:p>
      </dsp:txBody>
      <dsp:txXfrm>
        <a:off x="4387225" y="583257"/>
        <a:ext cx="714721" cy="714542"/>
      </dsp:txXfrm>
    </dsp:sp>
    <dsp:sp modelId="{D13E82C0-E1F8-4318-9535-940F694F9479}">
      <dsp:nvSpPr>
        <dsp:cNvPr id="0" name=""/>
        <dsp:cNvSpPr/>
      </dsp:nvSpPr>
      <dsp:spPr>
        <a:xfrm rot="2700000">
          <a:off x="3096120" y="404499"/>
          <a:ext cx="1071870" cy="1071870"/>
        </a:xfrm>
        <a:prstGeom prst="teardrop">
          <a:avLst>
            <a:gd name="adj" fmla="val 100000"/>
          </a:avLst>
        </a:prstGeom>
        <a:solidFill>
          <a:schemeClr val="tx1"/>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15DC798-3E76-4104-AC65-6C987D7CF5E3}">
      <dsp:nvSpPr>
        <dsp:cNvPr id="0" name=""/>
        <dsp:cNvSpPr/>
      </dsp:nvSpPr>
      <dsp:spPr>
        <a:xfrm>
          <a:off x="3136576" y="440311"/>
          <a:ext cx="1000610" cy="1000434"/>
        </a:xfrm>
        <a:prstGeom prst="ellipse">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dirty="0" smtClean="0"/>
            <a:t>Methanol Use</a:t>
          </a:r>
        </a:p>
      </dsp:txBody>
      <dsp:txXfrm>
        <a:off x="3279521" y="583257"/>
        <a:ext cx="714721" cy="714542"/>
      </dsp:txXfrm>
    </dsp:sp>
    <dsp:sp modelId="{2A648BAF-9F76-419A-A140-E12D67932540}">
      <dsp:nvSpPr>
        <dsp:cNvPr id="0" name=""/>
        <dsp:cNvSpPr/>
      </dsp:nvSpPr>
      <dsp:spPr>
        <a:xfrm rot="2700000">
          <a:off x="1993012" y="404499"/>
          <a:ext cx="1071870" cy="1071870"/>
        </a:xfrm>
        <a:prstGeom prst="teardrop">
          <a:avLst>
            <a:gd name="adj" fmla="val 100000"/>
          </a:avLst>
        </a:prstGeom>
        <a:solidFill>
          <a:schemeClr val="tx1"/>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1A36F1C-03A5-4C29-8CB1-021F67C88B2E}">
      <dsp:nvSpPr>
        <dsp:cNvPr id="0" name=""/>
        <dsp:cNvSpPr/>
      </dsp:nvSpPr>
      <dsp:spPr>
        <a:xfrm>
          <a:off x="2028872" y="440311"/>
          <a:ext cx="1000610" cy="1000434"/>
        </a:xfrm>
        <a:prstGeom prst="ellipse">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kern="1200" dirty="0" smtClean="0"/>
            <a:t>Methanol Production</a:t>
          </a:r>
          <a:endParaRPr lang="en-US" sz="1100" b="1" kern="1200" dirty="0"/>
        </a:p>
      </dsp:txBody>
      <dsp:txXfrm>
        <a:off x="2171817" y="583257"/>
        <a:ext cx="714721" cy="714542"/>
      </dsp:txXfrm>
    </dsp:sp>
    <dsp:sp modelId="{8ACDC9B7-7BBD-48AD-8B5B-5AF835DB5874}">
      <dsp:nvSpPr>
        <dsp:cNvPr id="0" name=""/>
        <dsp:cNvSpPr/>
      </dsp:nvSpPr>
      <dsp:spPr>
        <a:xfrm rot="2700000">
          <a:off x="885309" y="404499"/>
          <a:ext cx="1071870" cy="1071870"/>
        </a:xfrm>
        <a:prstGeom prst="teardrop">
          <a:avLst>
            <a:gd name="adj" fmla="val 100000"/>
          </a:avLst>
        </a:prstGeom>
        <a:solidFill>
          <a:schemeClr val="tx1"/>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4AED2C7-9386-4FDC-BEAB-1D18583DD203}">
      <dsp:nvSpPr>
        <dsp:cNvPr id="0" name=""/>
        <dsp:cNvSpPr/>
      </dsp:nvSpPr>
      <dsp:spPr>
        <a:xfrm>
          <a:off x="921168" y="440311"/>
          <a:ext cx="1000610" cy="1000434"/>
        </a:xfrm>
        <a:prstGeom prst="ellipse">
          <a:avLst/>
        </a:prstGeom>
        <a:solidFill>
          <a:schemeClr val="dk1">
            <a:alpha val="90000"/>
            <a:tint val="40000"/>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dirty="0" smtClean="0"/>
            <a:t>Feedstock Extraction</a:t>
          </a:r>
          <a:endParaRPr lang="en-US" sz="1100" kern="1200" dirty="0"/>
        </a:p>
      </dsp:txBody>
      <dsp:txXfrm>
        <a:off x="1064113" y="583257"/>
        <a:ext cx="714721" cy="714542"/>
      </dsp:txXfrm>
    </dsp:sp>
  </dsp:spTree>
</dsp:drawing>
</file>

<file path=word/diagrams/layout1.xml><?xml version="1.0" encoding="utf-8"?>
<dgm:layoutDef xmlns:dgm="http://schemas.openxmlformats.org/drawingml/2006/diagram" xmlns:a="http://schemas.openxmlformats.org/drawingml/2006/main" uniqueId="urn:microsoft.com/office/officeart/2011/layout/CircleProcess#1">
  <dgm:title val="Circle Process"/>
  <dgm:desc val="Use to show sequential steps in a process. Limited to eleven Level 1 shapes with an unlimited number of Level 2 shapes. Works best with small amounts of text. Unused text does not appear, but remains available if you switch layouts."/>
  <dgm:catLst>
    <dgm:cat type="process" pri="8500"/>
    <dgm:cat type="officeonline" pri="85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11"/>
      <dgm:chPref val="11"/>
      <dgm:dir/>
      <dgm:resizeHandles/>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5"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Parent2" refType="w" fact="0.6249"/>
              <dgm:constr type="t" for="ch" forName="Parent2" refType="h" fact="0.2022"/>
              <dgm:constr type="w" for="ch" forName="Parent2" refType="w" fact="0.3001"/>
              <dgm:constr type="h" for="ch" forName="Parent2" refType="h" fact="0.3799"/>
              <dgm:constr type="l" for="ch" forName="Parent1" refType="w" fact="0.1597"/>
              <dgm:constr type="t" for="ch" forName="Parent1" refType="h" fact="0.2022"/>
              <dgm:constr type="w" for="ch" forName="Parent1" refType="w" fact="0.3001"/>
              <dgm:constr type="h" for="ch" forName="Parent1" refType="h" fact="0.3799"/>
              <dgm:constr type="l" for="ch" forName="Accent2" refType="w" fact="0.5498"/>
              <dgm:constr type="t" for="ch" forName="Accent2" refType="h" fact="0.1072"/>
              <dgm:constr type="w" for="ch" forName="Accent2" refType="w" fact="0.4502"/>
              <dgm:constr type="h" for="ch" forName="Accent2" refType="h" fact="0.5699"/>
              <dgm:constr type="l" for="ch" forName="ParentBackground2" refType="w" fact="0.5648"/>
              <dgm:constr type="t" for="ch" forName="ParentBackground2" refType="h" fact="0.1262"/>
              <dgm:constr type="w" for="ch" forName="ParentBackground2" refType="w" fact="0.4201"/>
              <dgm:constr type="h" for="ch" forName="ParentBackground2" refType="h" fact="0.5319"/>
              <dgm:constr type="l" for="ch" forName="Child2" refType="w" fact="0.5648"/>
              <dgm:constr type="t" for="ch" forName="Child2" refType="h" fact="0.6876"/>
              <dgm:constr type="w" for="ch" forName="Child2" refType="w" fact="0.4201"/>
              <dgm:constr type="h" for="ch" forName="Child2" refType="h" fact="0.3124"/>
              <dgm:constr type="l" for="ch" forName="Accent1" refType="w" fact="-0.0086"/>
              <dgm:constr type="t" for="ch" forName="Accent1" refType="h" fact="-0.0109"/>
              <dgm:constr type="w" for="ch" forName="Accent1" refType="w" fact="0.6367"/>
              <dgm:constr type="h" for="ch" forName="Accent1" refType="h" fact="0.806"/>
              <dgm:constr type="l" for="ch" forName="ParentBackground1" refType="w" fact="0.0997"/>
              <dgm:constr type="t" for="ch" forName="ParentBackground1" refType="h" fact="0.1262"/>
              <dgm:constr type="w" for="ch" forName="ParentBackground1" refType="w" fact="0.4201"/>
              <dgm:constr type="h" for="ch" forName="ParentBackground1" refType="h" fact="0.5319"/>
              <dgm:constr type="l" for="ch" forName="Child1" refType="w" fact="0.0997"/>
              <dgm:constr type="t" for="ch" forName="Child1" refType="h" fact="0.6876"/>
              <dgm:constr type="w" for="ch" forName="Child1" refType="w" fact="0.4201"/>
              <dgm:constr type="h" for="ch" forName="Child1" refType="h" fact="0.3124"/>
            </dgm:constrLst>
          </dgm:if>
          <dgm:if name="Name6"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Parent3" refType="w" fact="0.744"/>
              <dgm:constr type="t" for="ch" forName="Parent3" refType="h" fact="0.2022"/>
              <dgm:constr type="w" for="ch" forName="Parent3" refType="w" fact="0.2048"/>
              <dgm:constr type="h" for="ch" forName="Parent3" refType="h" fact="0.3799"/>
              <dgm:constr type="l" for="ch" forName="Parent2" refType="w" fact="0.4265"/>
              <dgm:constr type="t" for="ch" forName="Parent2" refType="h" fact="0.2022"/>
              <dgm:constr type="w" for="ch" forName="Parent2" refType="w" fact="0.2048"/>
              <dgm:constr type="h" for="ch" forName="Parent2" refType="h" fact="0.3799"/>
              <dgm:constr type="l" for="ch" forName="Parent1" refType="w" fact="0.109"/>
              <dgm:constr type="t" for="ch" forName="Parent1" refType="h" fact="0.2022"/>
              <dgm:constr type="w" for="ch" forName="Parent1" refType="w" fact="0.2048"/>
              <dgm:constr type="h" for="ch" forName="Parent1" refType="h" fact="0.3799"/>
              <dgm:constr type="l" for="ch" forName="Accent3" refType="w" fact="0.6928"/>
              <dgm:constr type="t" for="ch" forName="Accent3" refType="h" fact="0.1072"/>
              <dgm:constr type="w" for="ch" forName="Accent3" refType="w" fact="0.3072"/>
              <dgm:constr type="h" for="ch" forName="Accent3" refType="h" fact="0.5699"/>
              <dgm:constr type="l" for="ch" forName="ParentBackground3" refType="w" fact="0.703"/>
              <dgm:constr type="t" for="ch" forName="ParentBackground3" refType="h" fact="0.1262"/>
              <dgm:constr type="w" for="ch" forName="ParentBackground3" refType="w" fact="0.2868"/>
              <dgm:constr type="h" for="ch" forName="ParentBackground3" refType="h" fact="0.5319"/>
              <dgm:constr type="l" for="ch" forName="Child3" refType="w" fact="0.703"/>
              <dgm:constr type="t" for="ch" forName="Child3" refType="h" fact="0.6876"/>
              <dgm:constr type="w" for="ch" forName="Child3" refType="w" fact="0.2868"/>
              <dgm:constr type="h" for="ch" forName="Child3" refType="h" fact="0.3124"/>
              <dgm:constr type="l" for="ch" forName="Accent2" refType="w" fact="0.3122"/>
              <dgm:constr type="t" for="ch" forName="Accent2" refType="h" fact="-0.0109"/>
              <dgm:constr type="w" for="ch" forName="Accent2" refType="w" fact="0.4334"/>
              <dgm:constr type="h" for="ch" forName="Accent2" refType="h" fact="0.806"/>
              <dgm:constr type="l" for="ch" forName="ParentBackground2" refType="w" fact="0.3855"/>
              <dgm:constr type="t" for="ch" forName="ParentBackground2" refType="h" fact="0.1262"/>
              <dgm:constr type="w" for="ch" forName="ParentBackground2" refType="w" fact="0.2868"/>
              <dgm:constr type="h" for="ch" forName="ParentBackground2" refType="h" fact="0.5319"/>
              <dgm:constr type="l" for="ch" forName="Child2" refType="w" fact="0.3855"/>
              <dgm:constr type="t" for="ch" forName="Child2" refType="h" fact="0.6876"/>
              <dgm:constr type="w" for="ch" forName="Child2" refType="w" fact="0.2868"/>
              <dgm:constr type="h" for="ch" forName="Child2" refType="h" fact="0.3124"/>
              <dgm:constr type="l" for="ch" forName="Accent1" refType="w" fact="-0.0053"/>
              <dgm:constr type="t" for="ch" forName="Accent1" refType="h" fact="-0.0109"/>
              <dgm:constr type="w" for="ch" forName="Accent1" refType="w" fact="0.4334"/>
              <dgm:constr type="h" for="ch" forName="Accent1" refType="h" fact="0.806"/>
              <dgm:constr type="l" for="ch" forName="ParentBackground1" refType="w" fact="0.068"/>
              <dgm:constr type="t" for="ch" forName="ParentBackground1" refType="h" fact="0.1262"/>
              <dgm:constr type="w" for="ch" forName="ParentBackground1" refType="w" fact="0.2868"/>
              <dgm:constr type="h" for="ch" forName="ParentBackground1" refType="h" fact="0.5319"/>
              <dgm:constr type="l" for="ch" forName="Child1" refType="w" fact="0.068"/>
              <dgm:constr type="t" for="ch" forName="Child1" refType="h" fact="0.6876"/>
              <dgm:constr type="w" for="ch" forName="Child1" refType="w" fact="0.2868"/>
              <dgm:constr type="h" for="ch" forName="Child1" refType="h" fact="0.3124"/>
            </dgm:constrLst>
          </dgm:if>
          <dgm:if name="Name7"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Parent4" refType="w" fact="0.8057"/>
              <dgm:constr type="t" for="ch" forName="Parent4" refType="h" fact="0.2022"/>
              <dgm:constr type="w" for="ch" forName="Parent4" refType="w" fact="0.1555"/>
              <dgm:constr type="h" for="ch" forName="Parent4" refType="h" fact="0.3799"/>
              <dgm:constr type="l" for="ch" forName="Parent3" refType="w" fact="0.5647"/>
              <dgm:constr type="t" for="ch" forName="Parent3" refType="h" fact="0.2022"/>
              <dgm:constr type="w" for="ch" forName="Parent3" refType="w" fact="0.1555"/>
              <dgm:constr type="h" for="ch" forName="Parent3" refType="h" fact="0.3799"/>
              <dgm:constr type="l" for="ch" forName="Parent2" refType="w" fact="0.3237"/>
              <dgm:constr type="t" for="ch" forName="Parent2" refType="h" fact="0.2022"/>
              <dgm:constr type="w" for="ch" forName="Parent2" refType="w" fact="0.1555"/>
              <dgm:constr type="h" for="ch" forName="Parent2" refType="h" fact="0.3799"/>
              <dgm:constr type="l" for="ch" forName="Parent1" refType="w" fact="0.0827"/>
              <dgm:constr type="t" for="ch" forName="Parent1" refType="h" fact="0.2022"/>
              <dgm:constr type="w" for="ch" forName="Parent1" refType="w" fact="0.1555"/>
              <dgm:constr type="h" for="ch" forName="Parent1" refType="h" fact="0.3799"/>
              <dgm:constr type="l" for="ch" forName="Accent4" refType="w" fact="0.7668"/>
              <dgm:constr type="t" for="ch" forName="Accent4" refType="h" fact="0.1072"/>
              <dgm:constr type="w" for="ch" forName="Accent4" refType="w" fact="0.2332"/>
              <dgm:constr type="h" for="ch" forName="Accent4" refType="h" fact="0.5699"/>
              <dgm:constr type="l" for="ch" forName="ParentBackground4" refType="w" fact="0.7746"/>
              <dgm:constr type="t" for="ch" forName="ParentBackground4" refType="h" fact="0.1262"/>
              <dgm:constr type="w" for="ch" forName="ParentBackground4" refType="w" fact="0.2177"/>
              <dgm:constr type="h" for="ch" forName="ParentBackground4" refType="h" fact="0.5319"/>
              <dgm:constr type="l" for="ch" forName="Child4" refType="w" fact="0.7746"/>
              <dgm:constr type="t" for="ch" forName="Child4" refType="h" fact="0.6876"/>
              <dgm:constr type="w" for="ch" forName="Child4" refType="w" fact="0.2177"/>
              <dgm:constr type="h" for="ch" forName="Child4" refType="h" fact="0.3124"/>
              <dgm:constr type="l" for="ch" forName="Accent3" refType="w" fact="0.4765"/>
              <dgm:constr type="t" for="ch" forName="Accent3" refType="h" fact="-0.0109"/>
              <dgm:constr type="w" for="ch" forName="Accent3" refType="w" fact="0.3298"/>
              <dgm:constr type="h" for="ch" forName="Accent3" refType="h" fact="0.806"/>
              <dgm:constr type="l" for="ch" forName="ParentBackground3" refType="w" fact="0.5336"/>
              <dgm:constr type="t" for="ch" forName="ParentBackground3" refType="h" fact="0.1262"/>
              <dgm:constr type="w" for="ch" forName="ParentBackground3" refType="w" fact="0.2177"/>
              <dgm:constr type="h" for="ch" forName="ParentBackground3" refType="h" fact="0.5319"/>
              <dgm:constr type="l" for="ch" forName="Child3" refType="w" fact="0.5336"/>
              <dgm:constr type="t" for="ch" forName="Child3" refType="h" fact="0.6876"/>
              <dgm:constr type="w" for="ch" forName="Child3" refType="w" fact="0.2177"/>
              <dgm:constr type="h" for="ch" forName="Child3" refType="h" fact="0.3124"/>
              <dgm:constr type="l" for="ch" forName="Accent2" refType="w" fact="0.2365"/>
              <dgm:constr type="t" for="ch" forName="Accent2" refType="h" fact="-0.0109"/>
              <dgm:constr type="w" for="ch" forName="Accent2" refType="w" fact="0.3298"/>
              <dgm:constr type="h" for="ch" forName="Accent2" refType="h" fact="0.806"/>
              <dgm:constr type="l" for="ch" forName="ParentBackground2" refType="w" fact="0.2926"/>
              <dgm:constr type="t" for="ch" forName="ParentBackground2" refType="h" fact="0.1262"/>
              <dgm:constr type="w" for="ch" forName="ParentBackground2" refType="w" fact="0.2177"/>
              <dgm:constr type="h" for="ch" forName="ParentBackground2" refType="h" fact="0.5319"/>
              <dgm:constr type="l" for="ch" forName="Child2" refType="w" fact="0.2926"/>
              <dgm:constr type="t" for="ch" forName="Child2" refType="h" fact="0.6876"/>
              <dgm:constr type="w" for="ch" forName="Child2" refType="w" fact="0.2177"/>
              <dgm:constr type="h" for="ch" forName="Child2" refType="h" fact="0.3124"/>
              <dgm:constr type="l" for="ch" forName="Accent1" refType="w" fact="-0.0045"/>
              <dgm:constr type="t" for="ch" forName="Accent1" refType="h" fact="-0.0109"/>
              <dgm:constr type="w" for="ch" forName="Accent1" refType="w" fact="0.3298"/>
              <dgm:constr type="h" for="ch" forName="Accent1" refType="h" fact="0.806"/>
              <dgm:constr type="l" for="ch" forName="ParentBackground1" refType="w" fact="0.0516"/>
              <dgm:constr type="t" for="ch" forName="ParentBackground1" refType="h" fact="0.1262"/>
              <dgm:constr type="w" for="ch" forName="ParentBackground1" refType="w" fact="0.2177"/>
              <dgm:constr type="h" for="ch" forName="ParentBackground1" refType="h" fact="0.5319"/>
              <dgm:constr type="l" for="ch" forName="Child1" refType="w" fact="0.0516"/>
              <dgm:constr type="t" for="ch" forName="Child1" refType="h" fact="0.6876"/>
              <dgm:constr type="w" for="ch" forName="Child1" refType="w" fact="0.2177"/>
              <dgm:constr type="h" for="ch" forName="Child1" refType="h" fact="0.3124"/>
            </dgm:constrLst>
          </dgm:if>
          <dgm:if name="Name8"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Parent5" refType="w" fact="0.8434"/>
              <dgm:constr type="t" for="ch" forName="Parent5" refType="h" fact="0.2022"/>
              <dgm:constr type="w" for="ch" forName="Parent5" refType="w" fact="0.1253"/>
              <dgm:constr type="h" for="ch" forName="Parent5" refType="h" fact="0.3799"/>
              <dgm:constr type="l" for="ch" forName="Parent4" refType="w" fact="0.6492"/>
              <dgm:constr type="t" for="ch" forName="Parent4" refType="h" fact="0.2022"/>
              <dgm:constr type="w" for="ch" forName="Parent4" refType="w" fact="0.1253"/>
              <dgm:constr type="h" for="ch" forName="Parent4" refType="h" fact="0.3799"/>
              <dgm:constr type="l" for="ch" forName="Parent3" refType="w" fact="0.455"/>
              <dgm:constr type="t" for="ch" forName="Parent3" refType="h" fact="0.2022"/>
              <dgm:constr type="w" for="ch" forName="Parent3" refType="w" fact="0.1253"/>
              <dgm:constr type="h" for="ch" forName="Parent3" refType="h" fact="0.3799"/>
              <dgm:constr type="l" for="ch" forName="Parent2" refType="w" fact="0.2609"/>
              <dgm:constr type="t" for="ch" forName="Parent2" refType="h" fact="0.2022"/>
              <dgm:constr type="w" for="ch" forName="Parent2" refType="w" fact="0.1253"/>
              <dgm:constr type="h" for="ch" forName="Parent2" refType="h" fact="0.3799"/>
              <dgm:constr type="l" for="ch" forName="Parent1" refType="w" fact="0.0667"/>
              <dgm:constr type="t" for="ch" forName="Parent1" refType="h" fact="0.2022"/>
              <dgm:constr type="w" for="ch" forName="Parent1" refType="w" fact="0.1253"/>
              <dgm:constr type="h" for="ch" forName="Parent1" refType="h" fact="0.3799"/>
              <dgm:constr type="l" for="ch" forName="Accent5" refType="w" fact="0.8121"/>
              <dgm:constr type="t" for="ch" forName="Accent5" refType="h" fact="0.1072"/>
              <dgm:constr type="w" for="ch" forName="Accent5" refType="w" fact="0.1879"/>
              <dgm:constr type="h" for="ch" forName="Accent5" refType="h" fact="0.5699"/>
              <dgm:constr type="l" for="ch" forName="ParentBackground5" refType="w" fact="0.8183"/>
              <dgm:constr type="t" for="ch" forName="ParentBackground5" refType="h" fact="0.1262"/>
              <dgm:constr type="w" for="ch" forName="ParentBackground5" refType="w" fact="0.1754"/>
              <dgm:constr type="h" for="ch" forName="ParentBackground5" refType="h" fact="0.5319"/>
              <dgm:constr type="l" for="ch" forName="Child5" refType="w" fact="0.8183"/>
              <dgm:constr type="t" for="ch" forName="Child5" refType="h" fact="0.6876"/>
              <dgm:constr type="w" for="ch" forName="Child5" refType="w" fact="0.1754"/>
              <dgm:constr type="h" for="ch" forName="Child5" refType="h" fact="0.3124"/>
              <dgm:constr type="l" for="ch" forName="Accent4" refType="w" fact="0.5789"/>
              <dgm:constr type="t" for="ch" forName="Accent4" refType="h" fact="-0.0109"/>
              <dgm:constr type="w" for="ch" forName="Accent4" refType="w" fact="0.2657"/>
              <dgm:constr type="h" for="ch" forName="Accent4" refType="h" fact="0.806"/>
              <dgm:constr type="l" for="ch" forName="ParentBackground4" refType="w" fact="0.6242"/>
              <dgm:constr type="t" for="ch" forName="ParentBackground4" refType="h" fact="0.1262"/>
              <dgm:constr type="w" for="ch" forName="ParentBackground4" refType="w" fact="0.1754"/>
              <dgm:constr type="h" for="ch" forName="ParentBackground4" refType="h" fact="0.5319"/>
              <dgm:constr type="l" for="ch" forName="Child4" refType="w" fact="0.6242"/>
              <dgm:constr type="t" for="ch" forName="Child4" refType="h" fact="0.6876"/>
              <dgm:constr type="w" for="ch" forName="Child4" refType="w" fact="0.1754"/>
              <dgm:constr type="h" for="ch" forName="Child4" refType="h" fact="0.3124"/>
              <dgm:constr type="l" for="ch" forName="Accent3" refType="w" fact="0.3848"/>
              <dgm:constr type="t" for="ch" forName="Accent3" refType="h" fact="-0.0109"/>
              <dgm:constr type="w" for="ch" forName="Accent3" refType="w" fact="0.2657"/>
              <dgm:constr type="h" for="ch" forName="Accent3" refType="h" fact="0.806"/>
              <dgm:constr type="l" for="ch" forName="ParentBackground3" refType="w" fact="0.43"/>
              <dgm:constr type="t" for="ch" forName="ParentBackground3" refType="h" fact="0.1262"/>
              <dgm:constr type="w" for="ch" forName="ParentBackground3" refType="w" fact="0.1754"/>
              <dgm:constr type="h" for="ch" forName="ParentBackground3" refType="h" fact="0.5319"/>
              <dgm:constr type="l" for="ch" forName="Child3" refType="w" fact="0.43"/>
              <dgm:constr type="t" for="ch" forName="Child3" refType="h" fact="0.6876"/>
              <dgm:constr type="w" for="ch" forName="Child3" refType="w" fact="0.1754"/>
              <dgm:constr type="h" for="ch" forName="Child3" refType="h" fact="0.3124"/>
              <dgm:constr type="l" for="ch" forName="Accent2" refType="w" fact="0.1906"/>
              <dgm:constr type="t" for="ch" forName="Accent2" refType="h" fact="-0.0109"/>
              <dgm:constr type="w" for="ch" forName="Accent2" refType="w" fact="0.2657"/>
              <dgm:constr type="h" for="ch" forName="Accent2" refType="h" fact="0.806"/>
              <dgm:constr type="l" for="ch" forName="ParentBackground2" refType="w" fact="0.2358"/>
              <dgm:constr type="t" for="ch" forName="ParentBackground2" refType="h" fact="0.1262"/>
              <dgm:constr type="w" for="ch" forName="ParentBackground2" refType="w" fact="0.1754"/>
              <dgm:constr type="h" for="ch" forName="ParentBackground2" refType="h" fact="0.5319"/>
              <dgm:constr type="l" for="ch" forName="Child2" refType="w" fact="0.2358"/>
              <dgm:constr type="t" for="ch" forName="Child2" refType="h" fact="0.6876"/>
              <dgm:constr type="w" for="ch" forName="Child2" refType="w" fact="0.1754"/>
              <dgm:constr type="h" for="ch" forName="Child2" refType="h" fact="0.3124"/>
              <dgm:constr type="l" for="ch" forName="Accent1" refType="w" fact="-0.0036"/>
              <dgm:constr type="t" for="ch" forName="Accent1" refType="h" fact="-0.0109"/>
              <dgm:constr type="w" for="ch" forName="Accent1" refType="w" fact="0.2657"/>
              <dgm:constr type="h" for="ch" forName="Accent1" refType="h" fact="0.806"/>
              <dgm:constr type="l" for="ch" forName="ParentBackground1" refType="w" fact="0.0416"/>
              <dgm:constr type="t" for="ch" forName="ParentBackground1" refType="h" fact="0.1262"/>
              <dgm:constr type="w" for="ch" forName="ParentBackground1" refType="w" fact="0.1754"/>
              <dgm:constr type="h" for="ch" forName="ParentBackground1" refType="h" fact="0.5319"/>
              <dgm:constr type="l" for="ch" forName="Child1" refType="w" fact="0.0416"/>
              <dgm:constr type="t" for="ch" forName="Child1" refType="h" fact="0.6876"/>
              <dgm:constr type="w" for="ch" forName="Child1" refType="w" fact="0.1754"/>
              <dgm:constr type="h" for="ch" forName="Child1" refType="h" fact="0.3124"/>
            </dgm:constrLst>
          </dgm:if>
          <dgm:if name="Name9"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Parent6" refType="w" fact="0.8689"/>
              <dgm:constr type="t" for="ch" forName="Parent6" refType="h" fact="0.2022"/>
              <dgm:constr type="w" for="ch" forName="Parent6" refType="w" fact="0.1049"/>
              <dgm:constr type="h" for="ch" forName="Parent6" refType="h" fact="0.3799"/>
              <dgm:constr type="l" for="ch" forName="Parent5" refType="w" fact="0.7063"/>
              <dgm:constr type="t" for="ch" forName="Parent5" refType="h" fact="0.2022"/>
              <dgm:constr type="w" for="ch" forName="Parent5" refType="w" fact="0.1049"/>
              <dgm:constr type="h" for="ch" forName="Parent5" refType="h" fact="0.3799"/>
              <dgm:constr type="l" for="ch" forName="Parent4" refType="w" fact="0.5437"/>
              <dgm:constr type="t" for="ch" forName="Parent4" refType="h" fact="0.2022"/>
              <dgm:constr type="w" for="ch" forName="Parent4" refType="w" fact="0.1049"/>
              <dgm:constr type="h" for="ch" forName="Parent4" refType="h" fact="0.3799"/>
              <dgm:constr type="l" for="ch" forName="Parent3" refType="w" fact="0.381"/>
              <dgm:constr type="t" for="ch" forName="Parent3" refType="h" fact="0.2022"/>
              <dgm:constr type="w" for="ch" forName="Parent3" refType="w" fact="0.1049"/>
              <dgm:constr type="h" for="ch" forName="Parent3" refType="h" fact="0.3799"/>
              <dgm:constr type="l" for="ch" forName="Parent2" refType="w" fact="0.2184"/>
              <dgm:constr type="t" for="ch" forName="Parent2" refType="h" fact="0.2022"/>
              <dgm:constr type="w" for="ch" forName="Parent2" refType="w" fact="0.1049"/>
              <dgm:constr type="h" for="ch" forName="Parent2" refType="h" fact="0.3799"/>
              <dgm:constr type="l" for="ch" forName="Parent1" refType="w" fact="0.0558"/>
              <dgm:constr type="t" for="ch" forName="Parent1" refType="h" fact="0.2022"/>
              <dgm:constr type="w" for="ch" forName="Parent1" refType="w" fact="0.1049"/>
              <dgm:constr type="h" for="ch" forName="Parent1" refType="h" fact="0.3799"/>
              <dgm:constr type="l" for="ch" forName="Accent6" refType="w" fact="0.8426"/>
              <dgm:constr type="t" for="ch" forName="Accent6" refType="h" fact="0.1072"/>
              <dgm:constr type="w" for="ch" forName="Accent6" refType="w" fact="0.1574"/>
              <dgm:constr type="h" for="ch" forName="Accent6" refType="h" fact="0.5699"/>
              <dgm:constr type="l" for="ch" forName="ParentBackground6" refType="w" fact="0.8479"/>
              <dgm:constr type="t" for="ch" forName="ParentBackground6" refType="h" fact="0.1262"/>
              <dgm:constr type="w" for="ch" forName="ParentBackground6" refType="w" fact="0.1469"/>
              <dgm:constr type="h" for="ch" forName="ParentBackground6" refType="h" fact="0.5319"/>
              <dgm:constr type="l" for="ch" forName="Child6" refType="w" fact="0.8479"/>
              <dgm:constr type="t" for="ch" forName="Child6" refType="h" fact="0.6876"/>
              <dgm:constr type="w" for="ch" forName="Child6" refType="w" fact="0.1469"/>
              <dgm:constr type="h" for="ch" forName="Child6" refType="h" fact="0.3124"/>
              <dgm:constr type="l" for="ch" forName="Accent5" refType="w" fact="0.6474"/>
              <dgm:constr type="t" for="ch" forName="Accent5" refType="h" fact="-0.0109"/>
              <dgm:constr type="w" for="ch" forName="Accent5" refType="w" fact="0.2226"/>
              <dgm:constr type="h" for="ch" forName="Accent5" refType="h" fact="0.806"/>
              <dgm:constr type="l" for="ch" forName="ParentBackground5" refType="w" fact="0.6853"/>
              <dgm:constr type="t" for="ch" forName="ParentBackground5" refType="h" fact="0.1262"/>
              <dgm:constr type="w" for="ch" forName="ParentBackground5" refType="w" fact="0.1469"/>
              <dgm:constr type="h" for="ch" forName="ParentBackground5" refType="h" fact="0.5319"/>
              <dgm:constr type="l" for="ch" forName="Child5" refType="w" fact="0.6853"/>
              <dgm:constr type="t" for="ch" forName="Child5" refType="h" fact="0.6876"/>
              <dgm:constr type="w" for="ch" forName="Child5" refType="w" fact="0.1469"/>
              <dgm:constr type="h" for="ch" forName="Child5" refType="h" fact="0.3124"/>
              <dgm:constr type="l" for="ch" forName="Accent4" refType="w" fact="0.4848"/>
              <dgm:constr type="t" for="ch" forName="Accent4" refType="h" fact="-0.0109"/>
              <dgm:constr type="w" for="ch" forName="Accent4" refType="w" fact="0.2226"/>
              <dgm:constr type="h" for="ch" forName="Accent4" refType="h" fact="0.806"/>
              <dgm:constr type="l" for="ch" forName="ParentBackground4" refType="w" fact="0.5227"/>
              <dgm:constr type="t" for="ch" forName="ParentBackground4" refType="h" fact="0.1262"/>
              <dgm:constr type="w" for="ch" forName="ParentBackground4" refType="w" fact="0.1469"/>
              <dgm:constr type="h" for="ch" forName="ParentBackground4" refType="h" fact="0.5319"/>
              <dgm:constr type="l" for="ch" forName="Child4" refType="w" fact="0.5227"/>
              <dgm:constr type="t" for="ch" forName="Child4" refType="h" fact="0.6876"/>
              <dgm:constr type="w" for="ch" forName="Child4" refType="w" fact="0.1469"/>
              <dgm:constr type="h" for="ch" forName="Child4" refType="h" fact="0.3124"/>
              <dgm:constr type="l" for="ch" forName="Accent3" refType="w" fact="0.3222"/>
              <dgm:constr type="t" for="ch" forName="Accent3" refType="h" fact="-0.0109"/>
              <dgm:constr type="w" for="ch" forName="Accent3" refType="w" fact="0.2226"/>
              <dgm:constr type="h" for="ch" forName="Accent3" refType="h" fact="0.806"/>
              <dgm:constr type="l" for="ch" forName="ParentBackground3" refType="w" fact="0.3601"/>
              <dgm:constr type="t" for="ch" forName="ParentBackground3" refType="h" fact="0.1262"/>
              <dgm:constr type="w" for="ch" forName="ParentBackground3" refType="w" fact="0.1469"/>
              <dgm:constr type="h" for="ch" forName="ParentBackground3" refType="h" fact="0.5319"/>
              <dgm:constr type="l" for="ch" forName="Child3" refType="w" fact="0.3601"/>
              <dgm:constr type="t" for="ch" forName="Child3" refType="h" fact="0.6876"/>
              <dgm:constr type="w" for="ch" forName="Child3" refType="w" fact="0.1469"/>
              <dgm:constr type="h" for="ch" forName="Child3" refType="h" fact="0.3124"/>
              <dgm:constr type="l" for="ch" forName="Accent2" refType="w" fact="0.1596"/>
              <dgm:constr type="t" for="ch" forName="Accent2" refType="h" fact="-0.0109"/>
              <dgm:constr type="w" for="ch" forName="Accent2" refType="w" fact="0.2226"/>
              <dgm:constr type="h" for="ch" forName="Accent2" refType="h" fact="0.806"/>
              <dgm:constr type="l" for="ch" forName="ParentBackground2" refType="w" fact="0.1975"/>
              <dgm:constr type="t" for="ch" forName="ParentBackground2" refType="h" fact="0.1262"/>
              <dgm:constr type="w" for="ch" forName="ParentBackground2" refType="w" fact="0.1469"/>
              <dgm:constr type="h" for="ch" forName="ParentBackground2" refType="h" fact="0.5319"/>
              <dgm:constr type="l" for="ch" forName="Child2" refType="w" fact="0.1975"/>
              <dgm:constr type="t" for="ch" forName="Child2" refType="h" fact="0.6876"/>
              <dgm:constr type="w" for="ch" forName="Child2" refType="w" fact="0.1469"/>
              <dgm:constr type="h" for="ch" forName="Child2" refType="h" fact="0.3124"/>
              <dgm:constr type="l" for="ch" forName="Accent1" refType="w" fact="-0.003"/>
              <dgm:constr type="t" for="ch" forName="Accent1" refType="h" fact="-0.0109"/>
              <dgm:constr type="w" for="ch" forName="Accent1" refType="w" fact="0.2226"/>
              <dgm:constr type="h" for="ch" forName="Accent1" refType="h" fact="0.806"/>
              <dgm:constr type="l" for="ch" forName="ParentBackground1" refType="w" fact="0.0348"/>
              <dgm:constr type="t" for="ch" forName="ParentBackground1" refType="h" fact="0.1262"/>
              <dgm:constr type="w" for="ch" forName="ParentBackground1" refType="w" fact="0.1469"/>
              <dgm:constr type="h" for="ch" forName="ParentBackground1" refType="h" fact="0.5319"/>
              <dgm:constr type="l" for="ch" forName="Child1" refType="w" fact="0.0348"/>
              <dgm:constr type="t" for="ch" forName="Child1" refType="h" fact="0.6876"/>
              <dgm:constr type="w" for="ch" forName="Child1" refType="w" fact="0.1469"/>
              <dgm:constr type="h" for="ch" forName="Child1" refType="h" fact="0.3124"/>
            </dgm:constrLst>
          </dgm:if>
          <dgm:if name="Name10"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Parent7" refType="w" fact="0.8872"/>
              <dgm:constr type="t" for="ch" forName="Parent7" refType="h" fact="0.2022"/>
              <dgm:constr type="w" for="ch" forName="Parent7" refType="w" fact="0.0902"/>
              <dgm:constr type="h" for="ch" forName="Parent7" refType="h" fact="0.3799"/>
              <dgm:constr type="l" for="ch" forName="Parent6" refType="w" fact="0.7473"/>
              <dgm:constr type="t" for="ch" forName="Parent6" refType="h" fact="0.2022"/>
              <dgm:constr type="w" for="ch" forName="Parent6" refType="w" fact="0.0902"/>
              <dgm:constr type="h" for="ch" forName="Parent6" refType="h" fact="0.3799"/>
              <dgm:constr type="l" for="ch" forName="Parent5" refType="w" fact="0.6075"/>
              <dgm:constr type="t" for="ch" forName="Parent5" refType="h" fact="0.2022"/>
              <dgm:constr type="w" for="ch" forName="Parent5" refType="w" fact="0.0902"/>
              <dgm:constr type="h" for="ch" forName="Parent5" refType="h" fact="0.3799"/>
              <dgm:constr type="l" for="ch" forName="Parent4" refType="w" fact="0.4676"/>
              <dgm:constr type="t" for="ch" forName="Parent4" refType="h" fact="0.2022"/>
              <dgm:constr type="w" for="ch" forName="Parent4" refType="w" fact="0.0902"/>
              <dgm:constr type="h" for="ch" forName="Parent4" refType="h" fact="0.3799"/>
              <dgm:constr type="l" for="ch" forName="Parent3" refType="w" fact="0.3277"/>
              <dgm:constr type="t" for="ch" forName="Parent3" refType="h" fact="0.2022"/>
              <dgm:constr type="w" for="ch" forName="Parent3" refType="w" fact="0.0902"/>
              <dgm:constr type="h" for="ch" forName="Parent3" refType="h" fact="0.3799"/>
              <dgm:constr type="l" for="ch" forName="Parent2" refType="w" fact="0.1879"/>
              <dgm:constr type="t" for="ch" forName="Parent2" refType="h" fact="0.2022"/>
              <dgm:constr type="w" for="ch" forName="Parent2" refType="w" fact="0.0902"/>
              <dgm:constr type="h" for="ch" forName="Parent2" refType="h" fact="0.3799"/>
              <dgm:constr type="l" for="ch" forName="Parent1" refType="w" fact="0.048"/>
              <dgm:constr type="t" for="ch" forName="Parent1" refType="h" fact="0.2022"/>
              <dgm:constr type="w" for="ch" forName="Parent1" refType="w" fact="0.0902"/>
              <dgm:constr type="h" for="ch" forName="Parent1" refType="h" fact="0.3799"/>
              <dgm:constr type="l" for="ch" forName="Accent7" refType="w" fact="0.8646"/>
              <dgm:constr type="t" for="ch" forName="Accent7" refType="h" fact="0.1072"/>
              <dgm:constr type="w" for="ch" forName="Accent7" refType="w" fact="0.1354"/>
              <dgm:constr type="h" for="ch" forName="Accent7" refType="h" fact="0.5699"/>
              <dgm:constr type="l" for="ch" forName="ParentBackground7" refType="w" fact="0.8692"/>
              <dgm:constr type="t" for="ch" forName="ParentBackground7" refType="h" fact="0.1262"/>
              <dgm:constr type="w" for="ch" forName="ParentBackground7" refType="w" fact="0.1263"/>
              <dgm:constr type="h" for="ch" forName="ParentBackground7" refType="h" fact="0.5319"/>
              <dgm:constr type="l" for="ch" forName="Child7" refType="w" fact="0.8692"/>
              <dgm:constr type="t" for="ch" forName="Child7" refType="h" fact="0.6876"/>
              <dgm:constr type="w" for="ch" forName="Child7" refType="w" fact="0.1263"/>
              <dgm:constr type="h" for="ch" forName="Child7" refType="h" fact="0.3124"/>
              <dgm:constr type="l" for="ch" forName="Accent6" refType="w" fact="0.6967"/>
              <dgm:constr type="t" for="ch" forName="Accent6" refType="h" fact="-0.0109"/>
              <dgm:constr type="w" for="ch" forName="Accent6" refType="w" fact="0.1915"/>
              <dgm:constr type="h" for="ch" forName="Accent6" refType="h" fact="0.806"/>
              <dgm:constr type="l" for="ch" forName="ParentBackground6" refType="w" fact="0.7293"/>
              <dgm:constr type="t" for="ch" forName="ParentBackground6" refType="h" fact="0.1262"/>
              <dgm:constr type="w" for="ch" forName="ParentBackground6" refType="w" fact="0.1263"/>
              <dgm:constr type="h" for="ch" forName="ParentBackground6" refType="h" fact="0.5319"/>
              <dgm:constr type="l" for="ch" forName="Child6" refType="w" fact="0.7293"/>
              <dgm:constr type="t" for="ch" forName="Child6" refType="h" fact="0.6876"/>
              <dgm:constr type="w" for="ch" forName="Child6" refType="w" fact="0.1263"/>
              <dgm:constr type="h" for="ch" forName="Child6" refType="h" fact="0.3124"/>
              <dgm:constr type="l" for="ch" forName="Accent5" refType="w" fact="0.5569"/>
              <dgm:constr type="t" for="ch" forName="Accent5" refType="h" fact="-0.0109"/>
              <dgm:constr type="w" for="ch" forName="Accent5" refType="w" fact="0.1915"/>
              <dgm:constr type="h" for="ch" forName="Accent5" refType="h" fact="0.806"/>
              <dgm:constr type="l" for="ch" forName="ParentBackground5" refType="w" fact="0.5894"/>
              <dgm:constr type="t" for="ch" forName="ParentBackground5" refType="h" fact="0.1262"/>
              <dgm:constr type="w" for="ch" forName="ParentBackground5" refType="w" fact="0.1263"/>
              <dgm:constr type="h" for="ch" forName="ParentBackground5" refType="h" fact="0.5319"/>
              <dgm:constr type="l" for="ch" forName="Child5" refType="w" fact="0.5894"/>
              <dgm:constr type="t" for="ch" forName="Child5" refType="h" fact="0.6876"/>
              <dgm:constr type="w" for="ch" forName="Child5" refType="w" fact="0.1263"/>
              <dgm:constr type="h" for="ch" forName="Child5" refType="h" fact="0.3124"/>
              <dgm:constr type="l" for="ch" forName="Accent4" refType="w" fact="0.417"/>
              <dgm:constr type="t" for="ch" forName="Accent4" refType="h" fact="-0.0109"/>
              <dgm:constr type="w" for="ch" forName="Accent4" refType="w" fact="0.1915"/>
              <dgm:constr type="h" for="ch" forName="Accent4" refType="h" fact="0.806"/>
              <dgm:constr type="l" for="ch" forName="ParentBackground4" refType="w" fact="0.4496"/>
              <dgm:constr type="t" for="ch" forName="ParentBackground4" refType="h" fact="0.1262"/>
              <dgm:constr type="w" for="ch" forName="ParentBackground4" refType="w" fact="0.1263"/>
              <dgm:constr type="h" for="ch" forName="ParentBackground4" refType="h" fact="0.5319"/>
              <dgm:constr type="l" for="ch" forName="Child4" refType="w" fact="0.4496"/>
              <dgm:constr type="t" for="ch" forName="Child4" refType="h" fact="0.6876"/>
              <dgm:constr type="w" for="ch" forName="Child4" refType="w" fact="0.1263"/>
              <dgm:constr type="h" for="ch" forName="Child4" refType="h" fact="0.3124"/>
              <dgm:constr type="l" for="ch" forName="Accent3" refType="w" fact="0.2771"/>
              <dgm:constr type="t" for="ch" forName="Accent3" refType="h" fact="-0.0109"/>
              <dgm:constr type="w" for="ch" forName="Accent3" refType="w" fact="0.1915"/>
              <dgm:constr type="h" for="ch" forName="Accent3" refType="h" fact="0.806"/>
              <dgm:constr type="l" for="ch" forName="ParentBackground3" refType="w" fact="0.3097"/>
              <dgm:constr type="t" for="ch" forName="ParentBackground3" refType="h" fact="0.1262"/>
              <dgm:constr type="w" for="ch" forName="ParentBackground3" refType="w" fact="0.1263"/>
              <dgm:constr type="h" for="ch" forName="ParentBackground3" refType="h" fact="0.5319"/>
              <dgm:constr type="l" for="ch" forName="Child3" refType="w" fact="0.3097"/>
              <dgm:constr type="t" for="ch" forName="Child3" refType="h" fact="0.6876"/>
              <dgm:constr type="w" for="ch" forName="Child3" refType="w" fact="0.1263"/>
              <dgm:constr type="h" for="ch" forName="Child3" refType="h" fact="0.3124"/>
              <dgm:constr type="l" for="ch" forName="Accent2" refType="w" fact="0.1373"/>
              <dgm:constr type="t" for="ch" forName="Accent2" refType="h" fact="-0.0109"/>
              <dgm:constr type="w" for="ch" forName="Accent2" refType="w" fact="0.1915"/>
              <dgm:constr type="h" for="ch" forName="Accent2" refType="h" fact="0.806"/>
              <dgm:constr type="l" for="ch" forName="ParentBackground2" refType="w" fact="0.1698"/>
              <dgm:constr type="t" for="ch" forName="ParentBackground2" refType="h" fact="0.1262"/>
              <dgm:constr type="w" for="ch" forName="ParentBackground2" refType="w" fact="0.1263"/>
              <dgm:constr type="h" for="ch" forName="ParentBackground2" refType="h" fact="0.5319"/>
              <dgm:constr type="l" for="ch" forName="Child2" refType="w" fact="0.1698"/>
              <dgm:constr type="t" for="ch" forName="Child2" refType="h" fact="0.6876"/>
              <dgm:constr type="w" for="ch" forName="Child2" refType="w" fact="0.1263"/>
              <dgm:constr type="h" for="ch" forName="Child2" refType="h" fact="0.3124"/>
              <dgm:constr type="l" for="ch" forName="Accent1" refType="w" fact="-0.0026"/>
              <dgm:constr type="t" for="ch" forName="Accent1" refType="h" fact="-0.0109"/>
              <dgm:constr type="w" for="ch" forName="Accent1" refType="w" fact="0.1915"/>
              <dgm:constr type="h" for="ch" forName="Accent1" refType="h" fact="0.806"/>
              <dgm:constr type="l" for="ch" forName="ParentBackground1" refType="w" fact="0.03"/>
              <dgm:constr type="t" for="ch" forName="ParentBackground1" refType="h" fact="0.1262"/>
              <dgm:constr type="w" for="ch" forName="ParentBackground1" refType="w" fact="0.1263"/>
              <dgm:constr type="h" for="ch" forName="ParentBackground1" refType="h" fact="0.5319"/>
              <dgm:constr type="l" for="ch" forName="Child1" refType="w" fact="0.03"/>
              <dgm:constr type="t" for="ch" forName="Child1" refType="h" fact="0.6876"/>
              <dgm:constr type="w" for="ch" forName="Child1" refType="w" fact="0.1263"/>
              <dgm:constr type="h" for="ch" forName="Child1" refType="h" fact="0.3124"/>
            </dgm:constrLst>
          </dgm:if>
          <dgm:if name="Name11"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l" for="ch" forName="Parent8" refType="w" fact="0.901"/>
              <dgm:constr type="t" for="ch" forName="Parent8" refType="h" fact="0.2022"/>
              <dgm:constr type="w" for="ch" forName="Parent8" refType="w" fact="0.0792"/>
              <dgm:constr type="h" for="ch" forName="Parent8" refType="h" fact="0.3799"/>
              <dgm:constr type="l" for="ch" forName="Parent7" refType="w" fact="0.7783"/>
              <dgm:constr type="t" for="ch" forName="Parent7" refType="h" fact="0.2022"/>
              <dgm:constr type="w" for="ch" forName="Parent7" refType="w" fact="0.0792"/>
              <dgm:constr type="h" for="ch" forName="Parent7" refType="h" fact="0.3799"/>
              <dgm:constr type="l" for="ch" forName="Parent6" refType="w" fact="0.6556"/>
              <dgm:constr type="t" for="ch" forName="Parent6" refType="h" fact="0.2022"/>
              <dgm:constr type="w" for="ch" forName="Parent6" refType="w" fact="0.0792"/>
              <dgm:constr type="h" for="ch" forName="Parent6" refType="h" fact="0.3799"/>
              <dgm:constr type="l" for="ch" forName="Parent5" refType="w" fact="0.5329"/>
              <dgm:constr type="t" for="ch" forName="Parent5" refType="h" fact="0.2022"/>
              <dgm:constr type="w" for="ch" forName="Parent5" refType="w" fact="0.0792"/>
              <dgm:constr type="h" for="ch" forName="Parent5" refType="h" fact="0.3799"/>
              <dgm:constr type="l" for="ch" forName="Parent4" refType="w" fact="0.4102"/>
              <dgm:constr type="t" for="ch" forName="Parent4" refType="h" fact="0.2022"/>
              <dgm:constr type="w" for="ch" forName="Parent4" refType="w" fact="0.0792"/>
              <dgm:constr type="h" for="ch" forName="Parent4" refType="h" fact="0.3799"/>
              <dgm:constr type="l" for="ch" forName="Parent3" refType="w" fact="0.2875"/>
              <dgm:constr type="t" for="ch" forName="Parent3" refType="h" fact="0.2022"/>
              <dgm:constr type="w" for="ch" forName="Parent3" refType="w" fact="0.0792"/>
              <dgm:constr type="h" for="ch" forName="Parent3" refType="h" fact="0.3799"/>
              <dgm:constr type="l" for="ch" forName="Parent2" refType="w" fact="0.1648"/>
              <dgm:constr type="t" for="ch" forName="Parent2" refType="h" fact="0.2022"/>
              <dgm:constr type="w" for="ch" forName="Parent2" refType="w" fact="0.0792"/>
              <dgm:constr type="h" for="ch" forName="Parent2" refType="h" fact="0.3799"/>
              <dgm:constr type="l" for="ch" forName="Parent1" refType="w" fact="0.0421"/>
              <dgm:constr type="t" for="ch" forName="Parent1" refType="h" fact="0.2022"/>
              <dgm:constr type="w" for="ch" forName="Parent1" refType="w" fact="0.0792"/>
              <dgm:constr type="h" for="ch" forName="Parent1" refType="h" fact="0.3799"/>
              <dgm:constr type="l" for="ch" forName="Accent8" refType="w" fact="0.8813"/>
              <dgm:constr type="t" for="ch" forName="Accent8" refType="h" fact="0.1072"/>
              <dgm:constr type="w" for="ch" forName="Accent8" refType="w" fact="0.1187"/>
              <dgm:constr type="h" for="ch" forName="Accent8" refType="h" fact="0.5699"/>
              <dgm:constr type="l" for="ch" forName="ParentBackground8" refType="w" fact="0.8852"/>
              <dgm:constr type="t" for="ch" forName="ParentBackground8" refType="h" fact="0.1262"/>
              <dgm:constr type="w" for="ch" forName="ParentBackground8" refType="w" fact="0.1108"/>
              <dgm:constr type="h" for="ch" forName="ParentBackground8" refType="h" fact="0.5319"/>
              <dgm:constr type="l" for="ch" forName="Child8" refType="w" fact="0.8852"/>
              <dgm:constr type="t" for="ch" forName="Child8" refType="h" fact="0.6876"/>
              <dgm:constr type="w" for="ch" forName="Child8" refType="w" fact="0.1108"/>
              <dgm:constr type="h" for="ch" forName="Child8" refType="h" fact="0.3124"/>
              <dgm:constr type="l" for="ch" forName="Accent7" refType="w" fact="0.7339"/>
              <dgm:constr type="t" for="ch" forName="Accent7" refType="h" fact="-0.0109"/>
              <dgm:constr type="w" for="ch" forName="Accent7" refType="w" fact="0.1679"/>
              <dgm:constr type="h" for="ch" forName="Accent7" refType="h" fact="0.806"/>
              <dgm:constr type="l" for="ch" forName="ParentBackground7" refType="w" fact="0.7625"/>
              <dgm:constr type="t" for="ch" forName="ParentBackground7" refType="h" fact="0.1262"/>
              <dgm:constr type="w" for="ch" forName="ParentBackground7" refType="w" fact="0.1108"/>
              <dgm:constr type="h" for="ch" forName="ParentBackground7" refType="h" fact="0.5319"/>
              <dgm:constr type="l" for="ch" forName="Child7" refType="w" fact="0.7625"/>
              <dgm:constr type="t" for="ch" forName="Child7" refType="h" fact="0.6876"/>
              <dgm:constr type="w" for="ch" forName="Child7" refType="w" fact="0.1108"/>
              <dgm:constr type="h" for="ch" forName="Child7" refType="h" fact="0.3124"/>
              <dgm:constr type="l" for="ch" forName="Accent6" refType="w" fact="0.6112"/>
              <dgm:constr type="t" for="ch" forName="Accent6" refType="h" fact="-0.0109"/>
              <dgm:constr type="w" for="ch" forName="Accent6" refType="w" fact="0.1679"/>
              <dgm:constr type="h" for="ch" forName="Accent6" refType="h" fact="0.806"/>
              <dgm:constr type="l" for="ch" forName="ParentBackground6" refType="w" fact="0.6398"/>
              <dgm:constr type="t" for="ch" forName="ParentBackground6" refType="h" fact="0.1262"/>
              <dgm:constr type="w" for="ch" forName="ParentBackground6" refType="w" fact="0.1108"/>
              <dgm:constr type="h" for="ch" forName="ParentBackground6" refType="h" fact="0.5319"/>
              <dgm:constr type="l" for="ch" forName="Child6" refType="w" fact="0.6398"/>
              <dgm:constr type="t" for="ch" forName="Child6" refType="h" fact="0.6876"/>
              <dgm:constr type="w" for="ch" forName="Child6" refType="w" fact="0.1108"/>
              <dgm:constr type="h" for="ch" forName="Child6" refType="h" fact="0.3124"/>
              <dgm:constr type="l" for="ch" forName="Accent5" refType="w" fact="0.4885"/>
              <dgm:constr type="t" for="ch" forName="Accent5" refType="h" fact="-0.0109"/>
              <dgm:constr type="w" for="ch" forName="Accent5" refType="w" fact="0.1679"/>
              <dgm:constr type="h" for="ch" forName="Accent5" refType="h" fact="0.806"/>
              <dgm:constr type="l" for="ch" forName="ParentBackground5" refType="w" fact="0.5171"/>
              <dgm:constr type="t" for="ch" forName="ParentBackground5" refType="h" fact="0.1262"/>
              <dgm:constr type="w" for="ch" forName="ParentBackground5" refType="w" fact="0.1108"/>
              <dgm:constr type="h" for="ch" forName="ParentBackground5" refType="h" fact="0.5319"/>
              <dgm:constr type="l" for="ch" forName="Child5" refType="w" fact="0.5171"/>
              <dgm:constr type="t" for="ch" forName="Child5" refType="h" fact="0.6876"/>
              <dgm:constr type="w" for="ch" forName="Child5" refType="w" fact="0.1108"/>
              <dgm:constr type="h" for="ch" forName="Child5" refType="h" fact="0.3124"/>
              <dgm:constr type="l" for="ch" forName="Accent4" refType="w" fact="0.3658"/>
              <dgm:constr type="t" for="ch" forName="Accent4" refType="h" fact="-0.0109"/>
              <dgm:constr type="w" for="ch" forName="Accent4" refType="w" fact="0.1679"/>
              <dgm:constr type="h" for="ch" forName="Accent4" refType="h" fact="0.806"/>
              <dgm:constr type="l" for="ch" forName="ParentBackground4" refType="w" fact="0.3944"/>
              <dgm:constr type="t" for="ch" forName="ParentBackground4" refType="h" fact="0.1262"/>
              <dgm:constr type="w" for="ch" forName="ParentBackground4" refType="w" fact="0.1108"/>
              <dgm:constr type="h" for="ch" forName="ParentBackground4" refType="h" fact="0.5319"/>
              <dgm:constr type="l" for="ch" forName="Child4" refType="w" fact="0.3944"/>
              <dgm:constr type="t" for="ch" forName="Child4" refType="h" fact="0.6876"/>
              <dgm:constr type="w" for="ch" forName="Child4" refType="w" fact="0.1108"/>
              <dgm:constr type="h" for="ch" forName="Child4" refType="h" fact="0.3124"/>
              <dgm:constr type="l" for="ch" forName="Accent3" refType="w" fact="0.2431"/>
              <dgm:constr type="t" for="ch" forName="Accent3" refType="h" fact="-0.0109"/>
              <dgm:constr type="w" for="ch" forName="Accent3" refType="w" fact="0.1679"/>
              <dgm:constr type="h" for="ch" forName="Accent3" refType="h" fact="0.806"/>
              <dgm:constr type="l" for="ch" forName="ParentBackground3" refType="w" fact="0.2717"/>
              <dgm:constr type="t" for="ch" forName="ParentBackground3" refType="h" fact="0.1262"/>
              <dgm:constr type="w" for="ch" forName="ParentBackground3" refType="w" fact="0.1108"/>
              <dgm:constr type="h" for="ch" forName="ParentBackground3" refType="h" fact="0.5319"/>
              <dgm:constr type="l" for="ch" forName="Child3" refType="w" fact="0.2717"/>
              <dgm:constr type="t" for="ch" forName="Child3" refType="h" fact="0.6876"/>
              <dgm:constr type="w" for="ch" forName="Child3" refType="w" fact="0.1108"/>
              <dgm:constr type="h" for="ch" forName="Child3" refType="h" fact="0.3124"/>
              <dgm:constr type="l" for="ch" forName="Accent2" refType="w" fact="0.1204"/>
              <dgm:constr type="t" for="ch" forName="Accent2" refType="h" fact="-0.0109"/>
              <dgm:constr type="w" for="ch" forName="Accent2" refType="w" fact="0.1679"/>
              <dgm:constr type="h" for="ch" forName="Accent2" refType="h" fact="0.806"/>
              <dgm:constr type="l" for="ch" forName="ParentBackground2" refType="w" fact="0.149"/>
              <dgm:constr type="t" for="ch" forName="ParentBackground2" refType="h" fact="0.1262"/>
              <dgm:constr type="w" for="ch" forName="ParentBackground2" refType="w" fact="0.1108"/>
              <dgm:constr type="h" for="ch" forName="ParentBackground2" refType="h" fact="0.5319"/>
              <dgm:constr type="l" for="ch" forName="Child2" refType="w" fact="0.149"/>
              <dgm:constr type="t" for="ch" forName="Child2" refType="h" fact="0.6876"/>
              <dgm:constr type="w" for="ch" forName="Child2" refType="w" fact="0.1108"/>
              <dgm:constr type="h" for="ch" forName="Child2" refType="h" fact="0.3124"/>
              <dgm:constr type="l" for="ch" forName="Accent1" refType="w" fact="-0.0023"/>
              <dgm:constr type="t" for="ch" forName="Accent1" refType="h" fact="-0.0109"/>
              <dgm:constr type="w" for="ch" forName="Accent1" refType="w" fact="0.1679"/>
              <dgm:constr type="h" for="ch" forName="Accent1" refType="h" fact="0.806"/>
              <dgm:constr type="l" for="ch" forName="ParentBackground1" refType="w" fact="0.0263"/>
              <dgm:constr type="t" for="ch" forName="ParentBackground1" refType="h" fact="0.1262"/>
              <dgm:constr type="w" for="ch" forName="ParentBackground1" refType="w" fact="0.1108"/>
              <dgm:constr type="h" for="ch" forName="ParentBackground1" refType="h" fact="0.5319"/>
              <dgm:constr type="l" for="ch" forName="Child1" refType="w" fact="0.0263"/>
              <dgm:constr type="t" for="ch" forName="Child1" refType="h" fact="0.6876"/>
              <dgm:constr type="w" for="ch" forName="Child1" refType="w" fact="0.1108"/>
              <dgm:constr type="h" for="ch" forName="Child1" refType="h" fact="0.3124"/>
            </dgm:constrLst>
          </dgm:if>
          <dgm:if name="Name12"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l" for="ch" forName="Parent9" refType="w" fact="0.9119"/>
              <dgm:constr type="t" for="ch" forName="Parent9" refType="h" fact="0.2022"/>
              <dgm:constr type="w" for="ch" forName="Parent9" refType="w" fact="0.0705"/>
              <dgm:constr type="h" for="ch" forName="Parent9" refType="h" fact="0.3799"/>
              <dgm:constr type="l" for="ch" forName="Parent8" refType="w" fact="0.8026"/>
              <dgm:constr type="t" for="ch" forName="Parent8" refType="h" fact="0.2022"/>
              <dgm:constr type="w" for="ch" forName="Parent8" refType="w" fact="0.0705"/>
              <dgm:constr type="h" for="ch" forName="Parent8" refType="h" fact="0.3799"/>
              <dgm:constr type="l" for="ch" forName="Parent7" refType="w" fact="0.6933"/>
              <dgm:constr type="t" for="ch" forName="Parent7" refType="h" fact="0.2022"/>
              <dgm:constr type="w" for="ch" forName="Parent7" refType="w" fact="0.0705"/>
              <dgm:constr type="h" for="ch" forName="Parent7" refType="h" fact="0.3799"/>
              <dgm:constr type="l" for="ch" forName="Parent6" refType="w" fact="0.584"/>
              <dgm:constr type="t" for="ch" forName="Parent6" refType="h" fact="0.2022"/>
              <dgm:constr type="w" for="ch" forName="Parent6" refType="w" fact="0.0705"/>
              <dgm:constr type="h" for="ch" forName="Parent6" refType="h" fact="0.3799"/>
              <dgm:constr type="l" for="ch" forName="Parent5" refType="w" fact="0.4747"/>
              <dgm:constr type="t" for="ch" forName="Parent5" refType="h" fact="0.2022"/>
              <dgm:constr type="w" for="ch" forName="Parent5" refType="w" fact="0.0705"/>
              <dgm:constr type="h" for="ch" forName="Parent5" refType="h" fact="0.3799"/>
              <dgm:constr type="l" for="ch" forName="Parent4" refType="w" fact="0.3654"/>
              <dgm:constr type="t" for="ch" forName="Parent4" refType="h" fact="0.2022"/>
              <dgm:constr type="w" for="ch" forName="Parent4" refType="w" fact="0.0705"/>
              <dgm:constr type="h" for="ch" forName="Parent4" refType="h" fact="0.3799"/>
              <dgm:constr type="l" for="ch" forName="Parent3" refType="w" fact="0.2561"/>
              <dgm:constr type="t" for="ch" forName="Parent3" refType="h" fact="0.2022"/>
              <dgm:constr type="w" for="ch" forName="Parent3" refType="w" fact="0.0705"/>
              <dgm:constr type="h" for="ch" forName="Parent3" refType="h" fact="0.3799"/>
              <dgm:constr type="l" for="ch" forName="Parent2" refType="w" fact="0.1468"/>
              <dgm:constr type="t" for="ch" forName="Parent2" refType="h" fact="0.2022"/>
              <dgm:constr type="w" for="ch" forName="Parent2" refType="w" fact="0.0705"/>
              <dgm:constr type="h" for="ch" forName="Parent2" refType="h" fact="0.3799"/>
              <dgm:constr type="l" for="ch" forName="Parent1" refType="w" fact="0.0375"/>
              <dgm:constr type="t" for="ch" forName="Parent1" refType="h" fact="0.2022"/>
              <dgm:constr type="w" for="ch" forName="Parent1" refType="w" fact="0.0705"/>
              <dgm:constr type="h" for="ch" forName="Parent1" refType="h" fact="0.3799"/>
              <dgm:constr type="l" for="ch" forName="Accent9" refType="w" fact="0.8942"/>
              <dgm:constr type="t" for="ch" forName="Accent9" refType="h" fact="0.1072"/>
              <dgm:constr type="w" for="ch" forName="Accent9" refType="w" fact="0.1058"/>
              <dgm:constr type="h" for="ch" forName="Accent9" refType="h" fact="0.5699"/>
              <dgm:constr type="l" for="ch" forName="ParentBackground9" refType="w" fact="0.8978"/>
              <dgm:constr type="t" for="ch" forName="ParentBackground9" refType="h" fact="0.1262"/>
              <dgm:constr type="w" for="ch" forName="ParentBackground9" refType="w" fact="0.0987"/>
              <dgm:constr type="h" for="ch" forName="ParentBackground9" refType="h" fact="0.5319"/>
              <dgm:constr type="l" for="ch" forName="Child9" refType="w" fact="0.8978"/>
              <dgm:constr type="t" for="ch" forName="Child9" refType="h" fact="0.6876"/>
              <dgm:constr type="w" for="ch" forName="Child9" refType="w" fact="0.0987"/>
              <dgm:constr type="h" for="ch" forName="Child9" refType="h" fact="0.3124"/>
              <dgm:constr type="l" for="ch" forName="Accent8" refType="w" fact="0.763"/>
              <dgm:constr type="t" for="ch" forName="Accent8" refType="h" fact="-0.0109"/>
              <dgm:constr type="w" for="ch" forName="Accent8" refType="w" fact="0.1496"/>
              <dgm:constr type="h" for="ch" forName="Accent8" refType="h" fact="0.806"/>
              <dgm:constr type="l" for="ch" forName="ParentBackground8" refType="w" fact="0.7885"/>
              <dgm:constr type="t" for="ch" forName="ParentBackground8" refType="h" fact="0.1262"/>
              <dgm:constr type="w" for="ch" forName="ParentBackground8" refType="w" fact="0.0987"/>
              <dgm:constr type="h" for="ch" forName="ParentBackground8" refType="h" fact="0.5319"/>
              <dgm:constr type="l" for="ch" forName="Child8" refType="w" fact="0.7885"/>
              <dgm:constr type="t" for="ch" forName="Child8" refType="h" fact="0.6876"/>
              <dgm:constr type="w" for="ch" forName="Child8" refType="w" fact="0.0987"/>
              <dgm:constr type="h" for="ch" forName="Child8" refType="h" fact="0.3124"/>
              <dgm:constr type="l" for="ch" forName="Accent7" refType="w" fact="0.6538"/>
              <dgm:constr type="t" for="ch" forName="Accent7" refType="h" fact="-0.0109"/>
              <dgm:constr type="w" for="ch" forName="Accent7" refType="w" fact="0.1496"/>
              <dgm:constr type="h" for="ch" forName="Accent7" refType="h" fact="0.806"/>
              <dgm:constr type="l" for="ch" forName="ParentBackground7" refType="w" fact="0.6792"/>
              <dgm:constr type="t" for="ch" forName="ParentBackground7" refType="h" fact="0.1262"/>
              <dgm:constr type="w" for="ch" forName="ParentBackground7" refType="w" fact="0.0987"/>
              <dgm:constr type="h" for="ch" forName="ParentBackground7" refType="h" fact="0.5319"/>
              <dgm:constr type="l" for="ch" forName="Child7" refType="w" fact="0.6792"/>
              <dgm:constr type="t" for="ch" forName="Child7" refType="h" fact="0.6876"/>
              <dgm:constr type="w" for="ch" forName="Child7" refType="w" fact="0.0987"/>
              <dgm:constr type="h" for="ch" forName="Child7" refType="h" fact="0.3124"/>
              <dgm:constr type="l" for="ch" forName="Accent6" refType="w" fact="0.5445"/>
              <dgm:constr type="t" for="ch" forName="Accent6" refType="h" fact="-0.0109"/>
              <dgm:constr type="w" for="ch" forName="Accent6" refType="w" fact="0.1496"/>
              <dgm:constr type="h" for="ch" forName="Accent6" refType="h" fact="0.806"/>
              <dgm:constr type="l" for="ch" forName="ParentBackground6" refType="w" fact="0.5699"/>
              <dgm:constr type="t" for="ch" forName="ParentBackground6" refType="h" fact="0.1262"/>
              <dgm:constr type="w" for="ch" forName="ParentBackground6" refType="w" fact="0.0987"/>
              <dgm:constr type="h" for="ch" forName="ParentBackground6" refType="h" fact="0.5319"/>
              <dgm:constr type="l" for="ch" forName="Child6" refType="w" fact="0.5699"/>
              <dgm:constr type="t" for="ch" forName="Child6" refType="h" fact="0.6876"/>
              <dgm:constr type="w" for="ch" forName="Child6" refType="w" fact="0.0987"/>
              <dgm:constr type="h" for="ch" forName="Child6" refType="h" fact="0.3124"/>
              <dgm:constr type="l" for="ch" forName="Accent5" refType="w" fact="0.4352"/>
              <dgm:constr type="t" for="ch" forName="Accent5" refType="h" fact="-0.0109"/>
              <dgm:constr type="w" for="ch" forName="Accent5" refType="w" fact="0.1496"/>
              <dgm:constr type="h" for="ch" forName="Accent5" refType="h" fact="0.806"/>
              <dgm:constr type="l" for="ch" forName="ParentBackground5" refType="w" fact="0.4606"/>
              <dgm:constr type="t" for="ch" forName="ParentBackground5" refType="h" fact="0.1262"/>
              <dgm:constr type="w" for="ch" forName="ParentBackground5" refType="w" fact="0.0987"/>
              <dgm:constr type="h" for="ch" forName="ParentBackground5" refType="h" fact="0.5319"/>
              <dgm:constr type="l" for="ch" forName="Child5" refType="w" fact="0.4606"/>
              <dgm:constr type="t" for="ch" forName="Child5" refType="h" fact="0.6876"/>
              <dgm:constr type="w" for="ch" forName="Child5" refType="w" fact="0.0987"/>
              <dgm:constr type="h" for="ch" forName="Child5" refType="h" fact="0.3124"/>
              <dgm:constr type="l" for="ch" forName="Accent4" refType="w" fact="0.3259"/>
              <dgm:constr type="t" for="ch" forName="Accent4" refType="h" fact="-0.0109"/>
              <dgm:constr type="w" for="ch" forName="Accent4" refType="w" fact="0.1496"/>
              <dgm:constr type="h" for="ch" forName="Accent4" refType="h" fact="0.806"/>
              <dgm:constr type="l" for="ch" forName="ParentBackground4" refType="w" fact="0.3513"/>
              <dgm:constr type="t" for="ch" forName="ParentBackground4" refType="h" fact="0.1262"/>
              <dgm:constr type="w" for="ch" forName="ParentBackground4" refType="w" fact="0.0987"/>
              <dgm:constr type="h" for="ch" forName="ParentBackground4" refType="h" fact="0.5319"/>
              <dgm:constr type="l" for="ch" forName="Child4" refType="w" fact="0.3513"/>
              <dgm:constr type="t" for="ch" forName="Child4" refType="h" fact="0.6876"/>
              <dgm:constr type="w" for="ch" forName="Child4" refType="w" fact="0.0987"/>
              <dgm:constr type="h" for="ch" forName="Child4" refType="h" fact="0.3124"/>
              <dgm:constr type="l" for="ch" forName="Accent3" refType="w" fact="0.2166"/>
              <dgm:constr type="t" for="ch" forName="Accent3" refType="h" fact="-0.0109"/>
              <dgm:constr type="w" for="ch" forName="Accent3" refType="w" fact="0.1496"/>
              <dgm:constr type="h" for="ch" forName="Accent3" refType="h" fact="0.806"/>
              <dgm:constr type="l" for="ch" forName="ParentBackground3" refType="w" fact="0.242"/>
              <dgm:constr type="t" for="ch" forName="ParentBackground3" refType="h" fact="0.1262"/>
              <dgm:constr type="w" for="ch" forName="ParentBackground3" refType="w" fact="0.0987"/>
              <dgm:constr type="h" for="ch" forName="ParentBackground3" refType="h" fact="0.5319"/>
              <dgm:constr type="l" for="ch" forName="Child3" refType="w" fact="0.242"/>
              <dgm:constr type="t" for="ch" forName="Child3" refType="h" fact="0.6876"/>
              <dgm:constr type="w" for="ch" forName="Child3" refType="w" fact="0.0987"/>
              <dgm:constr type="h" for="ch" forName="Child3" refType="h" fact="0.3124"/>
              <dgm:constr type="l" for="ch" forName="Accent2" refType="w" fact="0.1073"/>
              <dgm:constr type="t" for="ch" forName="Accent2" refType="h" fact="-0.0109"/>
              <dgm:constr type="w" for="ch" forName="Accent2" refType="w" fact="0.1496"/>
              <dgm:constr type="h" for="ch" forName="Accent2" refType="h" fact="0.806"/>
              <dgm:constr type="l" for="ch" forName="ParentBackground2" refType="w" fact="0.1327"/>
              <dgm:constr type="t" for="ch" forName="ParentBackground2" refType="h" fact="0.1262"/>
              <dgm:constr type="w" for="ch" forName="ParentBackground2" refType="w" fact="0.0987"/>
              <dgm:constr type="h" for="ch" forName="ParentBackground2" refType="h" fact="0.5319"/>
              <dgm:constr type="l" for="ch" forName="Child2" refType="w" fact="0.1327"/>
              <dgm:constr type="t" for="ch" forName="Child2" refType="h" fact="0.6876"/>
              <dgm:constr type="w" for="ch" forName="Child2" refType="w" fact="0.0987"/>
              <dgm:constr type="h" for="ch" forName="Child2" refType="h" fact="0.3124"/>
              <dgm:constr type="l" for="ch" forName="Accent1" refType="w" fact="-0.002"/>
              <dgm:constr type="t" for="ch" forName="Accent1" refType="h" fact="-0.0109"/>
              <dgm:constr type="w" for="ch" forName="Accent1" refType="w" fact="0.1496"/>
              <dgm:constr type="h" for="ch" forName="Accent1" refType="h" fact="0.806"/>
              <dgm:constr type="l" for="ch" forName="ParentBackground1" refType="w" fact="0.0234"/>
              <dgm:constr type="t" for="ch" forName="ParentBackground1" refType="h" fact="0.1262"/>
              <dgm:constr type="w" for="ch" forName="ParentBackground1" refType="w" fact="0.0987"/>
              <dgm:constr type="h" for="ch" forName="ParentBackground1" refType="h" fact="0.5319"/>
              <dgm:constr type="l" for="ch" forName="Child1" refType="w" fact="0.0234"/>
              <dgm:constr type="t" for="ch" forName="Child1" refType="h" fact="0.6876"/>
              <dgm:constr type="w" for="ch" forName="Child1" refType="w" fact="0.0987"/>
              <dgm:constr type="h" for="ch" forName="Child1" refType="h" fact="0.3124"/>
            </dgm:constrLst>
          </dgm:if>
          <dgm:if name="Name13"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l" for="ch" forName="Parent10" refType="w" fact="0.9205"/>
              <dgm:constr type="t" for="ch" forName="Parent10" refType="h" fact="0.2022"/>
              <dgm:constr type="w" for="ch" forName="Parent10" refType="w" fact="0.0636"/>
              <dgm:constr type="h" for="ch" forName="Parent10" refType="h" fact="0.3799"/>
              <dgm:constr type="l" for="ch" forName="Parent9" refType="w" fact="0.822"/>
              <dgm:constr type="t" for="ch" forName="Parent9" refType="h" fact="0.2022"/>
              <dgm:constr type="w" for="ch" forName="Parent9" refType="w" fact="0.0636"/>
              <dgm:constr type="h" for="ch" forName="Parent9" refType="h" fact="0.3799"/>
              <dgm:constr type="l" for="ch" forName="Parent8" refType="w" fact="0.7235"/>
              <dgm:constr type="t" for="ch" forName="Parent8" refType="h" fact="0.2022"/>
              <dgm:constr type="w" for="ch" forName="Parent8" refType="w" fact="0.0636"/>
              <dgm:constr type="h" for="ch" forName="Parent8" refType="h" fact="0.3799"/>
              <dgm:constr type="l" for="ch" forName="Parent7" refType="w" fact="0.625"/>
              <dgm:constr type="t" for="ch" forName="Parent7" refType="h" fact="0.2022"/>
              <dgm:constr type="w" for="ch" forName="Parent7" refType="w" fact="0.0636"/>
              <dgm:constr type="h" for="ch" forName="Parent7" refType="h" fact="0.3799"/>
              <dgm:constr type="l" for="ch" forName="Parent6" refType="w" fact="0.5264"/>
              <dgm:constr type="t" for="ch" forName="Parent6" refType="h" fact="0.2022"/>
              <dgm:constr type="w" for="ch" forName="Parent6" refType="w" fact="0.0636"/>
              <dgm:constr type="h" for="ch" forName="Parent6" refType="h" fact="0.3799"/>
              <dgm:constr type="l" for="ch" forName="Parent5" refType="w" fact="0.4279"/>
              <dgm:constr type="t" for="ch" forName="Parent5" refType="h" fact="0.2022"/>
              <dgm:constr type="w" for="ch" forName="Parent5" refType="w" fact="0.0636"/>
              <dgm:constr type="h" for="ch" forName="Parent5" refType="h" fact="0.3799"/>
              <dgm:constr type="l" for="ch" forName="Parent4" refType="w" fact="0.3294"/>
              <dgm:constr type="t" for="ch" forName="Parent4" refType="h" fact="0.2022"/>
              <dgm:constr type="w" for="ch" forName="Parent4" refType="w" fact="0.0636"/>
              <dgm:constr type="h" for="ch" forName="Parent4" refType="h" fact="0.3799"/>
              <dgm:constr type="l" for="ch" forName="Parent3" refType="w" fact="0.2309"/>
              <dgm:constr type="t" for="ch" forName="Parent3" refType="h" fact="0.2022"/>
              <dgm:constr type="w" for="ch" forName="Parent3" refType="w" fact="0.0636"/>
              <dgm:constr type="h" for="ch" forName="Parent3" refType="h" fact="0.3799"/>
              <dgm:constr type="l" for="ch" forName="Parent2" refType="w" fact="0.1324"/>
              <dgm:constr type="t" for="ch" forName="Parent2" refType="h" fact="0.2022"/>
              <dgm:constr type="w" for="ch" forName="Parent2" refType="w" fact="0.0636"/>
              <dgm:constr type="h" for="ch" forName="Parent2" refType="h" fact="0.3799"/>
              <dgm:constr type="l" for="ch" forName="Parent1" refType="w" fact="0.0338"/>
              <dgm:constr type="t" for="ch" forName="Parent1" refType="h" fact="0.2022"/>
              <dgm:constr type="w" for="ch" forName="Parent1" refType="w" fact="0.0636"/>
              <dgm:constr type="h" for="ch" forName="Parent1" refType="h" fact="0.3799"/>
              <dgm:constr type="l" for="ch" forName="Accent10" refType="w" fact="0.9047"/>
              <dgm:constr type="t" for="ch" forName="Accent10" refType="h" fact="0.1072"/>
              <dgm:constr type="w" for="ch" forName="Accent10" refType="w" fact="0.0953"/>
              <dgm:constr type="h" for="ch" forName="Accent10" refType="h" fact="0.5699"/>
              <dgm:constr type="l" for="ch" forName="ParentBackground10" refType="w" fact="0.9078"/>
              <dgm:constr type="t" for="ch" forName="ParentBackground10" refType="h" fact="0.1262"/>
              <dgm:constr type="w" for="ch" forName="ParentBackground10" refType="w" fact="0.089"/>
              <dgm:constr type="h" for="ch" forName="ParentBackground10" refType="h" fact="0.5319"/>
              <dgm:constr type="l" for="ch" forName="Child10" refType="w" fact="0.9078"/>
              <dgm:constr type="t" for="ch" forName="Child10" refType="h" fact="0.6876"/>
              <dgm:constr type="w" for="ch" forName="Child10" refType="w" fact="0.089"/>
              <dgm:constr type="h" for="ch" forName="Child10" refType="h" fact="0.3124"/>
              <dgm:constr type="l" for="ch" forName="Accent9" refType="w" fact="0.7864"/>
              <dgm:constr type="t" for="ch" forName="Accent9" refType="h" fact="-0.0109"/>
              <dgm:constr type="w" for="ch" forName="Accent9" refType="w" fact="0.1348"/>
              <dgm:constr type="h" for="ch" forName="Accent9" refType="h" fact="0.806"/>
              <dgm:constr type="l" for="ch" forName="ParentBackground9" refType="w" fact="0.8093"/>
              <dgm:constr type="t" for="ch" forName="ParentBackground9" refType="h" fact="0.1262"/>
              <dgm:constr type="w" for="ch" forName="ParentBackground9" refType="w" fact="0.089"/>
              <dgm:constr type="h" for="ch" forName="ParentBackground9" refType="h" fact="0.5319"/>
              <dgm:constr type="l" for="ch" forName="Child9" refType="w" fact="0.8093"/>
              <dgm:constr type="t" for="ch" forName="Child9" refType="h" fact="0.6876"/>
              <dgm:constr type="w" for="ch" forName="Child9" refType="w" fact="0.089"/>
              <dgm:constr type="h" for="ch" forName="Child9" refType="h" fact="0.3124"/>
              <dgm:constr type="l" for="ch" forName="Accent8" refType="w" fact="0.6879"/>
              <dgm:constr type="t" for="ch" forName="Accent8" refType="h" fact="-0.0109"/>
              <dgm:constr type="w" for="ch" forName="Accent8" refType="w" fact="0.1348"/>
              <dgm:constr type="h" for="ch" forName="Accent8" refType="h" fact="0.806"/>
              <dgm:constr type="l" for="ch" forName="ParentBackground8" refType="w" fact="0.7108"/>
              <dgm:constr type="t" for="ch" forName="ParentBackground8" refType="h" fact="0.1262"/>
              <dgm:constr type="w" for="ch" forName="ParentBackground8" refType="w" fact="0.089"/>
              <dgm:constr type="h" for="ch" forName="ParentBackground8" refType="h" fact="0.5319"/>
              <dgm:constr type="l" for="ch" forName="Child8" refType="w" fact="0.7108"/>
              <dgm:constr type="t" for="ch" forName="Child8" refType="h" fact="0.6876"/>
              <dgm:constr type="w" for="ch" forName="Child8" refType="w" fact="0.089"/>
              <dgm:constr type="h" for="ch" forName="Child8" refType="h" fact="0.3124"/>
              <dgm:constr type="l" for="ch" forName="Accent7" refType="w" fact="0.5893"/>
              <dgm:constr type="t" for="ch" forName="Accent7" refType="h" fact="-0.0109"/>
              <dgm:constr type="w" for="ch" forName="Accent7" refType="w" fact="0.1348"/>
              <dgm:constr type="h" for="ch" forName="Accent7" refType="h" fact="0.806"/>
              <dgm:constr type="l" for="ch" forName="ParentBackground7" refType="w" fact="0.6123"/>
              <dgm:constr type="t" for="ch" forName="ParentBackground7" refType="h" fact="0.1262"/>
              <dgm:constr type="w" for="ch" forName="ParentBackground7" refType="w" fact="0.089"/>
              <dgm:constr type="h" for="ch" forName="ParentBackground7" refType="h" fact="0.5319"/>
              <dgm:constr type="l" for="ch" forName="Child7" refType="w" fact="0.6123"/>
              <dgm:constr type="t" for="ch" forName="Child7" refType="h" fact="0.6876"/>
              <dgm:constr type="w" for="ch" forName="Child7" refType="w" fact="0.089"/>
              <dgm:constr type="h" for="ch" forName="Child7" refType="h" fact="0.3124"/>
              <dgm:constr type="l" for="ch" forName="Accent6" refType="w" fact="0.4908"/>
              <dgm:constr type="t" for="ch" forName="Accent6" refType="h" fact="-0.0109"/>
              <dgm:constr type="w" for="ch" forName="Accent6" refType="w" fact="0.1348"/>
              <dgm:constr type="h" for="ch" forName="Accent6" refType="h" fact="0.806"/>
              <dgm:constr type="l" for="ch" forName="ParentBackground6" refType="w" fact="0.5137"/>
              <dgm:constr type="t" for="ch" forName="ParentBackground6" refType="h" fact="0.1262"/>
              <dgm:constr type="w" for="ch" forName="ParentBackground6" refType="w" fact="0.089"/>
              <dgm:constr type="h" for="ch" forName="ParentBackground6" refType="h" fact="0.5319"/>
              <dgm:constr type="l" for="ch" forName="Child6" refType="w" fact="0.5137"/>
              <dgm:constr type="t" for="ch" forName="Child6" refType="h" fact="0.6876"/>
              <dgm:constr type="w" for="ch" forName="Child6" refType="w" fact="0.089"/>
              <dgm:constr type="h" for="ch" forName="Child6" refType="h" fact="0.3124"/>
              <dgm:constr type="l" for="ch" forName="Accent5" refType="w" fact="0.3923"/>
              <dgm:constr type="t" for="ch" forName="Accent5" refType="h" fact="-0.0109"/>
              <dgm:constr type="w" for="ch" forName="Accent5" refType="w" fact="0.1348"/>
              <dgm:constr type="h" for="ch" forName="Accent5" refType="h" fact="0.806"/>
              <dgm:constr type="l" for="ch" forName="ParentBackground5" refType="w" fact="0.4152"/>
              <dgm:constr type="t" for="ch" forName="ParentBackground5" refType="h" fact="0.1262"/>
              <dgm:constr type="w" for="ch" forName="ParentBackground5" refType="w" fact="0.089"/>
              <dgm:constr type="h" for="ch" forName="ParentBackground5" refType="h" fact="0.5319"/>
              <dgm:constr type="l" for="ch" forName="Child5" refType="w" fact="0.4152"/>
              <dgm:constr type="t" for="ch" forName="Child5" refType="h" fact="0.6876"/>
              <dgm:constr type="w" for="ch" forName="Child5" refType="w" fact="0.089"/>
              <dgm:constr type="h" for="ch" forName="Child5" refType="h" fact="0.3124"/>
              <dgm:constr type="l" for="ch" forName="Accent4" refType="w" fact="0.2938"/>
              <dgm:constr type="t" for="ch" forName="Accent4" refType="h" fact="-0.0109"/>
              <dgm:constr type="w" for="ch" forName="Accent4" refType="w" fact="0.1348"/>
              <dgm:constr type="h" for="ch" forName="Accent4" refType="h" fact="0.806"/>
              <dgm:constr type="l" for="ch" forName="ParentBackground4" refType="w" fact="0.3167"/>
              <dgm:constr type="t" for="ch" forName="ParentBackground4" refType="h" fact="0.1262"/>
              <dgm:constr type="w" for="ch" forName="ParentBackground4" refType="w" fact="0.089"/>
              <dgm:constr type="h" for="ch" forName="ParentBackground4" refType="h" fact="0.5319"/>
              <dgm:constr type="l" for="ch" forName="Child4" refType="w" fact="0.3167"/>
              <dgm:constr type="t" for="ch" forName="Child4" refType="h" fact="0.6876"/>
              <dgm:constr type="w" for="ch" forName="Child4" refType="w" fact="0.089"/>
              <dgm:constr type="h" for="ch" forName="Child4" refType="h" fact="0.3124"/>
              <dgm:constr type="l" for="ch" forName="Accent3" refType="w" fact="0.1952"/>
              <dgm:constr type="t" for="ch" forName="Accent3" refType="h" fact="-0.0109"/>
              <dgm:constr type="w" for="ch" forName="Accent3" refType="w" fact="0.1348"/>
              <dgm:constr type="h" for="ch" forName="Accent3" refType="h" fact="0.806"/>
              <dgm:constr type="l" for="ch" forName="ParentBackground3" refType="w" fact="0.2182"/>
              <dgm:constr type="t" for="ch" forName="ParentBackground3" refType="h" fact="0.1262"/>
              <dgm:constr type="w" for="ch" forName="ParentBackground3" refType="w" fact="0.089"/>
              <dgm:constr type="h" for="ch" forName="ParentBackground3" refType="h" fact="0.5319"/>
              <dgm:constr type="l" for="ch" forName="Child3" refType="w" fact="0.2182"/>
              <dgm:constr type="t" for="ch" forName="Child3" refType="h" fact="0.6876"/>
              <dgm:constr type="w" for="ch" forName="Child3" refType="w" fact="0.089"/>
              <dgm:constr type="h" for="ch" forName="Child3" refType="h" fact="0.3124"/>
              <dgm:constr type="l" for="ch" forName="Accent2" refType="w" fact="0.0967"/>
              <dgm:constr type="t" for="ch" forName="Accent2" refType="h" fact="-0.0109"/>
              <dgm:constr type="w" for="ch" forName="Accent2" refType="w" fact="0.1348"/>
              <dgm:constr type="h" for="ch" forName="Accent2" refType="h" fact="0.806"/>
              <dgm:constr type="l" for="ch" forName="ParentBackground2" refType="w" fact="0.1196"/>
              <dgm:constr type="t" for="ch" forName="ParentBackground2" refType="h" fact="0.1262"/>
              <dgm:constr type="w" for="ch" forName="ParentBackground2" refType="w" fact="0.089"/>
              <dgm:constr type="h" for="ch" forName="ParentBackground2" refType="h" fact="0.5319"/>
              <dgm:constr type="l" for="ch" forName="Child2" refType="w" fact="0.1196"/>
              <dgm:constr type="t" for="ch" forName="Child2" refType="h" fact="0.6876"/>
              <dgm:constr type="w" for="ch" forName="Child2" refType="w" fact="0.089"/>
              <dgm:constr type="h" for="ch" forName="Child2" refType="h" fact="0.3124"/>
              <dgm:constr type="l" for="ch" forName="Accent1" refType="w" fact="-0.0018"/>
              <dgm:constr type="t" for="ch" forName="Accent1" refType="h" fact="-0.0109"/>
              <dgm:constr type="w" for="ch" forName="Accent1" refType="w" fact="0.1348"/>
              <dgm:constr type="h" for="ch" forName="Accent1" refType="h" fact="0.806"/>
              <dgm:constr type="l" for="ch" forName="ParentBackground1" refType="w" fact="0.0211"/>
              <dgm:constr type="t" for="ch" forName="ParentBackground1" refType="h" fact="0.1262"/>
              <dgm:constr type="w" for="ch" forName="ParentBackground1" refType="w" fact="0.089"/>
              <dgm:constr type="h" for="ch" forName="ParentBackground1" refType="h" fact="0.5319"/>
              <dgm:constr type="l" for="ch" forName="Child1" refType="w" fact="0.0211"/>
              <dgm:constr type="t" for="ch" forName="Child1" refType="h" fact="0.6876"/>
              <dgm:constr type="w" for="ch" forName="Child1" refType="w" fact="0.089"/>
              <dgm:constr type="h" for="ch" forName="Child1" refType="h" fact="0.3124"/>
            </dgm:constrLst>
          </dgm:if>
          <dgm:else name="Name14">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l" for="ch" forName="Parent11" refType="w" fact="0.9277"/>
              <dgm:constr type="t" for="ch" forName="Parent11" refType="h" fact="0.2022"/>
              <dgm:constr type="w" for="ch" forName="Parent11" refType="w" fact="0.0579"/>
              <dgm:constr type="h" for="ch" forName="Parent11" refType="h" fact="0.3799"/>
              <dgm:constr type="l" for="ch" forName="Parent10" refType="w" fact="0.838"/>
              <dgm:constr type="t" for="ch" forName="Parent10" refType="h" fact="0.2022"/>
              <dgm:constr type="w" for="ch" forName="Parent10" refType="w" fact="0.0579"/>
              <dgm:constr type="h" for="ch" forName="Parent10" refType="h" fact="0.3799"/>
              <dgm:constr type="l" for="ch" forName="Parent9" refType="w" fact="0.7483"/>
              <dgm:constr type="t" for="ch" forName="Parent9" refType="h" fact="0.2022"/>
              <dgm:constr type="w" for="ch" forName="Parent9" refType="w" fact="0.0579"/>
              <dgm:constr type="h" for="ch" forName="Parent9" refType="h" fact="0.3799"/>
              <dgm:constr type="l" for="ch" forName="Parent8" refType="w" fact="0.6586"/>
              <dgm:constr type="t" for="ch" forName="Parent8" refType="h" fact="0.2022"/>
              <dgm:constr type="w" for="ch" forName="Parent8" refType="w" fact="0.0579"/>
              <dgm:constr type="h" for="ch" forName="Parent8" refType="h" fact="0.3799"/>
              <dgm:constr type="l" for="ch" forName="Parent7" refType="w" fact="0.5689"/>
              <dgm:constr type="t" for="ch" forName="Parent7" refType="h" fact="0.2022"/>
              <dgm:constr type="w" for="ch" forName="Parent7" refType="w" fact="0.0579"/>
              <dgm:constr type="h" for="ch" forName="Parent7" refType="h" fact="0.3799"/>
              <dgm:constr type="l" for="ch" forName="Parent6" refType="w" fact="0.4792"/>
              <dgm:constr type="t" for="ch" forName="Parent6" refType="h" fact="0.2022"/>
              <dgm:constr type="w" for="ch" forName="Parent6" refType="w" fact="0.0579"/>
              <dgm:constr type="h" for="ch" forName="Parent6" refType="h" fact="0.3799"/>
              <dgm:constr type="l" for="ch" forName="Parent5" refType="w" fact="0.3895"/>
              <dgm:constr type="t" for="ch" forName="Parent5" refType="h" fact="0.2022"/>
              <dgm:constr type="w" for="ch" forName="Parent5" refType="w" fact="0.0579"/>
              <dgm:constr type="h" for="ch" forName="Parent5" refType="h" fact="0.3799"/>
              <dgm:constr type="l" for="ch" forName="Parent4" refType="w" fact="0.2999"/>
              <dgm:constr type="t" for="ch" forName="Parent4" refType="h" fact="0.2022"/>
              <dgm:constr type="w" for="ch" forName="Parent4" refType="w" fact="0.0579"/>
              <dgm:constr type="h" for="ch" forName="Parent4" refType="h" fact="0.3799"/>
              <dgm:constr type="l" for="ch" forName="Parent3" refType="w" fact="0.2102"/>
              <dgm:constr type="t" for="ch" forName="Parent3" refType="h" fact="0.2022"/>
              <dgm:constr type="w" for="ch" forName="Parent3" refType="w" fact="0.0579"/>
              <dgm:constr type="h" for="ch" forName="Parent3" refType="h" fact="0.3799"/>
              <dgm:constr type="l" for="ch" forName="Parent2" refType="w" fact="0.1205"/>
              <dgm:constr type="t" for="ch" forName="Parent2" refType="h" fact="0.2022"/>
              <dgm:constr type="w" for="ch" forName="Parent2" refType="w" fact="0.0579"/>
              <dgm:constr type="h" for="ch" forName="Parent2" refType="h" fact="0.3799"/>
              <dgm:constr type="l" for="ch" forName="Parent1" refType="w" fact="0.0308"/>
              <dgm:constr type="t" for="ch" forName="Parent1" refType="h" fact="0.2022"/>
              <dgm:constr type="w" for="ch" forName="Parent1" refType="w" fact="0.0579"/>
              <dgm:constr type="h" for="ch" forName="Parent1" refType="h" fact="0.3799"/>
              <dgm:constr type="l" for="ch" forName="Accent11" refType="w" fact="0.9132"/>
              <dgm:constr type="t" for="ch" forName="Accent11" refType="h" fact="0.1072"/>
              <dgm:constr type="w" for="ch" forName="Accent11" refType="w" fact="0.0868"/>
              <dgm:constr type="h" for="ch" forName="Accent11" refType="h" fact="0.5699"/>
              <dgm:constr type="l" for="ch" forName="ParentBackground11" refType="w" fact="0.9161"/>
              <dgm:constr type="t" for="ch" forName="ParentBackground11" refType="h" fact="0.1262"/>
              <dgm:constr type="w" for="ch" forName="ParentBackground11" refType="w" fact="0.081"/>
              <dgm:constr type="h" for="ch" forName="ParentBackground11" refType="h" fact="0.5319"/>
              <dgm:constr type="l" for="ch" forName="Child11" refType="w" fact="0.9161"/>
              <dgm:constr type="t" for="ch" forName="Child11" refType="h" fact="0.6876"/>
              <dgm:constr type="w" for="ch" forName="Child11" refType="w" fact="0.081"/>
              <dgm:constr type="h" for="ch" forName="Child11" refType="h" fact="0.3124"/>
              <dgm:constr type="l" for="ch" forName="Accent10" refType="w" fact="0.8055"/>
              <dgm:constr type="t" for="ch" forName="Accent10" refType="h" fact="-0.0109"/>
              <dgm:constr type="w" for="ch" forName="Accent10" refType="w" fact="0.1228"/>
              <dgm:constr type="h" for="ch" forName="Accent10" refType="h" fact="0.806"/>
              <dgm:constr type="l" for="ch" forName="ParentBackground10" refType="w" fact="0.8264"/>
              <dgm:constr type="t" for="ch" forName="ParentBackground10" refType="h" fact="0.1262"/>
              <dgm:constr type="w" for="ch" forName="ParentBackground10" refType="w" fact="0.081"/>
              <dgm:constr type="h" for="ch" forName="ParentBackground10" refType="h" fact="0.5319"/>
              <dgm:constr type="l" for="ch" forName="Child10" refType="w" fact="0.8264"/>
              <dgm:constr type="t" for="ch" forName="Child10" refType="h" fact="0.6876"/>
              <dgm:constr type="w" for="ch" forName="Child10" refType="w" fact="0.081"/>
              <dgm:constr type="h" for="ch" forName="Child10" refType="h" fact="0.3124"/>
              <dgm:constr type="l" for="ch" forName="Accent9" refType="w" fact="0.7158"/>
              <dgm:constr type="t" for="ch" forName="Accent9" refType="h" fact="-0.0109"/>
              <dgm:constr type="w" for="ch" forName="Accent9" refType="w" fact="0.1228"/>
              <dgm:constr type="h" for="ch" forName="Accent9" refType="h" fact="0.806"/>
              <dgm:constr type="l" for="ch" forName="ParentBackground9" refType="w" fact="0.7367"/>
              <dgm:constr type="t" for="ch" forName="ParentBackground9" refType="h" fact="0.1262"/>
              <dgm:constr type="w" for="ch" forName="ParentBackground9" refType="w" fact="0.081"/>
              <dgm:constr type="h" for="ch" forName="ParentBackground9" refType="h" fact="0.5319"/>
              <dgm:constr type="l" for="ch" forName="Child9" refType="w" fact="0.7367"/>
              <dgm:constr type="t" for="ch" forName="Child9" refType="h" fact="0.6876"/>
              <dgm:constr type="w" for="ch" forName="Child9" refType="w" fact="0.081"/>
              <dgm:constr type="h" for="ch" forName="Child9" refType="h" fact="0.3124"/>
              <dgm:constr type="l" for="ch" forName="Accent8" refType="w" fact="0.6261"/>
              <dgm:constr type="t" for="ch" forName="Accent8" refType="h" fact="-0.0109"/>
              <dgm:constr type="w" for="ch" forName="Accent8" refType="w" fact="0.1228"/>
              <dgm:constr type="h" for="ch" forName="Accent8" refType="h" fact="0.806"/>
              <dgm:constr type="l" for="ch" forName="ParentBackground8" refType="w" fact="0.647"/>
              <dgm:constr type="t" for="ch" forName="ParentBackground8" refType="h" fact="0.1262"/>
              <dgm:constr type="w" for="ch" forName="ParentBackground8" refType="w" fact="0.081"/>
              <dgm:constr type="h" for="ch" forName="ParentBackground8" refType="h" fact="0.5319"/>
              <dgm:constr type="l" for="ch" forName="Child8" refType="w" fact="0.647"/>
              <dgm:constr type="t" for="ch" forName="Child8" refType="h" fact="0.6876"/>
              <dgm:constr type="w" for="ch" forName="Child8" refType="w" fact="0.081"/>
              <dgm:constr type="h" for="ch" forName="Child8" refType="h" fact="0.3124"/>
              <dgm:constr type="l" for="ch" forName="Accent7" refType="w" fact="0.5364"/>
              <dgm:constr type="t" for="ch" forName="Accent7" refType="h" fact="-0.0109"/>
              <dgm:constr type="w" for="ch" forName="Accent7" refType="w" fact="0.1228"/>
              <dgm:constr type="h" for="ch" forName="Accent7" refType="h" fact="0.806"/>
              <dgm:constr type="l" for="ch" forName="ParentBackground7" refType="w" fact="0.5573"/>
              <dgm:constr type="t" for="ch" forName="ParentBackground7" refType="h" fact="0.1262"/>
              <dgm:constr type="w" for="ch" forName="ParentBackground7" refType="w" fact="0.081"/>
              <dgm:constr type="h" for="ch" forName="ParentBackground7" refType="h" fact="0.5319"/>
              <dgm:constr type="l" for="ch" forName="Child7" refType="w" fact="0.5573"/>
              <dgm:constr type="t" for="ch" forName="Child7" refType="h" fact="0.6876"/>
              <dgm:constr type="w" for="ch" forName="Child7" refType="w" fact="0.081"/>
              <dgm:constr type="h" for="ch" forName="Child7" refType="h" fact="0.3124"/>
              <dgm:constr type="l" for="ch" forName="Accent6" refType="w" fact="0.4467"/>
              <dgm:constr type="t" for="ch" forName="Accent6" refType="h" fact="-0.0109"/>
              <dgm:constr type="w" for="ch" forName="Accent6" refType="w" fact="0.1228"/>
              <dgm:constr type="h" for="ch" forName="Accent6" refType="h" fact="0.806"/>
              <dgm:constr type="l" for="ch" forName="ParentBackground6" refType="w" fact="0.4677"/>
              <dgm:constr type="t" for="ch" forName="ParentBackground6" refType="h" fact="0.1262"/>
              <dgm:constr type="w" for="ch" forName="ParentBackground6" refType="w" fact="0.081"/>
              <dgm:constr type="h" for="ch" forName="ParentBackground6" refType="h" fact="0.5319"/>
              <dgm:constr type="l" for="ch" forName="Child6" refType="w" fact="0.4677"/>
              <dgm:constr type="t" for="ch" forName="Child6" refType="h" fact="0.6876"/>
              <dgm:constr type="w" for="ch" forName="Child6" refType="w" fact="0.081"/>
              <dgm:constr type="h" for="ch" forName="Child6" refType="h" fact="0.3124"/>
              <dgm:constr type="l" for="ch" forName="Accent5" refType="w" fact="0.3571"/>
              <dgm:constr type="t" for="ch" forName="Accent5" refType="h" fact="-0.0109"/>
              <dgm:constr type="w" for="ch" forName="Accent5" refType="w" fact="0.1228"/>
              <dgm:constr type="h" for="ch" forName="Accent5" refType="h" fact="0.806"/>
              <dgm:constr type="l" for="ch" forName="ParentBackground5" refType="w" fact="0.378"/>
              <dgm:constr type="t" for="ch" forName="ParentBackground5" refType="h" fact="0.1262"/>
              <dgm:constr type="w" for="ch" forName="ParentBackground5" refType="w" fact="0.081"/>
              <dgm:constr type="h" for="ch" forName="ParentBackground5" refType="h" fact="0.5319"/>
              <dgm:constr type="l" for="ch" forName="Child5" refType="w" fact="0.378"/>
              <dgm:constr type="t" for="ch" forName="Child5" refType="h" fact="0.6876"/>
              <dgm:constr type="w" for="ch" forName="Child5" refType="w" fact="0.081"/>
              <dgm:constr type="h" for="ch" forName="Child5" refType="h" fact="0.3124"/>
              <dgm:constr type="l" for="ch" forName="Accent4" refType="w" fact="0.2674"/>
              <dgm:constr type="t" for="ch" forName="Accent4" refType="h" fact="-0.0109"/>
              <dgm:constr type="w" for="ch" forName="Accent4" refType="w" fact="0.1228"/>
              <dgm:constr type="h" for="ch" forName="Accent4" refType="h" fact="0.806"/>
              <dgm:constr type="l" for="ch" forName="ParentBackground4" refType="w" fact="0.2883"/>
              <dgm:constr type="t" for="ch" forName="ParentBackground4" refType="h" fact="0.1262"/>
              <dgm:constr type="w" for="ch" forName="ParentBackground4" refType="w" fact="0.081"/>
              <dgm:constr type="h" for="ch" forName="ParentBackground4" refType="h" fact="0.5319"/>
              <dgm:constr type="l" for="ch" forName="Child4" refType="w" fact="0.2883"/>
              <dgm:constr type="t" for="ch" forName="Child4" refType="h" fact="0.6876"/>
              <dgm:constr type="w" for="ch" forName="Child4" refType="w" fact="0.081"/>
              <dgm:constr type="h" for="ch" forName="Child4" refType="h" fact="0.3124"/>
              <dgm:constr type="l" for="ch" forName="Accent3" refType="w" fact="0.1777"/>
              <dgm:constr type="t" for="ch" forName="Accent3" refType="h" fact="-0.0109"/>
              <dgm:constr type="w" for="ch" forName="Accent3" refType="w" fact="0.1228"/>
              <dgm:constr type="h" for="ch" forName="Accent3" refType="h" fact="0.806"/>
              <dgm:constr type="l" for="ch" forName="ParentBackground3" refType="w" fact="0.1986"/>
              <dgm:constr type="t" for="ch" forName="ParentBackground3" refType="h" fact="0.1262"/>
              <dgm:constr type="w" for="ch" forName="ParentBackground3" refType="w" fact="0.081"/>
              <dgm:constr type="h" for="ch" forName="ParentBackground3" refType="h" fact="0.5319"/>
              <dgm:constr type="l" for="ch" forName="Child3" refType="w" fact="0.1986"/>
              <dgm:constr type="t" for="ch" forName="Child3" refType="h" fact="0.6876"/>
              <dgm:constr type="w" for="ch" forName="Child3" refType="w" fact="0.081"/>
              <dgm:constr type="h" for="ch" forName="Child3" refType="h" fact="0.3124"/>
              <dgm:constr type="l" for="ch" forName="Accent2" refType="w" fact="0.088"/>
              <dgm:constr type="t" for="ch" forName="Accent2" refType="h" fact="-0.0109"/>
              <dgm:constr type="w" for="ch" forName="Accent2" refType="w" fact="0.1228"/>
              <dgm:constr type="h" for="ch" forName="Accent2" refType="h" fact="0.806"/>
              <dgm:constr type="l" for="ch" forName="ParentBackground2" refType="w" fact="0.1089"/>
              <dgm:constr type="t" for="ch" forName="ParentBackground2" refType="h" fact="0.1262"/>
              <dgm:constr type="w" for="ch" forName="ParentBackground2" refType="w" fact="0.081"/>
              <dgm:constr type="h" for="ch" forName="ParentBackground2" refType="h" fact="0.5319"/>
              <dgm:constr type="l" for="ch" forName="Child2" refType="w" fact="0.1089"/>
              <dgm:constr type="t" for="ch" forName="Child2" refType="h" fact="0.6876"/>
              <dgm:constr type="w" for="ch" forName="Child2" refType="w" fact="0.081"/>
              <dgm:constr type="h" for="ch" forName="Child2" refType="h" fact="0.3124"/>
              <dgm:constr type="l" for="ch" forName="Accent1" refType="w" fact="-0.0017"/>
              <dgm:constr type="t" for="ch" forName="Accent1" refType="h" fact="-0.0109"/>
              <dgm:constr type="w" for="ch" forName="Accent1" refType="w" fact="0.1228"/>
              <dgm:constr type="h" for="ch" forName="Accent1" refType="h" fact="0.806"/>
              <dgm:constr type="l" for="ch" forName="ParentBackground1" refType="w" fact="0.0192"/>
              <dgm:constr type="t" for="ch" forName="ParentBackground1" refType="h" fact="0.1262"/>
              <dgm:constr type="w" for="ch" forName="ParentBackground1" refType="w" fact="0.081"/>
              <dgm:constr type="h" for="ch" forName="ParentBackground1" refType="h" fact="0.5319"/>
              <dgm:constr type="l" for="ch" forName="Child1" refType="w" fact="0.0192"/>
              <dgm:constr type="t" for="ch" forName="Child1" refType="h" fact="0.6876"/>
              <dgm:constr type="w" for="ch" forName="Child1" refType="w" fact="0.081"/>
              <dgm:constr type="h" for="ch" forName="Child1" refType="h" fact="0.3124"/>
            </dgm:constrLst>
          </dgm:else>
        </dgm:choose>
      </dgm:if>
      <dgm:else name="Name15">
        <dgm:choose name="Name16">
          <dgm:if name="Name17"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18"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r" for="ch" forName="Parent2" refType="w" fact="0.3751"/>
              <dgm:constr type="t" for="ch" forName="Parent2" refType="h" fact="0.2022"/>
              <dgm:constr type="w" for="ch" forName="Parent2" refType="w" fact="0.3001"/>
              <dgm:constr type="h" for="ch" forName="Parent2" refType="h" fact="0.3799"/>
              <dgm:constr type="r" for="ch" forName="Parent1" refType="w" fact="0.8403"/>
              <dgm:constr type="t" for="ch" forName="Parent1" refType="h" fact="0.2022"/>
              <dgm:constr type="w" for="ch" forName="Parent1" refType="w" fact="0.3001"/>
              <dgm:constr type="h" for="ch" forName="Parent1" refType="h" fact="0.3799"/>
              <dgm:constr type="r" for="ch" forName="Accent2" refType="w" fact="0.4502"/>
              <dgm:constr type="t" for="ch" forName="Accent2" refType="h" fact="0.1072"/>
              <dgm:constr type="w" for="ch" forName="Accent2" refType="w" fact="0.4502"/>
              <dgm:constr type="h" for="ch" forName="Accent2" refType="h" fact="0.5699"/>
              <dgm:constr type="r" for="ch" forName="ParentBackground2" refType="w" fact="0.4352"/>
              <dgm:constr type="t" for="ch" forName="ParentBackground2" refType="h" fact="0.1262"/>
              <dgm:constr type="w" for="ch" forName="ParentBackground2" refType="w" fact="0.4201"/>
              <dgm:constr type="h" for="ch" forName="ParentBackground2" refType="h" fact="0.5319"/>
              <dgm:constr type="r" for="ch" forName="Child2" refType="w" fact="0.4352"/>
              <dgm:constr type="t" for="ch" forName="Child2" refType="h" fact="0.6876"/>
              <dgm:constr type="w" for="ch" forName="Child2" refType="w" fact="0.4201"/>
              <dgm:constr type="h" for="ch" forName="Child2" refType="h" fact="0.3124"/>
              <dgm:constr type="r" for="ch" forName="Accent1" refType="w" fact="1.0086"/>
              <dgm:constr type="t" for="ch" forName="Accent1" refType="h" fact="-0.0109"/>
              <dgm:constr type="w" for="ch" forName="Accent1" refType="w" fact="0.6367"/>
              <dgm:constr type="h" for="ch" forName="Accent1" refType="h" fact="0.806"/>
              <dgm:constr type="r" for="ch" forName="ParentBackground1" refType="w" fact="0.9003"/>
              <dgm:constr type="t" for="ch" forName="ParentBackground1" refType="h" fact="0.1262"/>
              <dgm:constr type="w" for="ch" forName="ParentBackground1" refType="w" fact="0.4201"/>
              <dgm:constr type="h" for="ch" forName="ParentBackground1" refType="h" fact="0.5319"/>
              <dgm:constr type="r" for="ch" forName="Child1" refType="w" fact="0.9003"/>
              <dgm:constr type="t" for="ch" forName="Child1" refType="h" fact="0.6876"/>
              <dgm:constr type="w" for="ch" forName="Child1" refType="w" fact="0.4201"/>
              <dgm:constr type="h" for="ch" forName="Child1" refType="h" fact="0.3124"/>
            </dgm:constrLst>
          </dgm:if>
          <dgm:if name="Name19"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r" for="ch" forName="Parent3" refType="w" fact="0.256"/>
              <dgm:constr type="t" for="ch" forName="Parent3" refType="h" fact="0.2022"/>
              <dgm:constr type="w" for="ch" forName="Parent3" refType="w" fact="0.2048"/>
              <dgm:constr type="h" for="ch" forName="Parent3" refType="h" fact="0.3799"/>
              <dgm:constr type="r" for="ch" forName="Parent2" refType="w" fact="0.5735"/>
              <dgm:constr type="t" for="ch" forName="Parent2" refType="h" fact="0.2022"/>
              <dgm:constr type="w" for="ch" forName="Parent2" refType="w" fact="0.2048"/>
              <dgm:constr type="h" for="ch" forName="Parent2" refType="h" fact="0.3799"/>
              <dgm:constr type="r" for="ch" forName="Parent1" refType="w" fact="0.891"/>
              <dgm:constr type="t" for="ch" forName="Parent1" refType="h" fact="0.2022"/>
              <dgm:constr type="w" for="ch" forName="Parent1" refType="w" fact="0.2048"/>
              <dgm:constr type="h" for="ch" forName="Parent1" refType="h" fact="0.3799"/>
              <dgm:constr type="r" for="ch" forName="Accent3" refType="w" fact="0.3072"/>
              <dgm:constr type="t" for="ch" forName="Accent3" refType="h" fact="0.1072"/>
              <dgm:constr type="w" for="ch" forName="Accent3" refType="w" fact="0.3072"/>
              <dgm:constr type="h" for="ch" forName="Accent3" refType="h" fact="0.5699"/>
              <dgm:constr type="r" for="ch" forName="ParentBackground3" refType="w" fact="0.297"/>
              <dgm:constr type="t" for="ch" forName="ParentBackground3" refType="h" fact="0.1262"/>
              <dgm:constr type="w" for="ch" forName="ParentBackground3" refType="w" fact="0.2868"/>
              <dgm:constr type="h" for="ch" forName="ParentBackground3" refType="h" fact="0.5319"/>
              <dgm:constr type="r" for="ch" forName="Child3" refType="w" fact="0.297"/>
              <dgm:constr type="t" for="ch" forName="Child3" refType="h" fact="0.6876"/>
              <dgm:constr type="w" for="ch" forName="Child3" refType="w" fact="0.2868"/>
              <dgm:constr type="h" for="ch" forName="Child3" refType="h" fact="0.3124"/>
              <dgm:constr type="r" for="ch" forName="Accent2" refType="w" fact="0.6878"/>
              <dgm:constr type="t" for="ch" forName="Accent2" refType="h" fact="-0.0109"/>
              <dgm:constr type="w" for="ch" forName="Accent2" refType="w" fact="0.4334"/>
              <dgm:constr type="h" for="ch" forName="Accent2" refType="h" fact="0.806"/>
              <dgm:constr type="r" for="ch" forName="ParentBackground2" refType="w" fact="0.6145"/>
              <dgm:constr type="t" for="ch" forName="ParentBackground2" refType="h" fact="0.1262"/>
              <dgm:constr type="w" for="ch" forName="ParentBackground2" refType="w" fact="0.2868"/>
              <dgm:constr type="h" for="ch" forName="ParentBackground2" refType="h" fact="0.5319"/>
              <dgm:constr type="r" for="ch" forName="Child2" refType="w" fact="0.6145"/>
              <dgm:constr type="t" for="ch" forName="Child2" refType="h" fact="0.6876"/>
              <dgm:constr type="w" for="ch" forName="Child2" refType="w" fact="0.2868"/>
              <dgm:constr type="h" for="ch" forName="Child2" refType="h" fact="0.3124"/>
              <dgm:constr type="r" for="ch" forName="Accent1" refType="w" fact="1.0053"/>
              <dgm:constr type="t" for="ch" forName="Accent1" refType="h" fact="-0.0109"/>
              <dgm:constr type="w" for="ch" forName="Accent1" refType="w" fact="0.4334"/>
              <dgm:constr type="h" for="ch" forName="Accent1" refType="h" fact="0.806"/>
              <dgm:constr type="r" for="ch" forName="ParentBackground1" refType="w" fact="0.932"/>
              <dgm:constr type="t" for="ch" forName="ParentBackground1" refType="h" fact="0.1262"/>
              <dgm:constr type="w" for="ch" forName="ParentBackground1" refType="w" fact="0.2868"/>
              <dgm:constr type="h" for="ch" forName="ParentBackground1" refType="h" fact="0.5319"/>
              <dgm:constr type="r" for="ch" forName="Child1" refType="w" fact="0.932"/>
              <dgm:constr type="t" for="ch" forName="Child1" refType="h" fact="0.6876"/>
              <dgm:constr type="w" for="ch" forName="Child1" refType="w" fact="0.2868"/>
              <dgm:constr type="h" for="ch" forName="Child1" refType="h" fact="0.3124"/>
            </dgm:constrLst>
          </dgm:if>
          <dgm:if name="Name20"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Parent4" refType="w" fact="0.1943"/>
              <dgm:constr type="t" for="ch" forName="Parent4" refType="h" fact="0.2022"/>
              <dgm:constr type="w" for="ch" forName="Parent4" refType="w" fact="0.1555"/>
              <dgm:constr type="h" for="ch" forName="Parent4" refType="h" fact="0.3799"/>
              <dgm:constr type="r" for="ch" forName="Parent3" refType="w" fact="0.4353"/>
              <dgm:constr type="t" for="ch" forName="Parent3" refType="h" fact="0.2022"/>
              <dgm:constr type="w" for="ch" forName="Parent3" refType="w" fact="0.1555"/>
              <dgm:constr type="h" for="ch" forName="Parent3" refType="h" fact="0.3799"/>
              <dgm:constr type="r" for="ch" forName="Parent2" refType="w" fact="0.6763"/>
              <dgm:constr type="t" for="ch" forName="Parent2" refType="h" fact="0.2022"/>
              <dgm:constr type="w" for="ch" forName="Parent2" refType="w" fact="0.1555"/>
              <dgm:constr type="h" for="ch" forName="Parent2" refType="h" fact="0.3799"/>
              <dgm:constr type="r" for="ch" forName="Parent1" refType="w" fact="0.9173"/>
              <dgm:constr type="t" for="ch" forName="Parent1" refType="h" fact="0.2022"/>
              <dgm:constr type="w" for="ch" forName="Parent1" refType="w" fact="0.1555"/>
              <dgm:constr type="h" for="ch" forName="Parent1" refType="h" fact="0.3799"/>
              <dgm:constr type="r" for="ch" forName="Accent4" refType="w" fact="0.2332"/>
              <dgm:constr type="t" for="ch" forName="Accent4" refType="h" fact="0.1072"/>
              <dgm:constr type="w" for="ch" forName="Accent4" refType="w" fact="0.2332"/>
              <dgm:constr type="h" for="ch" forName="Accent4" refType="h" fact="0.5699"/>
              <dgm:constr type="r" for="ch" forName="ParentBackground4" refType="w" fact="0.2254"/>
              <dgm:constr type="t" for="ch" forName="ParentBackground4" refType="h" fact="0.1262"/>
              <dgm:constr type="w" for="ch" forName="ParentBackground4" refType="w" fact="0.2177"/>
              <dgm:constr type="h" for="ch" forName="ParentBackground4" refType="h" fact="0.5319"/>
              <dgm:constr type="r" for="ch" forName="Child4" refType="w" fact="0.2254"/>
              <dgm:constr type="t" for="ch" forName="Child4" refType="h" fact="0.6876"/>
              <dgm:constr type="w" for="ch" forName="Child4" refType="w" fact="0.2177"/>
              <dgm:constr type="h" for="ch" forName="Child4" refType="h" fact="0.3124"/>
              <dgm:constr type="r" for="ch" forName="Accent3" refType="w" fact="0.5235"/>
              <dgm:constr type="t" for="ch" forName="Accent3" refType="h" fact="-0.0109"/>
              <dgm:constr type="w" for="ch" forName="Accent3" refType="w" fact="0.3298"/>
              <dgm:constr type="h" for="ch" forName="Accent3" refType="h" fact="0.806"/>
              <dgm:constr type="r" for="ch" forName="ParentBackground3" refType="w" fact="0.4664"/>
              <dgm:constr type="t" for="ch" forName="ParentBackground3" refType="h" fact="0.1262"/>
              <dgm:constr type="w" for="ch" forName="ParentBackground3" refType="w" fact="0.2177"/>
              <dgm:constr type="h" for="ch" forName="ParentBackground3" refType="h" fact="0.5319"/>
              <dgm:constr type="r" for="ch" forName="Child3" refType="w" fact="0.4664"/>
              <dgm:constr type="t" for="ch" forName="Child3" refType="h" fact="0.6876"/>
              <dgm:constr type="w" for="ch" forName="Child3" refType="w" fact="0.2177"/>
              <dgm:constr type="h" for="ch" forName="Child3" refType="h" fact="0.3124"/>
              <dgm:constr type="r" for="ch" forName="Accent2" refType="w" fact="0.7635"/>
              <dgm:constr type="t" for="ch" forName="Accent2" refType="h" fact="-0.0109"/>
              <dgm:constr type="w" for="ch" forName="Accent2" refType="w" fact="0.3298"/>
              <dgm:constr type="h" for="ch" forName="Accent2" refType="h" fact="0.806"/>
              <dgm:constr type="r" for="ch" forName="ParentBackground2" refType="w" fact="0.7074"/>
              <dgm:constr type="t" for="ch" forName="ParentBackground2" refType="h" fact="0.1262"/>
              <dgm:constr type="w" for="ch" forName="ParentBackground2" refType="w" fact="0.2177"/>
              <dgm:constr type="h" for="ch" forName="ParentBackground2" refType="h" fact="0.5319"/>
              <dgm:constr type="r" for="ch" forName="Child2" refType="w" fact="0.7074"/>
              <dgm:constr type="t" for="ch" forName="Child2" refType="h" fact="0.6876"/>
              <dgm:constr type="w" for="ch" forName="Child2" refType="w" fact="0.2177"/>
              <dgm:constr type="h" for="ch" forName="Child2" refType="h" fact="0.3124"/>
              <dgm:constr type="r" for="ch" forName="Accent1" refType="w" fact="1.0045"/>
              <dgm:constr type="t" for="ch" forName="Accent1" refType="h" fact="-0.0109"/>
              <dgm:constr type="w" for="ch" forName="Accent1" refType="w" fact="0.3298"/>
              <dgm:constr type="h" for="ch" forName="Accent1" refType="h" fact="0.806"/>
              <dgm:constr type="r" for="ch" forName="ParentBackground1" refType="w" fact="0.9484"/>
              <dgm:constr type="t" for="ch" forName="ParentBackground1" refType="h" fact="0.1262"/>
              <dgm:constr type="w" for="ch" forName="ParentBackground1" refType="w" fact="0.2177"/>
              <dgm:constr type="h" for="ch" forName="ParentBackground1" refType="h" fact="0.5319"/>
              <dgm:constr type="r" for="ch" forName="Child1" refType="w" fact="0.9484"/>
              <dgm:constr type="t" for="ch" forName="Child1" refType="h" fact="0.6876"/>
              <dgm:constr type="w" for="ch" forName="Child1" refType="w" fact="0.2177"/>
              <dgm:constr type="h" for="ch" forName="Child1" refType="h" fact="0.3124"/>
            </dgm:constrLst>
          </dgm:if>
          <dgm:if name="Name21"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Parent5" refType="w" fact="0.1566"/>
              <dgm:constr type="t" for="ch" forName="Parent5" refType="h" fact="0.2022"/>
              <dgm:constr type="w" for="ch" forName="Parent5" refType="w" fact="0.1253"/>
              <dgm:constr type="h" for="ch" forName="Parent5" refType="h" fact="0.3799"/>
              <dgm:constr type="r" for="ch" forName="Parent4" refType="w" fact="0.3508"/>
              <dgm:constr type="t" for="ch" forName="Parent4" refType="h" fact="0.2022"/>
              <dgm:constr type="w" for="ch" forName="Parent4" refType="w" fact="0.1253"/>
              <dgm:constr type="h" for="ch" forName="Parent4" refType="h" fact="0.3799"/>
              <dgm:constr type="r" for="ch" forName="Parent3" refType="w" fact="0.545"/>
              <dgm:constr type="t" for="ch" forName="Parent3" refType="h" fact="0.2022"/>
              <dgm:constr type="w" for="ch" forName="Parent3" refType="w" fact="0.1253"/>
              <dgm:constr type="h" for="ch" forName="Parent3" refType="h" fact="0.3799"/>
              <dgm:constr type="r" for="ch" forName="Parent2" refType="w" fact="0.7391"/>
              <dgm:constr type="t" for="ch" forName="Parent2" refType="h" fact="0.2022"/>
              <dgm:constr type="w" for="ch" forName="Parent2" refType="w" fact="0.1253"/>
              <dgm:constr type="h" for="ch" forName="Parent2" refType="h" fact="0.3799"/>
              <dgm:constr type="r" for="ch" forName="Parent1" refType="w" fact="0.9333"/>
              <dgm:constr type="t" for="ch" forName="Parent1" refType="h" fact="0.2022"/>
              <dgm:constr type="w" for="ch" forName="Parent1" refType="w" fact="0.1253"/>
              <dgm:constr type="h" for="ch" forName="Parent1" refType="h" fact="0.3799"/>
              <dgm:constr type="r" for="ch" forName="Accent5" refType="w" fact="0.1879"/>
              <dgm:constr type="t" for="ch" forName="Accent5" refType="h" fact="0.1072"/>
              <dgm:constr type="w" for="ch" forName="Accent5" refType="w" fact="0.1879"/>
              <dgm:constr type="h" for="ch" forName="Accent5" refType="h" fact="0.5699"/>
              <dgm:constr type="r" for="ch" forName="ParentBackground5" refType="w" fact="0.1817"/>
              <dgm:constr type="t" for="ch" forName="ParentBackground5" refType="h" fact="0.1262"/>
              <dgm:constr type="w" for="ch" forName="ParentBackground5" refType="w" fact="0.1754"/>
              <dgm:constr type="h" for="ch" forName="ParentBackground5" refType="h" fact="0.5319"/>
              <dgm:constr type="r" for="ch" forName="Child5" refType="w" fact="0.1817"/>
              <dgm:constr type="t" for="ch" forName="Child5" refType="h" fact="0.6876"/>
              <dgm:constr type="w" for="ch" forName="Child5" refType="w" fact="0.1754"/>
              <dgm:constr type="h" for="ch" forName="Child5" refType="h" fact="0.3124"/>
              <dgm:constr type="r" for="ch" forName="Accent4" refType="w" fact="0.4211"/>
              <dgm:constr type="t" for="ch" forName="Accent4" refType="h" fact="-0.0109"/>
              <dgm:constr type="w" for="ch" forName="Accent4" refType="w" fact="0.2657"/>
              <dgm:constr type="h" for="ch" forName="Accent4" refType="h" fact="0.806"/>
              <dgm:constr type="r" for="ch" forName="ParentBackground4" refType="w" fact="0.3758"/>
              <dgm:constr type="t" for="ch" forName="ParentBackground4" refType="h" fact="0.1262"/>
              <dgm:constr type="w" for="ch" forName="ParentBackground4" refType="w" fact="0.1754"/>
              <dgm:constr type="h" for="ch" forName="ParentBackground4" refType="h" fact="0.5319"/>
              <dgm:constr type="r" for="ch" forName="Child4" refType="w" fact="0.3758"/>
              <dgm:constr type="t" for="ch" forName="Child4" refType="h" fact="0.6876"/>
              <dgm:constr type="w" for="ch" forName="Child4" refType="w" fact="0.1754"/>
              <dgm:constr type="h" for="ch" forName="Child4" refType="h" fact="0.3124"/>
              <dgm:constr type="r" for="ch" forName="Accent3" refType="w" fact="0.6152"/>
              <dgm:constr type="t" for="ch" forName="Accent3" refType="h" fact="-0.0109"/>
              <dgm:constr type="w" for="ch" forName="Accent3" refType="w" fact="0.2657"/>
              <dgm:constr type="h" for="ch" forName="Accent3" refType="h" fact="0.806"/>
              <dgm:constr type="r" for="ch" forName="ParentBackground3" refType="w" fact="0.57"/>
              <dgm:constr type="t" for="ch" forName="ParentBackground3" refType="h" fact="0.1262"/>
              <dgm:constr type="w" for="ch" forName="ParentBackground3" refType="w" fact="0.1754"/>
              <dgm:constr type="h" for="ch" forName="ParentBackground3" refType="h" fact="0.5319"/>
              <dgm:constr type="r" for="ch" forName="Child3" refType="w" fact="0.57"/>
              <dgm:constr type="t" for="ch" forName="Child3" refType="h" fact="0.6876"/>
              <dgm:constr type="w" for="ch" forName="Child3" refType="w" fact="0.1754"/>
              <dgm:constr type="h" for="ch" forName="Child3" refType="h" fact="0.3124"/>
              <dgm:constr type="r" for="ch" forName="Accent2" refType="w" fact="0.8094"/>
              <dgm:constr type="t" for="ch" forName="Accent2" refType="h" fact="-0.0109"/>
              <dgm:constr type="w" for="ch" forName="Accent2" refType="w" fact="0.2657"/>
              <dgm:constr type="h" for="ch" forName="Accent2" refType="h" fact="0.806"/>
              <dgm:constr type="r" for="ch" forName="ParentBackground2" refType="w" fact="0.7642"/>
              <dgm:constr type="t" for="ch" forName="ParentBackground2" refType="h" fact="0.1262"/>
              <dgm:constr type="w" for="ch" forName="ParentBackground2" refType="w" fact="0.1754"/>
              <dgm:constr type="h" for="ch" forName="ParentBackground2" refType="h" fact="0.5319"/>
              <dgm:constr type="r" for="ch" forName="Child2" refType="w" fact="0.7642"/>
              <dgm:constr type="t" for="ch" forName="Child2" refType="h" fact="0.6876"/>
              <dgm:constr type="w" for="ch" forName="Child2" refType="w" fact="0.1754"/>
              <dgm:constr type="h" for="ch" forName="Child2" refType="h" fact="0.3124"/>
              <dgm:constr type="r" for="ch" forName="Accent1" refType="w" fact="1.0036"/>
              <dgm:constr type="t" for="ch" forName="Accent1" refType="h" fact="-0.0109"/>
              <dgm:constr type="w" for="ch" forName="Accent1" refType="w" fact="0.2657"/>
              <dgm:constr type="h" for="ch" forName="Accent1" refType="h" fact="0.806"/>
              <dgm:constr type="r" for="ch" forName="ParentBackground1" refType="w" fact="0.9584"/>
              <dgm:constr type="t" for="ch" forName="ParentBackground1" refType="h" fact="0.1262"/>
              <dgm:constr type="w" for="ch" forName="ParentBackground1" refType="w" fact="0.1754"/>
              <dgm:constr type="h" for="ch" forName="ParentBackground1" refType="h" fact="0.5319"/>
              <dgm:constr type="r" for="ch" forName="Child1" refType="w" fact="0.9584"/>
              <dgm:constr type="t" for="ch" forName="Child1" refType="h" fact="0.6876"/>
              <dgm:constr type="w" for="ch" forName="Child1" refType="w" fact="0.1754"/>
              <dgm:constr type="h" for="ch" forName="Child1" refType="h" fact="0.3124"/>
            </dgm:constrLst>
          </dgm:if>
          <dgm:if name="Name22"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r" for="ch" forName="Parent6" refType="w" fact="0.1311"/>
              <dgm:constr type="t" for="ch" forName="Parent6" refType="h" fact="0.2022"/>
              <dgm:constr type="w" for="ch" forName="Parent6" refType="w" fact="0.1049"/>
              <dgm:constr type="h" for="ch" forName="Parent6" refType="h" fact="0.3799"/>
              <dgm:constr type="r" for="ch" forName="Parent5" refType="w" fact="0.2937"/>
              <dgm:constr type="t" for="ch" forName="Parent5" refType="h" fact="0.2022"/>
              <dgm:constr type="w" for="ch" forName="Parent5" refType="w" fact="0.1049"/>
              <dgm:constr type="h" for="ch" forName="Parent5" refType="h" fact="0.3799"/>
              <dgm:constr type="r" for="ch" forName="Parent4" refType="w" fact="0.4563"/>
              <dgm:constr type="t" for="ch" forName="Parent4" refType="h" fact="0.2022"/>
              <dgm:constr type="w" for="ch" forName="Parent4" refType="w" fact="0.1049"/>
              <dgm:constr type="h" for="ch" forName="Parent4" refType="h" fact="0.3799"/>
              <dgm:constr type="r" for="ch" forName="Parent3" refType="w" fact="0.619"/>
              <dgm:constr type="t" for="ch" forName="Parent3" refType="h" fact="0.2022"/>
              <dgm:constr type="w" for="ch" forName="Parent3" refType="w" fact="0.1049"/>
              <dgm:constr type="h" for="ch" forName="Parent3" refType="h" fact="0.3799"/>
              <dgm:constr type="r" for="ch" forName="Parent2" refType="w" fact="0.7816"/>
              <dgm:constr type="t" for="ch" forName="Parent2" refType="h" fact="0.2022"/>
              <dgm:constr type="w" for="ch" forName="Parent2" refType="w" fact="0.1049"/>
              <dgm:constr type="h" for="ch" forName="Parent2" refType="h" fact="0.3799"/>
              <dgm:constr type="r" for="ch" forName="Parent1" refType="w" fact="0.9442"/>
              <dgm:constr type="t" for="ch" forName="Parent1" refType="h" fact="0.2022"/>
              <dgm:constr type="w" for="ch" forName="Parent1" refType="w" fact="0.1049"/>
              <dgm:constr type="h" for="ch" forName="Parent1" refType="h" fact="0.3799"/>
              <dgm:constr type="r" for="ch" forName="Accent6" refType="w" fact="0.1574"/>
              <dgm:constr type="t" for="ch" forName="Accent6" refType="h" fact="0.1072"/>
              <dgm:constr type="w" for="ch" forName="Accent6" refType="w" fact="0.1574"/>
              <dgm:constr type="h" for="ch" forName="Accent6" refType="h" fact="0.5699"/>
              <dgm:constr type="r" for="ch" forName="ParentBackground6" refType="w" fact="0.1521"/>
              <dgm:constr type="t" for="ch" forName="ParentBackground6" refType="h" fact="0.1262"/>
              <dgm:constr type="w" for="ch" forName="ParentBackground6" refType="w" fact="0.1469"/>
              <dgm:constr type="h" for="ch" forName="ParentBackground6" refType="h" fact="0.5319"/>
              <dgm:constr type="r" for="ch" forName="Child6" refType="w" fact="0.1521"/>
              <dgm:constr type="t" for="ch" forName="Child6" refType="h" fact="0.6876"/>
              <dgm:constr type="w" for="ch" forName="Child6" refType="w" fact="0.1469"/>
              <dgm:constr type="h" for="ch" forName="Child6" refType="h" fact="0.3124"/>
              <dgm:constr type="r" for="ch" forName="Accent5" refType="w" fact="0.3526"/>
              <dgm:constr type="t" for="ch" forName="Accent5" refType="h" fact="-0.0109"/>
              <dgm:constr type="w" for="ch" forName="Accent5" refType="w" fact="0.2226"/>
              <dgm:constr type="h" for="ch" forName="Accent5" refType="h" fact="0.806"/>
              <dgm:constr type="r" for="ch" forName="ParentBackground5" refType="w" fact="0.3147"/>
              <dgm:constr type="t" for="ch" forName="ParentBackground5" refType="h" fact="0.1262"/>
              <dgm:constr type="w" for="ch" forName="ParentBackground5" refType="w" fact="0.1469"/>
              <dgm:constr type="h" for="ch" forName="ParentBackground5" refType="h" fact="0.5319"/>
              <dgm:constr type="r" for="ch" forName="Child5" refType="w" fact="0.3147"/>
              <dgm:constr type="t" for="ch" forName="Child5" refType="h" fact="0.6876"/>
              <dgm:constr type="w" for="ch" forName="Child5" refType="w" fact="0.1469"/>
              <dgm:constr type="h" for="ch" forName="Child5" refType="h" fact="0.3124"/>
              <dgm:constr type="r" for="ch" forName="Accent4" refType="w" fact="0.5152"/>
              <dgm:constr type="t" for="ch" forName="Accent4" refType="h" fact="-0.0109"/>
              <dgm:constr type="w" for="ch" forName="Accent4" refType="w" fact="0.2226"/>
              <dgm:constr type="h" for="ch" forName="Accent4" refType="h" fact="0.806"/>
              <dgm:constr type="r" for="ch" forName="ParentBackground4" refType="w" fact="0.4773"/>
              <dgm:constr type="t" for="ch" forName="ParentBackground4" refType="h" fact="0.1262"/>
              <dgm:constr type="w" for="ch" forName="ParentBackground4" refType="w" fact="0.1469"/>
              <dgm:constr type="h" for="ch" forName="ParentBackground4" refType="h" fact="0.5319"/>
              <dgm:constr type="r" for="ch" forName="Child4" refType="w" fact="0.4773"/>
              <dgm:constr type="t" for="ch" forName="Child4" refType="h" fact="0.6876"/>
              <dgm:constr type="w" for="ch" forName="Child4" refType="w" fact="0.1469"/>
              <dgm:constr type="h" for="ch" forName="Child4" refType="h" fact="0.3124"/>
              <dgm:constr type="r" for="ch" forName="Accent3" refType="w" fact="0.6778"/>
              <dgm:constr type="t" for="ch" forName="Accent3" refType="h" fact="-0.0109"/>
              <dgm:constr type="w" for="ch" forName="Accent3" refType="w" fact="0.2226"/>
              <dgm:constr type="h" for="ch" forName="Accent3" refType="h" fact="0.806"/>
              <dgm:constr type="r" for="ch" forName="ParentBackground3" refType="w" fact="0.6399"/>
              <dgm:constr type="t" for="ch" forName="ParentBackground3" refType="h" fact="0.1262"/>
              <dgm:constr type="w" for="ch" forName="ParentBackground3" refType="w" fact="0.1469"/>
              <dgm:constr type="h" for="ch" forName="ParentBackground3" refType="h" fact="0.5319"/>
              <dgm:constr type="r" for="ch" forName="Child3" refType="w" fact="0.6399"/>
              <dgm:constr type="t" for="ch" forName="Child3" refType="h" fact="0.6876"/>
              <dgm:constr type="w" for="ch" forName="Child3" refType="w" fact="0.1469"/>
              <dgm:constr type="h" for="ch" forName="Child3" refType="h" fact="0.3124"/>
              <dgm:constr type="r" for="ch" forName="Accent2" refType="w" fact="0.8404"/>
              <dgm:constr type="t" for="ch" forName="Accent2" refType="h" fact="-0.0109"/>
              <dgm:constr type="w" for="ch" forName="Accent2" refType="w" fact="0.2226"/>
              <dgm:constr type="h" for="ch" forName="Accent2" refType="h" fact="0.806"/>
              <dgm:constr type="r" for="ch" forName="ParentBackground2" refType="w" fact="0.8025"/>
              <dgm:constr type="t" for="ch" forName="ParentBackground2" refType="h" fact="0.1262"/>
              <dgm:constr type="w" for="ch" forName="ParentBackground2" refType="w" fact="0.1469"/>
              <dgm:constr type="h" for="ch" forName="ParentBackground2" refType="h" fact="0.5319"/>
              <dgm:constr type="r" for="ch" forName="Child2" refType="w" fact="0.8025"/>
              <dgm:constr type="t" for="ch" forName="Child2" refType="h" fact="0.6876"/>
              <dgm:constr type="w" for="ch" forName="Child2" refType="w" fact="0.1469"/>
              <dgm:constr type="h" for="ch" forName="Child2" refType="h" fact="0.3124"/>
              <dgm:constr type="r" for="ch" forName="Accent1" refType="w" fact="1.003"/>
              <dgm:constr type="t" for="ch" forName="Accent1" refType="h" fact="-0.0109"/>
              <dgm:constr type="w" for="ch" forName="Accent1" refType="w" fact="0.2226"/>
              <dgm:constr type="h" for="ch" forName="Accent1" refType="h" fact="0.806"/>
              <dgm:constr type="r" for="ch" forName="ParentBackground1" refType="w" fact="0.9652"/>
              <dgm:constr type="t" for="ch" forName="ParentBackground1" refType="h" fact="0.1262"/>
              <dgm:constr type="w" for="ch" forName="ParentBackground1" refType="w" fact="0.1469"/>
              <dgm:constr type="h" for="ch" forName="ParentBackground1" refType="h" fact="0.5319"/>
              <dgm:constr type="r" for="ch" forName="Child1" refType="w" fact="0.9652"/>
              <dgm:constr type="t" for="ch" forName="Child1" refType="h" fact="0.6876"/>
              <dgm:constr type="w" for="ch" forName="Child1" refType="w" fact="0.1469"/>
              <dgm:constr type="h" for="ch" forName="Child1" refType="h" fact="0.3124"/>
            </dgm:constrLst>
          </dgm:if>
          <dgm:if name="Name23"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r" for="ch" forName="Parent7" refType="w" fact="0.1128"/>
              <dgm:constr type="t" for="ch" forName="Parent7" refType="h" fact="0.2022"/>
              <dgm:constr type="w" for="ch" forName="Parent7" refType="w" fact="0.0902"/>
              <dgm:constr type="h" for="ch" forName="Parent7" refType="h" fact="0.3799"/>
              <dgm:constr type="r" for="ch" forName="Parent6" refType="w" fact="0.2527"/>
              <dgm:constr type="t" for="ch" forName="Parent6" refType="h" fact="0.2022"/>
              <dgm:constr type="w" for="ch" forName="Parent6" refType="w" fact="0.0902"/>
              <dgm:constr type="h" for="ch" forName="Parent6" refType="h" fact="0.3799"/>
              <dgm:constr type="r" for="ch" forName="Parent5" refType="w" fact="0.3925"/>
              <dgm:constr type="t" for="ch" forName="Parent5" refType="h" fact="0.2022"/>
              <dgm:constr type="w" for="ch" forName="Parent5" refType="w" fact="0.0902"/>
              <dgm:constr type="h" for="ch" forName="Parent5" refType="h" fact="0.3799"/>
              <dgm:constr type="r" for="ch" forName="Parent4" refType="w" fact="0.5324"/>
              <dgm:constr type="t" for="ch" forName="Parent4" refType="h" fact="0.2022"/>
              <dgm:constr type="w" for="ch" forName="Parent4" refType="w" fact="0.0902"/>
              <dgm:constr type="h" for="ch" forName="Parent4" refType="h" fact="0.3799"/>
              <dgm:constr type="r" for="ch" forName="Parent3" refType="w" fact="0.6723"/>
              <dgm:constr type="t" for="ch" forName="Parent3" refType="h" fact="0.2022"/>
              <dgm:constr type="w" for="ch" forName="Parent3" refType="w" fact="0.0902"/>
              <dgm:constr type="h" for="ch" forName="Parent3" refType="h" fact="0.3799"/>
              <dgm:constr type="r" for="ch" forName="Parent2" refType="w" fact="0.8121"/>
              <dgm:constr type="t" for="ch" forName="Parent2" refType="h" fact="0.2022"/>
              <dgm:constr type="w" for="ch" forName="Parent2" refType="w" fact="0.0902"/>
              <dgm:constr type="h" for="ch" forName="Parent2" refType="h" fact="0.3799"/>
              <dgm:constr type="r" for="ch" forName="Parent1" refType="w" fact="0.952"/>
              <dgm:constr type="t" for="ch" forName="Parent1" refType="h" fact="0.2022"/>
              <dgm:constr type="w" for="ch" forName="Parent1" refType="w" fact="0.0902"/>
              <dgm:constr type="h" for="ch" forName="Parent1" refType="h" fact="0.3799"/>
              <dgm:constr type="r" for="ch" forName="Accent7" refType="w" fact="0.1354"/>
              <dgm:constr type="t" for="ch" forName="Accent7" refType="h" fact="0.1072"/>
              <dgm:constr type="w" for="ch" forName="Accent7" refType="w" fact="0.1354"/>
              <dgm:constr type="h" for="ch" forName="Accent7" refType="h" fact="0.5699"/>
              <dgm:constr type="r" for="ch" forName="ParentBackground7" refType="w" fact="0.1308"/>
              <dgm:constr type="t" for="ch" forName="ParentBackground7" refType="h" fact="0.1262"/>
              <dgm:constr type="w" for="ch" forName="ParentBackground7" refType="w" fact="0.1263"/>
              <dgm:constr type="h" for="ch" forName="ParentBackground7" refType="h" fact="0.5319"/>
              <dgm:constr type="r" for="ch" forName="Child7" refType="w" fact="0.1308"/>
              <dgm:constr type="t" for="ch" forName="Child7" refType="h" fact="0.6876"/>
              <dgm:constr type="w" for="ch" forName="Child7" refType="w" fact="0.1263"/>
              <dgm:constr type="h" for="ch" forName="Child7" refType="h" fact="0.3124"/>
              <dgm:constr type="r" for="ch" forName="Accent6" refType="w" fact="0.3033"/>
              <dgm:constr type="t" for="ch" forName="Accent6" refType="h" fact="-0.0109"/>
              <dgm:constr type="w" for="ch" forName="Accent6" refType="w" fact="0.1915"/>
              <dgm:constr type="h" for="ch" forName="Accent6" refType="h" fact="0.806"/>
              <dgm:constr type="r" for="ch" forName="ParentBackground6" refType="w" fact="0.2707"/>
              <dgm:constr type="t" for="ch" forName="ParentBackground6" refType="h" fact="0.1262"/>
              <dgm:constr type="w" for="ch" forName="ParentBackground6" refType="w" fact="0.1263"/>
              <dgm:constr type="h" for="ch" forName="ParentBackground6" refType="h" fact="0.5319"/>
              <dgm:constr type="r" for="ch" forName="Child6" refType="w" fact="0.2707"/>
              <dgm:constr type="t" for="ch" forName="Child6" refType="h" fact="0.6876"/>
              <dgm:constr type="w" for="ch" forName="Child6" refType="w" fact="0.1263"/>
              <dgm:constr type="h" for="ch" forName="Child6" refType="h" fact="0.3124"/>
              <dgm:constr type="r" for="ch" forName="Accent5" refType="w" fact="0.4431"/>
              <dgm:constr type="t" for="ch" forName="Accent5" refType="h" fact="-0.0109"/>
              <dgm:constr type="w" for="ch" forName="Accent5" refType="w" fact="0.1915"/>
              <dgm:constr type="h" for="ch" forName="Accent5" refType="h" fact="0.806"/>
              <dgm:constr type="r" for="ch" forName="ParentBackground5" refType="w" fact="0.4106"/>
              <dgm:constr type="t" for="ch" forName="ParentBackground5" refType="h" fact="0.1262"/>
              <dgm:constr type="w" for="ch" forName="ParentBackground5" refType="w" fact="0.1263"/>
              <dgm:constr type="h" for="ch" forName="ParentBackground5" refType="h" fact="0.5319"/>
              <dgm:constr type="r" for="ch" forName="Child5" refType="w" fact="0.4106"/>
              <dgm:constr type="t" for="ch" forName="Child5" refType="h" fact="0.6876"/>
              <dgm:constr type="w" for="ch" forName="Child5" refType="w" fact="0.1263"/>
              <dgm:constr type="h" for="ch" forName="Child5" refType="h" fact="0.3124"/>
              <dgm:constr type="r" for="ch" forName="Accent4" refType="w" fact="0.583"/>
              <dgm:constr type="t" for="ch" forName="Accent4" refType="h" fact="-0.0109"/>
              <dgm:constr type="w" for="ch" forName="Accent4" refType="w" fact="0.1915"/>
              <dgm:constr type="h" for="ch" forName="Accent4" refType="h" fact="0.806"/>
              <dgm:constr type="r" for="ch" forName="ParentBackground4" refType="w" fact="0.5504"/>
              <dgm:constr type="t" for="ch" forName="ParentBackground4" refType="h" fact="0.1262"/>
              <dgm:constr type="w" for="ch" forName="ParentBackground4" refType="w" fact="0.1263"/>
              <dgm:constr type="h" for="ch" forName="ParentBackground4" refType="h" fact="0.5319"/>
              <dgm:constr type="r" for="ch" forName="Child4" refType="w" fact="0.5504"/>
              <dgm:constr type="t" for="ch" forName="Child4" refType="h" fact="0.6876"/>
              <dgm:constr type="w" for="ch" forName="Child4" refType="w" fact="0.1263"/>
              <dgm:constr type="h" for="ch" forName="Child4" refType="h" fact="0.3124"/>
              <dgm:constr type="r" for="ch" forName="Accent3" refType="w" fact="0.7229"/>
              <dgm:constr type="t" for="ch" forName="Accent3" refType="h" fact="-0.0109"/>
              <dgm:constr type="w" for="ch" forName="Accent3" refType="w" fact="0.1915"/>
              <dgm:constr type="h" for="ch" forName="Accent3" refType="h" fact="0.806"/>
              <dgm:constr type="r" for="ch" forName="ParentBackground3" refType="w" fact="0.6903"/>
              <dgm:constr type="t" for="ch" forName="ParentBackground3" refType="h" fact="0.1262"/>
              <dgm:constr type="w" for="ch" forName="ParentBackground3" refType="w" fact="0.1263"/>
              <dgm:constr type="h" for="ch" forName="ParentBackground3" refType="h" fact="0.5319"/>
              <dgm:constr type="r" for="ch" forName="Child3" refType="w" fact="0.6903"/>
              <dgm:constr type="t" for="ch" forName="Child3" refType="h" fact="0.6876"/>
              <dgm:constr type="w" for="ch" forName="Child3" refType="w" fact="0.1263"/>
              <dgm:constr type="h" for="ch" forName="Child3" refType="h" fact="0.3124"/>
              <dgm:constr type="r" for="ch" forName="Accent2" refType="w" fact="0.8627"/>
              <dgm:constr type="t" for="ch" forName="Accent2" refType="h" fact="-0.0109"/>
              <dgm:constr type="w" for="ch" forName="Accent2" refType="w" fact="0.1915"/>
              <dgm:constr type="h" for="ch" forName="Accent2" refType="h" fact="0.806"/>
              <dgm:constr type="r" for="ch" forName="ParentBackground2" refType="w" fact="0.8302"/>
              <dgm:constr type="t" for="ch" forName="ParentBackground2" refType="h" fact="0.1262"/>
              <dgm:constr type="w" for="ch" forName="ParentBackground2" refType="w" fact="0.1263"/>
              <dgm:constr type="h" for="ch" forName="ParentBackground2" refType="h" fact="0.5319"/>
              <dgm:constr type="r" for="ch" forName="Child2" refType="w" fact="0.8302"/>
              <dgm:constr type="t" for="ch" forName="Child2" refType="h" fact="0.6876"/>
              <dgm:constr type="w" for="ch" forName="Child2" refType="w" fact="0.1263"/>
              <dgm:constr type="h" for="ch" forName="Child2" refType="h" fact="0.3124"/>
              <dgm:constr type="r" for="ch" forName="Accent1" refType="w" fact="1.0026"/>
              <dgm:constr type="t" for="ch" forName="Accent1" refType="h" fact="-0.0109"/>
              <dgm:constr type="w" for="ch" forName="Accent1" refType="w" fact="0.1915"/>
              <dgm:constr type="h" for="ch" forName="Accent1" refType="h" fact="0.806"/>
              <dgm:constr type="r" for="ch" forName="ParentBackground1" refType="w" fact="0.97"/>
              <dgm:constr type="t" for="ch" forName="ParentBackground1" refType="h" fact="0.1262"/>
              <dgm:constr type="w" for="ch" forName="ParentBackground1" refType="w" fact="0.1263"/>
              <dgm:constr type="h" for="ch" forName="ParentBackground1" refType="h" fact="0.5319"/>
              <dgm:constr type="r" for="ch" forName="Child1" refType="w" fact="0.97"/>
              <dgm:constr type="t" for="ch" forName="Child1" refType="h" fact="0.6876"/>
              <dgm:constr type="w" for="ch" forName="Child1" refType="w" fact="0.1263"/>
              <dgm:constr type="h" for="ch" forName="Child1" refType="h" fact="0.3124"/>
            </dgm:constrLst>
          </dgm:if>
          <dgm:if name="Name24"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r" for="ch" forName="Parent8" refType="w" fact="0.099"/>
              <dgm:constr type="t" for="ch" forName="Parent8" refType="h" fact="0.2022"/>
              <dgm:constr type="w" for="ch" forName="Parent8" refType="w" fact="0.0792"/>
              <dgm:constr type="h" for="ch" forName="Parent8" refType="h" fact="0.3799"/>
              <dgm:constr type="r" for="ch" forName="Parent7" refType="w" fact="0.2217"/>
              <dgm:constr type="t" for="ch" forName="Parent7" refType="h" fact="0.2022"/>
              <dgm:constr type="w" for="ch" forName="Parent7" refType="w" fact="0.0792"/>
              <dgm:constr type="h" for="ch" forName="Parent7" refType="h" fact="0.3799"/>
              <dgm:constr type="r" for="ch" forName="Parent6" refType="w" fact="0.3444"/>
              <dgm:constr type="t" for="ch" forName="Parent6" refType="h" fact="0.2022"/>
              <dgm:constr type="w" for="ch" forName="Parent6" refType="w" fact="0.0792"/>
              <dgm:constr type="h" for="ch" forName="Parent6" refType="h" fact="0.3799"/>
              <dgm:constr type="r" for="ch" forName="Parent5" refType="w" fact="0.4671"/>
              <dgm:constr type="t" for="ch" forName="Parent5" refType="h" fact="0.2022"/>
              <dgm:constr type="w" for="ch" forName="Parent5" refType="w" fact="0.0792"/>
              <dgm:constr type="h" for="ch" forName="Parent5" refType="h" fact="0.3799"/>
              <dgm:constr type="r" for="ch" forName="Parent4" refType="w" fact="0.5898"/>
              <dgm:constr type="t" for="ch" forName="Parent4" refType="h" fact="0.2022"/>
              <dgm:constr type="w" for="ch" forName="Parent4" refType="w" fact="0.0792"/>
              <dgm:constr type="h" for="ch" forName="Parent4" refType="h" fact="0.3799"/>
              <dgm:constr type="r" for="ch" forName="Parent3" refType="w" fact="0.7125"/>
              <dgm:constr type="t" for="ch" forName="Parent3" refType="h" fact="0.2022"/>
              <dgm:constr type="w" for="ch" forName="Parent3" refType="w" fact="0.0792"/>
              <dgm:constr type="h" for="ch" forName="Parent3" refType="h" fact="0.3799"/>
              <dgm:constr type="r" for="ch" forName="Parent2" refType="w" fact="0.8352"/>
              <dgm:constr type="t" for="ch" forName="Parent2" refType="h" fact="0.2022"/>
              <dgm:constr type="w" for="ch" forName="Parent2" refType="w" fact="0.0792"/>
              <dgm:constr type="h" for="ch" forName="Parent2" refType="h" fact="0.3799"/>
              <dgm:constr type="r" for="ch" forName="Parent1" refType="w" fact="0.9579"/>
              <dgm:constr type="t" for="ch" forName="Parent1" refType="h" fact="0.2022"/>
              <dgm:constr type="w" for="ch" forName="Parent1" refType="w" fact="0.0792"/>
              <dgm:constr type="h" for="ch" forName="Parent1" refType="h" fact="0.3799"/>
              <dgm:constr type="r" for="ch" forName="Accent8" refType="w" fact="0.1187"/>
              <dgm:constr type="t" for="ch" forName="Accent8" refType="h" fact="0.1072"/>
              <dgm:constr type="w" for="ch" forName="Accent8" refType="w" fact="0.1187"/>
              <dgm:constr type="h" for="ch" forName="Accent8" refType="h" fact="0.5699"/>
              <dgm:constr type="r" for="ch" forName="ParentBackground8" refType="w" fact="0.1148"/>
              <dgm:constr type="t" for="ch" forName="ParentBackground8" refType="h" fact="0.1262"/>
              <dgm:constr type="w" for="ch" forName="ParentBackground8" refType="w" fact="0.1108"/>
              <dgm:constr type="h" for="ch" forName="ParentBackground8" refType="h" fact="0.5319"/>
              <dgm:constr type="r" for="ch" forName="Child8" refType="w" fact="0.1148"/>
              <dgm:constr type="t" for="ch" forName="Child8" refType="h" fact="0.6876"/>
              <dgm:constr type="w" for="ch" forName="Child8" refType="w" fact="0.1108"/>
              <dgm:constr type="h" for="ch" forName="Child8" refType="h" fact="0.3124"/>
              <dgm:constr type="r" for="ch" forName="Accent7" refType="w" fact="0.2661"/>
              <dgm:constr type="t" for="ch" forName="Accent7" refType="h" fact="-0.0109"/>
              <dgm:constr type="w" for="ch" forName="Accent7" refType="w" fact="0.1679"/>
              <dgm:constr type="h" for="ch" forName="Accent7" refType="h" fact="0.806"/>
              <dgm:constr type="r" for="ch" forName="ParentBackground7" refType="w" fact="0.2375"/>
              <dgm:constr type="t" for="ch" forName="ParentBackground7" refType="h" fact="0.1262"/>
              <dgm:constr type="w" for="ch" forName="ParentBackground7" refType="w" fact="0.1108"/>
              <dgm:constr type="h" for="ch" forName="ParentBackground7" refType="h" fact="0.5319"/>
              <dgm:constr type="r" for="ch" forName="Child7" refType="w" fact="0.2375"/>
              <dgm:constr type="t" for="ch" forName="Child7" refType="h" fact="0.6876"/>
              <dgm:constr type="w" for="ch" forName="Child7" refType="w" fact="0.1108"/>
              <dgm:constr type="h" for="ch" forName="Child7" refType="h" fact="0.3124"/>
              <dgm:constr type="r" for="ch" forName="Accent6" refType="w" fact="0.3888"/>
              <dgm:constr type="t" for="ch" forName="Accent6" refType="h" fact="-0.0109"/>
              <dgm:constr type="w" for="ch" forName="Accent6" refType="w" fact="0.1679"/>
              <dgm:constr type="h" for="ch" forName="Accent6" refType="h" fact="0.806"/>
              <dgm:constr type="r" for="ch" forName="ParentBackground6" refType="w" fact="0.3602"/>
              <dgm:constr type="t" for="ch" forName="ParentBackground6" refType="h" fact="0.1262"/>
              <dgm:constr type="w" for="ch" forName="ParentBackground6" refType="w" fact="0.1108"/>
              <dgm:constr type="h" for="ch" forName="ParentBackground6" refType="h" fact="0.5319"/>
              <dgm:constr type="r" for="ch" forName="Child6" refType="w" fact="0.3602"/>
              <dgm:constr type="t" for="ch" forName="Child6" refType="h" fact="0.6876"/>
              <dgm:constr type="w" for="ch" forName="Child6" refType="w" fact="0.1108"/>
              <dgm:constr type="h" for="ch" forName="Child6" refType="h" fact="0.3124"/>
              <dgm:constr type="r" for="ch" forName="Accent5" refType="w" fact="0.5115"/>
              <dgm:constr type="t" for="ch" forName="Accent5" refType="h" fact="-0.0109"/>
              <dgm:constr type="w" for="ch" forName="Accent5" refType="w" fact="0.1679"/>
              <dgm:constr type="h" for="ch" forName="Accent5" refType="h" fact="0.806"/>
              <dgm:constr type="r" for="ch" forName="ParentBackground5" refType="w" fact="0.4829"/>
              <dgm:constr type="t" for="ch" forName="ParentBackground5" refType="h" fact="0.1262"/>
              <dgm:constr type="w" for="ch" forName="ParentBackground5" refType="w" fact="0.1108"/>
              <dgm:constr type="h" for="ch" forName="ParentBackground5" refType="h" fact="0.5319"/>
              <dgm:constr type="r" for="ch" forName="Child5" refType="w" fact="0.4829"/>
              <dgm:constr type="t" for="ch" forName="Child5" refType="h" fact="0.6876"/>
              <dgm:constr type="w" for="ch" forName="Child5" refType="w" fact="0.1108"/>
              <dgm:constr type="h" for="ch" forName="Child5" refType="h" fact="0.3124"/>
              <dgm:constr type="r" for="ch" forName="Accent4" refType="w" fact="0.6342"/>
              <dgm:constr type="t" for="ch" forName="Accent4" refType="h" fact="-0.0109"/>
              <dgm:constr type="w" for="ch" forName="Accent4" refType="w" fact="0.1679"/>
              <dgm:constr type="h" for="ch" forName="Accent4" refType="h" fact="0.806"/>
              <dgm:constr type="r" for="ch" forName="ParentBackground4" refType="w" fact="0.6056"/>
              <dgm:constr type="t" for="ch" forName="ParentBackground4" refType="h" fact="0.1262"/>
              <dgm:constr type="w" for="ch" forName="ParentBackground4" refType="w" fact="0.1108"/>
              <dgm:constr type="h" for="ch" forName="ParentBackground4" refType="h" fact="0.5319"/>
              <dgm:constr type="r" for="ch" forName="Child4" refType="w" fact="0.6056"/>
              <dgm:constr type="t" for="ch" forName="Child4" refType="h" fact="0.6876"/>
              <dgm:constr type="w" for="ch" forName="Child4" refType="w" fact="0.1108"/>
              <dgm:constr type="h" for="ch" forName="Child4" refType="h" fact="0.3124"/>
              <dgm:constr type="r" for="ch" forName="Accent3" refType="w" fact="0.7569"/>
              <dgm:constr type="t" for="ch" forName="Accent3" refType="h" fact="-0.0109"/>
              <dgm:constr type="w" for="ch" forName="Accent3" refType="w" fact="0.1679"/>
              <dgm:constr type="h" for="ch" forName="Accent3" refType="h" fact="0.806"/>
              <dgm:constr type="r" for="ch" forName="ParentBackground3" refType="w" fact="0.7283"/>
              <dgm:constr type="t" for="ch" forName="ParentBackground3" refType="h" fact="0.1262"/>
              <dgm:constr type="w" for="ch" forName="ParentBackground3" refType="w" fact="0.1108"/>
              <dgm:constr type="h" for="ch" forName="ParentBackground3" refType="h" fact="0.5319"/>
              <dgm:constr type="r" for="ch" forName="Child3" refType="w" fact="0.7283"/>
              <dgm:constr type="t" for="ch" forName="Child3" refType="h" fact="0.6876"/>
              <dgm:constr type="w" for="ch" forName="Child3" refType="w" fact="0.1108"/>
              <dgm:constr type="h" for="ch" forName="Child3" refType="h" fact="0.3124"/>
              <dgm:constr type="r" for="ch" forName="Accent2" refType="w" fact="0.8796"/>
              <dgm:constr type="t" for="ch" forName="Accent2" refType="h" fact="-0.0109"/>
              <dgm:constr type="w" for="ch" forName="Accent2" refType="w" fact="0.1679"/>
              <dgm:constr type="h" for="ch" forName="Accent2" refType="h" fact="0.806"/>
              <dgm:constr type="r" for="ch" forName="ParentBackground2" refType="w" fact="0.851"/>
              <dgm:constr type="t" for="ch" forName="ParentBackground2" refType="h" fact="0.1262"/>
              <dgm:constr type="w" for="ch" forName="ParentBackground2" refType="w" fact="0.1108"/>
              <dgm:constr type="h" for="ch" forName="ParentBackground2" refType="h" fact="0.5319"/>
              <dgm:constr type="r" for="ch" forName="Child2" refType="w" fact="0.851"/>
              <dgm:constr type="t" for="ch" forName="Child2" refType="h" fact="0.6876"/>
              <dgm:constr type="w" for="ch" forName="Child2" refType="w" fact="0.1108"/>
              <dgm:constr type="h" for="ch" forName="Child2" refType="h" fact="0.3124"/>
              <dgm:constr type="r" for="ch" forName="Accent1" refType="w" fact="1.0023"/>
              <dgm:constr type="t" for="ch" forName="Accent1" refType="h" fact="-0.0109"/>
              <dgm:constr type="w" for="ch" forName="Accent1" refType="w" fact="0.1679"/>
              <dgm:constr type="h" for="ch" forName="Accent1" refType="h" fact="0.806"/>
              <dgm:constr type="r" for="ch" forName="ParentBackground1" refType="w" fact="0.9737"/>
              <dgm:constr type="t" for="ch" forName="ParentBackground1" refType="h" fact="0.1262"/>
              <dgm:constr type="w" for="ch" forName="ParentBackground1" refType="w" fact="0.1108"/>
              <dgm:constr type="h" for="ch" forName="ParentBackground1" refType="h" fact="0.5319"/>
              <dgm:constr type="r" for="ch" forName="Child1" refType="w" fact="0.9737"/>
              <dgm:constr type="t" for="ch" forName="Child1" refType="h" fact="0.6876"/>
              <dgm:constr type="w" for="ch" forName="Child1" refType="w" fact="0.1108"/>
              <dgm:constr type="h" for="ch" forName="Child1" refType="h" fact="0.3124"/>
            </dgm:constrLst>
          </dgm:if>
          <dgm:if name="Name25"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r" for="ch" forName="Parent9" refType="w" fact="0.0881"/>
              <dgm:constr type="t" for="ch" forName="Parent9" refType="h" fact="0.2022"/>
              <dgm:constr type="w" for="ch" forName="Parent9" refType="w" fact="0.0705"/>
              <dgm:constr type="h" for="ch" forName="Parent9" refType="h" fact="0.3799"/>
              <dgm:constr type="r" for="ch" forName="Parent8" refType="w" fact="0.1974"/>
              <dgm:constr type="t" for="ch" forName="Parent8" refType="h" fact="0.2022"/>
              <dgm:constr type="w" for="ch" forName="Parent8" refType="w" fact="0.0705"/>
              <dgm:constr type="h" for="ch" forName="Parent8" refType="h" fact="0.3799"/>
              <dgm:constr type="r" for="ch" forName="Parent7" refType="w" fact="0.3067"/>
              <dgm:constr type="t" for="ch" forName="Parent7" refType="h" fact="0.2022"/>
              <dgm:constr type="w" for="ch" forName="Parent7" refType="w" fact="0.0705"/>
              <dgm:constr type="h" for="ch" forName="Parent7" refType="h" fact="0.3799"/>
              <dgm:constr type="r" for="ch" forName="Parent6" refType="w" fact="0.416"/>
              <dgm:constr type="t" for="ch" forName="Parent6" refType="h" fact="0.2022"/>
              <dgm:constr type="w" for="ch" forName="Parent6" refType="w" fact="0.0705"/>
              <dgm:constr type="h" for="ch" forName="Parent6" refType="h" fact="0.3799"/>
              <dgm:constr type="r" for="ch" forName="Parent5" refType="w" fact="0.5253"/>
              <dgm:constr type="t" for="ch" forName="Parent5" refType="h" fact="0.2022"/>
              <dgm:constr type="w" for="ch" forName="Parent5" refType="w" fact="0.0705"/>
              <dgm:constr type="h" for="ch" forName="Parent5" refType="h" fact="0.3799"/>
              <dgm:constr type="r" for="ch" forName="Parent4" refType="w" fact="0.6346"/>
              <dgm:constr type="t" for="ch" forName="Parent4" refType="h" fact="0.2022"/>
              <dgm:constr type="w" for="ch" forName="Parent4" refType="w" fact="0.0705"/>
              <dgm:constr type="h" for="ch" forName="Parent4" refType="h" fact="0.3799"/>
              <dgm:constr type="r" for="ch" forName="Parent3" refType="w" fact="0.7439"/>
              <dgm:constr type="t" for="ch" forName="Parent3" refType="h" fact="0.2022"/>
              <dgm:constr type="w" for="ch" forName="Parent3" refType="w" fact="0.0705"/>
              <dgm:constr type="h" for="ch" forName="Parent3" refType="h" fact="0.3799"/>
              <dgm:constr type="r" for="ch" forName="Parent2" refType="w" fact="0.8532"/>
              <dgm:constr type="t" for="ch" forName="Parent2" refType="h" fact="0.2022"/>
              <dgm:constr type="w" for="ch" forName="Parent2" refType="w" fact="0.0705"/>
              <dgm:constr type="h" for="ch" forName="Parent2" refType="h" fact="0.3799"/>
              <dgm:constr type="r" for="ch" forName="Parent1" refType="w" fact="0.9625"/>
              <dgm:constr type="t" for="ch" forName="Parent1" refType="h" fact="0.2022"/>
              <dgm:constr type="w" for="ch" forName="Parent1" refType="w" fact="0.0705"/>
              <dgm:constr type="h" for="ch" forName="Parent1" refType="h" fact="0.3799"/>
              <dgm:constr type="r" for="ch" forName="Accent9" refType="w" fact="0.1058"/>
              <dgm:constr type="t" for="ch" forName="Accent9" refType="h" fact="0.1072"/>
              <dgm:constr type="w" for="ch" forName="Accent9" refType="w" fact="0.1058"/>
              <dgm:constr type="h" for="ch" forName="Accent9" refType="h" fact="0.5699"/>
              <dgm:constr type="r" for="ch" forName="ParentBackground9" refType="w" fact="0.1022"/>
              <dgm:constr type="t" for="ch" forName="ParentBackground9" refType="h" fact="0.1262"/>
              <dgm:constr type="w" for="ch" forName="ParentBackground9" refType="w" fact="0.0987"/>
              <dgm:constr type="h" for="ch" forName="ParentBackground9" refType="h" fact="0.5319"/>
              <dgm:constr type="r" for="ch" forName="Child9" refType="w" fact="0.1022"/>
              <dgm:constr type="t" for="ch" forName="Child9" refType="h" fact="0.6876"/>
              <dgm:constr type="w" for="ch" forName="Child9" refType="w" fact="0.0987"/>
              <dgm:constr type="h" for="ch" forName="Child9" refType="h" fact="0.3124"/>
              <dgm:constr type="r" for="ch" forName="Accent8" refType="w" fact="0.237"/>
              <dgm:constr type="t" for="ch" forName="Accent8" refType="h" fact="-0.0109"/>
              <dgm:constr type="w" for="ch" forName="Accent8" refType="w" fact="0.1496"/>
              <dgm:constr type="h" for="ch" forName="Accent8" refType="h" fact="0.806"/>
              <dgm:constr type="r" for="ch" forName="ParentBackground8" refType="w" fact="0.2115"/>
              <dgm:constr type="t" for="ch" forName="ParentBackground8" refType="h" fact="0.1262"/>
              <dgm:constr type="w" for="ch" forName="ParentBackground8" refType="w" fact="0.0987"/>
              <dgm:constr type="h" for="ch" forName="ParentBackground8" refType="h" fact="0.5319"/>
              <dgm:constr type="r" for="ch" forName="Child8" refType="w" fact="0.2115"/>
              <dgm:constr type="t" for="ch" forName="Child8" refType="h" fact="0.6876"/>
              <dgm:constr type="w" for="ch" forName="Child8" refType="w" fact="0.0987"/>
              <dgm:constr type="h" for="ch" forName="Child8" refType="h" fact="0.3124"/>
              <dgm:constr type="r" for="ch" forName="Accent7" refType="w" fact="0.3462"/>
              <dgm:constr type="t" for="ch" forName="Accent7" refType="h" fact="-0.0109"/>
              <dgm:constr type="w" for="ch" forName="Accent7" refType="w" fact="0.1496"/>
              <dgm:constr type="h" for="ch" forName="Accent7" refType="h" fact="0.806"/>
              <dgm:constr type="r" for="ch" forName="ParentBackground7" refType="w" fact="0.3208"/>
              <dgm:constr type="t" for="ch" forName="ParentBackground7" refType="h" fact="0.1262"/>
              <dgm:constr type="w" for="ch" forName="ParentBackground7" refType="w" fact="0.0987"/>
              <dgm:constr type="h" for="ch" forName="ParentBackground7" refType="h" fact="0.5319"/>
              <dgm:constr type="r" for="ch" forName="Child7" refType="w" fact="0.3208"/>
              <dgm:constr type="t" for="ch" forName="Child7" refType="h" fact="0.6876"/>
              <dgm:constr type="w" for="ch" forName="Child7" refType="w" fact="0.0987"/>
              <dgm:constr type="h" for="ch" forName="Child7" refType="h" fact="0.3124"/>
              <dgm:constr type="r" for="ch" forName="Accent6" refType="w" fact="0.4555"/>
              <dgm:constr type="t" for="ch" forName="Accent6" refType="h" fact="-0.0109"/>
              <dgm:constr type="w" for="ch" forName="Accent6" refType="w" fact="0.1496"/>
              <dgm:constr type="h" for="ch" forName="Accent6" refType="h" fact="0.806"/>
              <dgm:constr type="r" for="ch" forName="ParentBackground6" refType="w" fact="0.4301"/>
              <dgm:constr type="t" for="ch" forName="ParentBackground6" refType="h" fact="0.1262"/>
              <dgm:constr type="w" for="ch" forName="ParentBackground6" refType="w" fact="0.0987"/>
              <dgm:constr type="h" for="ch" forName="ParentBackground6" refType="h" fact="0.5319"/>
              <dgm:constr type="r" for="ch" forName="Child6" refType="w" fact="0.4301"/>
              <dgm:constr type="t" for="ch" forName="Child6" refType="h" fact="0.6876"/>
              <dgm:constr type="w" for="ch" forName="Child6" refType="w" fact="0.0987"/>
              <dgm:constr type="h" for="ch" forName="Child6" refType="h" fact="0.3124"/>
              <dgm:constr type="r" for="ch" forName="Accent5" refType="w" fact="0.5648"/>
              <dgm:constr type="t" for="ch" forName="Accent5" refType="h" fact="-0.0109"/>
              <dgm:constr type="w" for="ch" forName="Accent5" refType="w" fact="0.1496"/>
              <dgm:constr type="h" for="ch" forName="Accent5" refType="h" fact="0.806"/>
              <dgm:constr type="r" for="ch" forName="ParentBackground5" refType="w" fact="0.5394"/>
              <dgm:constr type="t" for="ch" forName="ParentBackground5" refType="h" fact="0.1262"/>
              <dgm:constr type="w" for="ch" forName="ParentBackground5" refType="w" fact="0.0987"/>
              <dgm:constr type="h" for="ch" forName="ParentBackground5" refType="h" fact="0.5319"/>
              <dgm:constr type="r" for="ch" forName="Child5" refType="w" fact="0.5394"/>
              <dgm:constr type="t" for="ch" forName="Child5" refType="h" fact="0.6876"/>
              <dgm:constr type="w" for="ch" forName="Child5" refType="w" fact="0.0987"/>
              <dgm:constr type="h" for="ch" forName="Child5" refType="h" fact="0.3124"/>
              <dgm:constr type="r" for="ch" forName="Accent4" refType="w" fact="0.6741"/>
              <dgm:constr type="t" for="ch" forName="Accent4" refType="h" fact="-0.0109"/>
              <dgm:constr type="w" for="ch" forName="Accent4" refType="w" fact="0.1496"/>
              <dgm:constr type="h" for="ch" forName="Accent4" refType="h" fact="0.806"/>
              <dgm:constr type="r" for="ch" forName="ParentBackground4" refType="w" fact="0.6487"/>
              <dgm:constr type="t" for="ch" forName="ParentBackground4" refType="h" fact="0.1262"/>
              <dgm:constr type="w" for="ch" forName="ParentBackground4" refType="w" fact="0.0987"/>
              <dgm:constr type="h" for="ch" forName="ParentBackground4" refType="h" fact="0.5319"/>
              <dgm:constr type="r" for="ch" forName="Child4" refType="w" fact="0.6487"/>
              <dgm:constr type="t" for="ch" forName="Child4" refType="h" fact="0.6876"/>
              <dgm:constr type="w" for="ch" forName="Child4" refType="w" fact="0.0987"/>
              <dgm:constr type="h" for="ch" forName="Child4" refType="h" fact="0.3124"/>
              <dgm:constr type="r" for="ch" forName="Accent3" refType="w" fact="0.7834"/>
              <dgm:constr type="t" for="ch" forName="Accent3" refType="h" fact="-0.0109"/>
              <dgm:constr type="w" for="ch" forName="Accent3" refType="w" fact="0.1496"/>
              <dgm:constr type="h" for="ch" forName="Accent3" refType="h" fact="0.806"/>
              <dgm:constr type="r" for="ch" forName="ParentBackground3" refType="w" fact="0.758"/>
              <dgm:constr type="t" for="ch" forName="ParentBackground3" refType="h" fact="0.1262"/>
              <dgm:constr type="w" for="ch" forName="ParentBackground3" refType="w" fact="0.0987"/>
              <dgm:constr type="h" for="ch" forName="ParentBackground3" refType="h" fact="0.5319"/>
              <dgm:constr type="r" for="ch" forName="Child3" refType="w" fact="0.758"/>
              <dgm:constr type="t" for="ch" forName="Child3" refType="h" fact="0.6876"/>
              <dgm:constr type="w" for="ch" forName="Child3" refType="w" fact="0.0987"/>
              <dgm:constr type="h" for="ch" forName="Child3" refType="h" fact="0.3124"/>
              <dgm:constr type="r" for="ch" forName="Accent2" refType="w" fact="0.8927"/>
              <dgm:constr type="t" for="ch" forName="Accent2" refType="h" fact="-0.0109"/>
              <dgm:constr type="w" for="ch" forName="Accent2" refType="w" fact="0.1496"/>
              <dgm:constr type="h" for="ch" forName="Accent2" refType="h" fact="0.806"/>
              <dgm:constr type="r" for="ch" forName="ParentBackground2" refType="w" fact="0.8673"/>
              <dgm:constr type="t" for="ch" forName="ParentBackground2" refType="h" fact="0.1262"/>
              <dgm:constr type="w" for="ch" forName="ParentBackground2" refType="w" fact="0.0987"/>
              <dgm:constr type="h" for="ch" forName="ParentBackground2" refType="h" fact="0.5319"/>
              <dgm:constr type="r" for="ch" forName="Child2" refType="w" fact="0.8673"/>
              <dgm:constr type="t" for="ch" forName="Child2" refType="h" fact="0.6876"/>
              <dgm:constr type="w" for="ch" forName="Child2" refType="w" fact="0.0987"/>
              <dgm:constr type="h" for="ch" forName="Child2" refType="h" fact="0.3124"/>
              <dgm:constr type="r" for="ch" forName="Accent1" refType="w" fact="1.002"/>
              <dgm:constr type="t" for="ch" forName="Accent1" refType="h" fact="-0.0109"/>
              <dgm:constr type="w" for="ch" forName="Accent1" refType="w" fact="0.1496"/>
              <dgm:constr type="h" for="ch" forName="Accent1" refType="h" fact="0.806"/>
              <dgm:constr type="r" for="ch" forName="ParentBackground1" refType="w" fact="0.9765"/>
              <dgm:constr type="t" for="ch" forName="ParentBackground1" refType="h" fact="0.1262"/>
              <dgm:constr type="w" for="ch" forName="ParentBackground1" refType="w" fact="0.0987"/>
              <dgm:constr type="h" for="ch" forName="ParentBackground1" refType="h" fact="0.5319"/>
              <dgm:constr type="r" for="ch" forName="Child1" refType="w" fact="0.9765"/>
              <dgm:constr type="t" for="ch" forName="Child1" refType="h" fact="0.6876"/>
              <dgm:constr type="w" for="ch" forName="Child1" refType="w" fact="0.0987"/>
              <dgm:constr type="h" for="ch" forName="Child1" refType="h" fact="0.3124"/>
            </dgm:constrLst>
          </dgm:if>
          <dgm:if name="Name26"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r" for="ch" forName="Parent10" refType="w" fact="0.0795"/>
              <dgm:constr type="t" for="ch" forName="Parent10" refType="h" fact="0.2022"/>
              <dgm:constr type="w" for="ch" forName="Parent10" refType="w" fact="0.0636"/>
              <dgm:constr type="h" for="ch" forName="Parent10" refType="h" fact="0.3799"/>
              <dgm:constr type="r" for="ch" forName="Parent9" refType="w" fact="0.178"/>
              <dgm:constr type="t" for="ch" forName="Parent9" refType="h" fact="0.2022"/>
              <dgm:constr type="w" for="ch" forName="Parent9" refType="w" fact="0.0636"/>
              <dgm:constr type="h" for="ch" forName="Parent9" refType="h" fact="0.3799"/>
              <dgm:constr type="r" for="ch" forName="Parent8" refType="w" fact="0.2765"/>
              <dgm:constr type="t" for="ch" forName="Parent8" refType="h" fact="0.2022"/>
              <dgm:constr type="w" for="ch" forName="Parent8" refType="w" fact="0.0636"/>
              <dgm:constr type="h" for="ch" forName="Parent8" refType="h" fact="0.3799"/>
              <dgm:constr type="r" for="ch" forName="Parent7" refType="w" fact="0.375"/>
              <dgm:constr type="t" for="ch" forName="Parent7" refType="h" fact="0.2022"/>
              <dgm:constr type="w" for="ch" forName="Parent7" refType="w" fact="0.0636"/>
              <dgm:constr type="h" for="ch" forName="Parent7" refType="h" fact="0.3799"/>
              <dgm:constr type="r" for="ch" forName="Parent6" refType="w" fact="0.4736"/>
              <dgm:constr type="t" for="ch" forName="Parent6" refType="h" fact="0.2022"/>
              <dgm:constr type="w" for="ch" forName="Parent6" refType="w" fact="0.0636"/>
              <dgm:constr type="h" for="ch" forName="Parent6" refType="h" fact="0.3799"/>
              <dgm:constr type="r" for="ch" forName="Parent5" refType="w" fact="0.5721"/>
              <dgm:constr type="t" for="ch" forName="Parent5" refType="h" fact="0.2022"/>
              <dgm:constr type="w" for="ch" forName="Parent5" refType="w" fact="0.0636"/>
              <dgm:constr type="h" for="ch" forName="Parent5" refType="h" fact="0.3799"/>
              <dgm:constr type="r" for="ch" forName="Parent4" refType="w" fact="0.6706"/>
              <dgm:constr type="t" for="ch" forName="Parent4" refType="h" fact="0.2022"/>
              <dgm:constr type="w" for="ch" forName="Parent4" refType="w" fact="0.0636"/>
              <dgm:constr type="h" for="ch" forName="Parent4" refType="h" fact="0.3799"/>
              <dgm:constr type="r" for="ch" forName="Parent3" refType="w" fact="0.7691"/>
              <dgm:constr type="t" for="ch" forName="Parent3" refType="h" fact="0.2022"/>
              <dgm:constr type="w" for="ch" forName="Parent3" refType="w" fact="0.0636"/>
              <dgm:constr type="h" for="ch" forName="Parent3" refType="h" fact="0.3799"/>
              <dgm:constr type="r" for="ch" forName="Parent2" refType="w" fact="0.8676"/>
              <dgm:constr type="t" for="ch" forName="Parent2" refType="h" fact="0.2022"/>
              <dgm:constr type="w" for="ch" forName="Parent2" refType="w" fact="0.0636"/>
              <dgm:constr type="h" for="ch" forName="Parent2" refType="h" fact="0.3799"/>
              <dgm:constr type="r" for="ch" forName="Parent1" refType="w" fact="0.9662"/>
              <dgm:constr type="t" for="ch" forName="Parent1" refType="h" fact="0.2022"/>
              <dgm:constr type="w" for="ch" forName="Parent1" refType="w" fact="0.0636"/>
              <dgm:constr type="h" for="ch" forName="Parent1" refType="h" fact="0.3799"/>
              <dgm:constr type="r" for="ch" forName="Accent10" refType="w" fact="0.0953"/>
              <dgm:constr type="t" for="ch" forName="Accent10" refType="h" fact="0.1072"/>
              <dgm:constr type="w" for="ch" forName="Accent10" refType="w" fact="0.0953"/>
              <dgm:constr type="h" for="ch" forName="Accent10" refType="h" fact="0.5699"/>
              <dgm:constr type="r" for="ch" forName="ParentBackground10" refType="w" fact="0.0922"/>
              <dgm:constr type="t" for="ch" forName="ParentBackground10" refType="h" fact="0.1262"/>
              <dgm:constr type="w" for="ch" forName="ParentBackground10" refType="w" fact="0.089"/>
              <dgm:constr type="h" for="ch" forName="ParentBackground10" refType="h" fact="0.5319"/>
              <dgm:constr type="r" for="ch" forName="Child10" refType="w" fact="0.0922"/>
              <dgm:constr type="t" for="ch" forName="Child10" refType="h" fact="0.6876"/>
              <dgm:constr type="w" for="ch" forName="Child10" refType="w" fact="0.089"/>
              <dgm:constr type="h" for="ch" forName="Child10" refType="h" fact="0.3124"/>
              <dgm:constr type="r" for="ch" forName="Accent9" refType="w" fact="0.2136"/>
              <dgm:constr type="t" for="ch" forName="Accent9" refType="h" fact="-0.0109"/>
              <dgm:constr type="w" for="ch" forName="Accent9" refType="w" fact="0.1348"/>
              <dgm:constr type="h" for="ch" forName="Accent9" refType="h" fact="0.806"/>
              <dgm:constr type="r" for="ch" forName="ParentBackground9" refType="w" fact="0.1907"/>
              <dgm:constr type="t" for="ch" forName="ParentBackground9" refType="h" fact="0.1262"/>
              <dgm:constr type="w" for="ch" forName="ParentBackground9" refType="w" fact="0.089"/>
              <dgm:constr type="h" for="ch" forName="ParentBackground9" refType="h" fact="0.5319"/>
              <dgm:constr type="r" for="ch" forName="Child9" refType="w" fact="0.1907"/>
              <dgm:constr type="t" for="ch" forName="Child9" refType="h" fact="0.6876"/>
              <dgm:constr type="w" for="ch" forName="Child9" refType="w" fact="0.089"/>
              <dgm:constr type="h" for="ch" forName="Child9" refType="h" fact="0.3124"/>
              <dgm:constr type="r" for="ch" forName="Accent8" refType="w" fact="0.3121"/>
              <dgm:constr type="t" for="ch" forName="Accent8" refType="h" fact="-0.0109"/>
              <dgm:constr type="w" for="ch" forName="Accent8" refType="w" fact="0.1348"/>
              <dgm:constr type="h" for="ch" forName="Accent8" refType="h" fact="0.806"/>
              <dgm:constr type="r" for="ch" forName="ParentBackground8" refType="w" fact="0.2892"/>
              <dgm:constr type="t" for="ch" forName="ParentBackground8" refType="h" fact="0.1262"/>
              <dgm:constr type="w" for="ch" forName="ParentBackground8" refType="w" fact="0.089"/>
              <dgm:constr type="h" for="ch" forName="ParentBackground8" refType="h" fact="0.5319"/>
              <dgm:constr type="r" for="ch" forName="Child8" refType="w" fact="0.2892"/>
              <dgm:constr type="t" for="ch" forName="Child8" refType="h" fact="0.6876"/>
              <dgm:constr type="w" for="ch" forName="Child8" refType="w" fact="0.089"/>
              <dgm:constr type="h" for="ch" forName="Child8" refType="h" fact="0.3124"/>
              <dgm:constr type="r" for="ch" forName="Accent7" refType="w" fact="0.4107"/>
              <dgm:constr type="t" for="ch" forName="Accent7" refType="h" fact="-0.0109"/>
              <dgm:constr type="w" for="ch" forName="Accent7" refType="w" fact="0.1348"/>
              <dgm:constr type="h" for="ch" forName="Accent7" refType="h" fact="0.806"/>
              <dgm:constr type="r" for="ch" forName="ParentBackground7" refType="w" fact="0.3877"/>
              <dgm:constr type="t" for="ch" forName="ParentBackground7" refType="h" fact="0.1262"/>
              <dgm:constr type="w" for="ch" forName="ParentBackground7" refType="w" fact="0.089"/>
              <dgm:constr type="h" for="ch" forName="ParentBackground7" refType="h" fact="0.5319"/>
              <dgm:constr type="r" for="ch" forName="Child7" refType="w" fact="0.3877"/>
              <dgm:constr type="t" for="ch" forName="Child7" refType="h" fact="0.6876"/>
              <dgm:constr type="w" for="ch" forName="Child7" refType="w" fact="0.089"/>
              <dgm:constr type="h" for="ch" forName="Child7" refType="h" fact="0.3124"/>
              <dgm:constr type="r" for="ch" forName="Accent6" refType="w" fact="0.5092"/>
              <dgm:constr type="t" for="ch" forName="Accent6" refType="h" fact="-0.0109"/>
              <dgm:constr type="w" for="ch" forName="Accent6" refType="w" fact="0.1348"/>
              <dgm:constr type="h" for="ch" forName="Accent6" refType="h" fact="0.806"/>
              <dgm:constr type="r" for="ch" forName="ParentBackground6" refType="w" fact="0.4863"/>
              <dgm:constr type="t" for="ch" forName="ParentBackground6" refType="h" fact="0.1262"/>
              <dgm:constr type="w" for="ch" forName="ParentBackground6" refType="w" fact="0.089"/>
              <dgm:constr type="h" for="ch" forName="ParentBackground6" refType="h" fact="0.5319"/>
              <dgm:constr type="r" for="ch" forName="Child6" refType="w" fact="0.4863"/>
              <dgm:constr type="t" for="ch" forName="Child6" refType="h" fact="0.6876"/>
              <dgm:constr type="w" for="ch" forName="Child6" refType="w" fact="0.089"/>
              <dgm:constr type="h" for="ch" forName="Child6" refType="h" fact="0.3124"/>
              <dgm:constr type="r" for="ch" forName="Accent5" refType="w" fact="0.6077"/>
              <dgm:constr type="t" for="ch" forName="Accent5" refType="h" fact="-0.0109"/>
              <dgm:constr type="w" for="ch" forName="Accent5" refType="w" fact="0.1348"/>
              <dgm:constr type="h" for="ch" forName="Accent5" refType="h" fact="0.806"/>
              <dgm:constr type="r" for="ch" forName="ParentBackground5" refType="w" fact="0.5848"/>
              <dgm:constr type="t" for="ch" forName="ParentBackground5" refType="h" fact="0.1262"/>
              <dgm:constr type="w" for="ch" forName="ParentBackground5" refType="w" fact="0.089"/>
              <dgm:constr type="h" for="ch" forName="ParentBackground5" refType="h" fact="0.5319"/>
              <dgm:constr type="r" for="ch" forName="Child5" refType="w" fact="0.5848"/>
              <dgm:constr type="t" for="ch" forName="Child5" refType="h" fact="0.6876"/>
              <dgm:constr type="w" for="ch" forName="Child5" refType="w" fact="0.089"/>
              <dgm:constr type="h" for="ch" forName="Child5" refType="h" fact="0.3124"/>
              <dgm:constr type="r" for="ch" forName="Accent4" refType="w" fact="0.7062"/>
              <dgm:constr type="t" for="ch" forName="Accent4" refType="h" fact="-0.0109"/>
              <dgm:constr type="w" for="ch" forName="Accent4" refType="w" fact="0.1348"/>
              <dgm:constr type="h" for="ch" forName="Accent4" refType="h" fact="0.806"/>
              <dgm:constr type="r" for="ch" forName="ParentBackground4" refType="w" fact="0.6833"/>
              <dgm:constr type="t" for="ch" forName="ParentBackground4" refType="h" fact="0.1262"/>
              <dgm:constr type="w" for="ch" forName="ParentBackground4" refType="w" fact="0.089"/>
              <dgm:constr type="h" for="ch" forName="ParentBackground4" refType="h" fact="0.5319"/>
              <dgm:constr type="r" for="ch" forName="Child4" refType="w" fact="0.6833"/>
              <dgm:constr type="t" for="ch" forName="Child4" refType="h" fact="0.6876"/>
              <dgm:constr type="w" for="ch" forName="Child4" refType="w" fact="0.089"/>
              <dgm:constr type="h" for="ch" forName="Child4" refType="h" fact="0.3124"/>
              <dgm:constr type="r" for="ch" forName="Accent3" refType="w" fact="0.8048"/>
              <dgm:constr type="t" for="ch" forName="Accent3" refType="h" fact="-0.0109"/>
              <dgm:constr type="w" for="ch" forName="Accent3" refType="w" fact="0.1348"/>
              <dgm:constr type="h" for="ch" forName="Accent3" refType="h" fact="0.806"/>
              <dgm:constr type="r" for="ch" forName="ParentBackground3" refType="w" fact="0.7818"/>
              <dgm:constr type="t" for="ch" forName="ParentBackground3" refType="h" fact="0.1262"/>
              <dgm:constr type="w" for="ch" forName="ParentBackground3" refType="w" fact="0.089"/>
              <dgm:constr type="h" for="ch" forName="ParentBackground3" refType="h" fact="0.5319"/>
              <dgm:constr type="r" for="ch" forName="Child3" refType="w" fact="0.7818"/>
              <dgm:constr type="t" for="ch" forName="Child3" refType="h" fact="0.6876"/>
              <dgm:constr type="w" for="ch" forName="Child3" refType="w" fact="0.089"/>
              <dgm:constr type="h" for="ch" forName="Child3" refType="h" fact="0.3124"/>
              <dgm:constr type="r" for="ch" forName="Accent2" refType="w" fact="0.9033"/>
              <dgm:constr type="t" for="ch" forName="Accent2" refType="h" fact="-0.0109"/>
              <dgm:constr type="w" for="ch" forName="Accent2" refType="w" fact="0.1348"/>
              <dgm:constr type="h" for="ch" forName="Accent2" refType="h" fact="0.806"/>
              <dgm:constr type="r" for="ch" forName="ParentBackground2" refType="w" fact="0.8804"/>
              <dgm:constr type="t" for="ch" forName="ParentBackground2" refType="h" fact="0.1262"/>
              <dgm:constr type="w" for="ch" forName="ParentBackground2" refType="w" fact="0.089"/>
              <dgm:constr type="h" for="ch" forName="ParentBackground2" refType="h" fact="0.5319"/>
              <dgm:constr type="r" for="ch" forName="Child2" refType="w" fact="0.8804"/>
              <dgm:constr type="t" for="ch" forName="Child2" refType="h" fact="0.6876"/>
              <dgm:constr type="w" for="ch" forName="Child2" refType="w" fact="0.089"/>
              <dgm:constr type="h" for="ch" forName="Child2" refType="h" fact="0.3124"/>
              <dgm:constr type="r" for="ch" forName="Accent1" refType="w" fact="1.0018"/>
              <dgm:constr type="t" for="ch" forName="Accent1" refType="h" fact="-0.0109"/>
              <dgm:constr type="w" for="ch" forName="Accent1" refType="w" fact="0.1348"/>
              <dgm:constr type="h" for="ch" forName="Accent1" refType="h" fact="0.806"/>
              <dgm:constr type="r" for="ch" forName="ParentBackground1" refType="w" fact="0.9789"/>
              <dgm:constr type="t" for="ch" forName="ParentBackground1" refType="h" fact="0.1262"/>
              <dgm:constr type="w" for="ch" forName="ParentBackground1" refType="w" fact="0.089"/>
              <dgm:constr type="h" for="ch" forName="ParentBackground1" refType="h" fact="0.5319"/>
              <dgm:constr type="r" for="ch" forName="Child1" refType="w" fact="0.9789"/>
              <dgm:constr type="t" for="ch" forName="Child1" refType="h" fact="0.6876"/>
              <dgm:constr type="w" for="ch" forName="Child1" refType="w" fact="0.089"/>
              <dgm:constr type="h" for="ch" forName="Child1" refType="h" fact="0.3124"/>
            </dgm:constrLst>
          </dgm:if>
          <dgm:else name="Name27">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r" for="ch" forName="Parent11" refType="w" fact="0.0723"/>
              <dgm:constr type="t" for="ch" forName="Parent11" refType="h" fact="0.2022"/>
              <dgm:constr type="w" for="ch" forName="Parent11" refType="w" fact="0.0579"/>
              <dgm:constr type="h" for="ch" forName="Parent11" refType="h" fact="0.3799"/>
              <dgm:constr type="r" for="ch" forName="Parent10" refType="w" fact="0.162"/>
              <dgm:constr type="t" for="ch" forName="Parent10" refType="h" fact="0.2022"/>
              <dgm:constr type="w" for="ch" forName="Parent10" refType="w" fact="0.0579"/>
              <dgm:constr type="h" for="ch" forName="Parent10" refType="h" fact="0.3799"/>
              <dgm:constr type="r" for="ch" forName="Parent9" refType="w" fact="0.2517"/>
              <dgm:constr type="t" for="ch" forName="Parent9" refType="h" fact="0.2022"/>
              <dgm:constr type="w" for="ch" forName="Parent9" refType="w" fact="0.0579"/>
              <dgm:constr type="h" for="ch" forName="Parent9" refType="h" fact="0.3799"/>
              <dgm:constr type="r" for="ch" forName="Parent8" refType="w" fact="0.3414"/>
              <dgm:constr type="t" for="ch" forName="Parent8" refType="h" fact="0.2022"/>
              <dgm:constr type="w" for="ch" forName="Parent8" refType="w" fact="0.0579"/>
              <dgm:constr type="h" for="ch" forName="Parent8" refType="h" fact="0.3799"/>
              <dgm:constr type="r" for="ch" forName="Parent7" refType="w" fact="0.4311"/>
              <dgm:constr type="t" for="ch" forName="Parent7" refType="h" fact="0.2022"/>
              <dgm:constr type="w" for="ch" forName="Parent7" refType="w" fact="0.0579"/>
              <dgm:constr type="h" for="ch" forName="Parent7" refType="h" fact="0.3799"/>
              <dgm:constr type="r" for="ch" forName="Parent6" refType="w" fact="0.5208"/>
              <dgm:constr type="t" for="ch" forName="Parent6" refType="h" fact="0.2022"/>
              <dgm:constr type="w" for="ch" forName="Parent6" refType="w" fact="0.0579"/>
              <dgm:constr type="h" for="ch" forName="Parent6" refType="h" fact="0.3799"/>
              <dgm:constr type="r" for="ch" forName="Parent5" refType="w" fact="0.6105"/>
              <dgm:constr type="t" for="ch" forName="Parent5" refType="h" fact="0.2022"/>
              <dgm:constr type="w" for="ch" forName="Parent5" refType="w" fact="0.0579"/>
              <dgm:constr type="h" for="ch" forName="Parent5" refType="h" fact="0.3799"/>
              <dgm:constr type="r" for="ch" forName="Parent4" refType="w" fact="0.7001"/>
              <dgm:constr type="t" for="ch" forName="Parent4" refType="h" fact="0.2022"/>
              <dgm:constr type="w" for="ch" forName="Parent4" refType="w" fact="0.0579"/>
              <dgm:constr type="h" for="ch" forName="Parent4" refType="h" fact="0.3799"/>
              <dgm:constr type="r" for="ch" forName="Parent3" refType="w" fact="0.7898"/>
              <dgm:constr type="t" for="ch" forName="Parent3" refType="h" fact="0.2022"/>
              <dgm:constr type="w" for="ch" forName="Parent3" refType="w" fact="0.0579"/>
              <dgm:constr type="h" for="ch" forName="Parent3" refType="h" fact="0.3799"/>
              <dgm:constr type="r" for="ch" forName="Parent2" refType="w" fact="0.8795"/>
              <dgm:constr type="t" for="ch" forName="Parent2" refType="h" fact="0.2022"/>
              <dgm:constr type="w" for="ch" forName="Parent2" refType="w" fact="0.0579"/>
              <dgm:constr type="h" for="ch" forName="Parent2" refType="h" fact="0.3799"/>
              <dgm:constr type="r" for="ch" forName="Parent1" refType="w" fact="0.9692"/>
              <dgm:constr type="t" for="ch" forName="Parent1" refType="h" fact="0.2022"/>
              <dgm:constr type="w" for="ch" forName="Parent1" refType="w" fact="0.0579"/>
              <dgm:constr type="h" for="ch" forName="Parent1" refType="h" fact="0.3799"/>
              <dgm:constr type="r" for="ch" forName="Accent11" refType="w" fact="0.0868"/>
              <dgm:constr type="t" for="ch" forName="Accent11" refType="h" fact="0.1072"/>
              <dgm:constr type="w" for="ch" forName="Accent11" refType="w" fact="0.0868"/>
              <dgm:constr type="h" for="ch" forName="Accent11" refType="h" fact="0.5699"/>
              <dgm:constr type="r" for="ch" forName="ParentBackground11" refType="w" fact="0.0839"/>
              <dgm:constr type="t" for="ch" forName="ParentBackground11" refType="h" fact="0.1262"/>
              <dgm:constr type="w" for="ch" forName="ParentBackground11" refType="w" fact="0.081"/>
              <dgm:constr type="h" for="ch" forName="ParentBackground11" refType="h" fact="0.5319"/>
              <dgm:constr type="r" for="ch" forName="Child11" refType="w" fact="0.0839"/>
              <dgm:constr type="t" for="ch" forName="Child11" refType="h" fact="0.6876"/>
              <dgm:constr type="w" for="ch" forName="Child11" refType="w" fact="0.081"/>
              <dgm:constr type="h" for="ch" forName="Child11" refType="h" fact="0.3124"/>
              <dgm:constr type="r" for="ch" forName="Accent10" refType="w" fact="0.1945"/>
              <dgm:constr type="t" for="ch" forName="Accent10" refType="h" fact="-0.0109"/>
              <dgm:constr type="w" for="ch" forName="Accent10" refType="w" fact="0.1228"/>
              <dgm:constr type="h" for="ch" forName="Accent10" refType="h" fact="0.806"/>
              <dgm:constr type="r" for="ch" forName="ParentBackground10" refType="w" fact="0.1736"/>
              <dgm:constr type="t" for="ch" forName="ParentBackground10" refType="h" fact="0.1262"/>
              <dgm:constr type="w" for="ch" forName="ParentBackground10" refType="w" fact="0.081"/>
              <dgm:constr type="h" for="ch" forName="ParentBackground10" refType="h" fact="0.5319"/>
              <dgm:constr type="r" for="ch" forName="Child10" refType="w" fact="0.1736"/>
              <dgm:constr type="t" for="ch" forName="Child10" refType="h" fact="0.6876"/>
              <dgm:constr type="w" for="ch" forName="Child10" refType="w" fact="0.081"/>
              <dgm:constr type="h" for="ch" forName="Child10" refType="h" fact="0.3124"/>
              <dgm:constr type="r" for="ch" forName="Accent9" refType="w" fact="0.2842"/>
              <dgm:constr type="t" for="ch" forName="Accent9" refType="h" fact="-0.0109"/>
              <dgm:constr type="w" for="ch" forName="Accent9" refType="w" fact="0.1228"/>
              <dgm:constr type="h" for="ch" forName="Accent9" refType="h" fact="0.806"/>
              <dgm:constr type="r" for="ch" forName="ParentBackground9" refType="w" fact="0.2633"/>
              <dgm:constr type="t" for="ch" forName="ParentBackground9" refType="h" fact="0.1262"/>
              <dgm:constr type="w" for="ch" forName="ParentBackground9" refType="w" fact="0.081"/>
              <dgm:constr type="h" for="ch" forName="ParentBackground9" refType="h" fact="0.5319"/>
              <dgm:constr type="r" for="ch" forName="Child9" refType="w" fact="0.2633"/>
              <dgm:constr type="t" for="ch" forName="Child9" refType="h" fact="0.6876"/>
              <dgm:constr type="w" for="ch" forName="Child9" refType="w" fact="0.081"/>
              <dgm:constr type="h" for="ch" forName="Child9" refType="h" fact="0.3124"/>
              <dgm:constr type="r" for="ch" forName="Accent8" refType="w" fact="0.3739"/>
              <dgm:constr type="t" for="ch" forName="Accent8" refType="h" fact="-0.0109"/>
              <dgm:constr type="w" for="ch" forName="Accent8" refType="w" fact="0.1228"/>
              <dgm:constr type="h" for="ch" forName="Accent8" refType="h" fact="0.806"/>
              <dgm:constr type="r" for="ch" forName="ParentBackground8" refType="w" fact="0.353"/>
              <dgm:constr type="t" for="ch" forName="ParentBackground8" refType="h" fact="0.1262"/>
              <dgm:constr type="w" for="ch" forName="ParentBackground8" refType="w" fact="0.081"/>
              <dgm:constr type="h" for="ch" forName="ParentBackground8" refType="h" fact="0.5319"/>
              <dgm:constr type="r" for="ch" forName="Child8" refType="w" fact="0.353"/>
              <dgm:constr type="t" for="ch" forName="Child8" refType="h" fact="0.6876"/>
              <dgm:constr type="w" for="ch" forName="Child8" refType="w" fact="0.081"/>
              <dgm:constr type="h" for="ch" forName="Child8" refType="h" fact="0.3124"/>
              <dgm:constr type="r" for="ch" forName="Accent7" refType="w" fact="0.4636"/>
              <dgm:constr type="t" for="ch" forName="Accent7" refType="h" fact="-0.0109"/>
              <dgm:constr type="w" for="ch" forName="Accent7" refType="w" fact="0.1228"/>
              <dgm:constr type="h" for="ch" forName="Accent7" refType="h" fact="0.806"/>
              <dgm:constr type="r" for="ch" forName="ParentBackground7" refType="w" fact="0.4427"/>
              <dgm:constr type="t" for="ch" forName="ParentBackground7" refType="h" fact="0.1262"/>
              <dgm:constr type="w" for="ch" forName="ParentBackground7" refType="w" fact="0.081"/>
              <dgm:constr type="h" for="ch" forName="ParentBackground7" refType="h" fact="0.5319"/>
              <dgm:constr type="r" for="ch" forName="Child7" refType="w" fact="0.4427"/>
              <dgm:constr type="t" for="ch" forName="Child7" refType="h" fact="0.6876"/>
              <dgm:constr type="w" for="ch" forName="Child7" refType="w" fact="0.081"/>
              <dgm:constr type="h" for="ch" forName="Child7" refType="h" fact="0.3124"/>
              <dgm:constr type="r" for="ch" forName="Accent6" refType="w" fact="0.5533"/>
              <dgm:constr type="t" for="ch" forName="Accent6" refType="h" fact="-0.0109"/>
              <dgm:constr type="w" for="ch" forName="Accent6" refType="w" fact="0.1228"/>
              <dgm:constr type="h" for="ch" forName="Accent6" refType="h" fact="0.806"/>
              <dgm:constr type="r" for="ch" forName="ParentBackground6" refType="w" fact="0.5323"/>
              <dgm:constr type="t" for="ch" forName="ParentBackground6" refType="h" fact="0.1262"/>
              <dgm:constr type="w" for="ch" forName="ParentBackground6" refType="w" fact="0.081"/>
              <dgm:constr type="h" for="ch" forName="ParentBackground6" refType="h" fact="0.5319"/>
              <dgm:constr type="r" for="ch" forName="Child6" refType="w" fact="0.5323"/>
              <dgm:constr type="t" for="ch" forName="Child6" refType="h" fact="0.6876"/>
              <dgm:constr type="w" for="ch" forName="Child6" refType="w" fact="0.081"/>
              <dgm:constr type="h" for="ch" forName="Child6" refType="h" fact="0.3124"/>
              <dgm:constr type="r" for="ch" forName="Accent5" refType="w" fact="0.6429"/>
              <dgm:constr type="t" for="ch" forName="Accent5" refType="h" fact="-0.0109"/>
              <dgm:constr type="w" for="ch" forName="Accent5" refType="w" fact="0.1228"/>
              <dgm:constr type="h" for="ch" forName="Accent5" refType="h" fact="0.806"/>
              <dgm:constr type="r" for="ch" forName="ParentBackground5" refType="w" fact="0.622"/>
              <dgm:constr type="t" for="ch" forName="ParentBackground5" refType="h" fact="0.1262"/>
              <dgm:constr type="w" for="ch" forName="ParentBackground5" refType="w" fact="0.081"/>
              <dgm:constr type="h" for="ch" forName="ParentBackground5" refType="h" fact="0.5319"/>
              <dgm:constr type="r" for="ch" forName="Child5" refType="w" fact="0.622"/>
              <dgm:constr type="t" for="ch" forName="Child5" refType="h" fact="0.6876"/>
              <dgm:constr type="w" for="ch" forName="Child5" refType="w" fact="0.081"/>
              <dgm:constr type="h" for="ch" forName="Child5" refType="h" fact="0.3124"/>
              <dgm:constr type="r" for="ch" forName="Accent4" refType="w" fact="0.7326"/>
              <dgm:constr type="t" for="ch" forName="Accent4" refType="h" fact="-0.0109"/>
              <dgm:constr type="w" for="ch" forName="Accent4" refType="w" fact="0.1228"/>
              <dgm:constr type="h" for="ch" forName="Accent4" refType="h" fact="0.806"/>
              <dgm:constr type="r" for="ch" forName="ParentBackground4" refType="w" fact="0.7117"/>
              <dgm:constr type="t" for="ch" forName="ParentBackground4" refType="h" fact="0.1262"/>
              <dgm:constr type="w" for="ch" forName="ParentBackground4" refType="w" fact="0.081"/>
              <dgm:constr type="h" for="ch" forName="ParentBackground4" refType="h" fact="0.5319"/>
              <dgm:constr type="r" for="ch" forName="Child4" refType="w" fact="0.7117"/>
              <dgm:constr type="t" for="ch" forName="Child4" refType="h" fact="0.6876"/>
              <dgm:constr type="w" for="ch" forName="Child4" refType="w" fact="0.081"/>
              <dgm:constr type="h" for="ch" forName="Child4" refType="h" fact="0.3124"/>
              <dgm:constr type="r" for="ch" forName="Accent3" refType="w" fact="0.8223"/>
              <dgm:constr type="t" for="ch" forName="Accent3" refType="h" fact="-0.0109"/>
              <dgm:constr type="w" for="ch" forName="Accent3" refType="w" fact="0.1228"/>
              <dgm:constr type="h" for="ch" forName="Accent3" refType="h" fact="0.806"/>
              <dgm:constr type="r" for="ch" forName="ParentBackground3" refType="w" fact="0.8014"/>
              <dgm:constr type="t" for="ch" forName="ParentBackground3" refType="h" fact="0.1262"/>
              <dgm:constr type="w" for="ch" forName="ParentBackground3" refType="w" fact="0.081"/>
              <dgm:constr type="h" for="ch" forName="ParentBackground3" refType="h" fact="0.5319"/>
              <dgm:constr type="r" for="ch" forName="Child3" refType="w" fact="0.8014"/>
              <dgm:constr type="t" for="ch" forName="Child3" refType="h" fact="0.6876"/>
              <dgm:constr type="w" for="ch" forName="Child3" refType="w" fact="0.081"/>
              <dgm:constr type="h" for="ch" forName="Child3" refType="h" fact="0.3124"/>
              <dgm:constr type="r" for="ch" forName="Accent2" refType="w" fact="0.912"/>
              <dgm:constr type="t" for="ch" forName="Accent2" refType="h" fact="-0.0109"/>
              <dgm:constr type="w" for="ch" forName="Accent2" refType="w" fact="0.1228"/>
              <dgm:constr type="h" for="ch" forName="Accent2" refType="h" fact="0.806"/>
              <dgm:constr type="r" for="ch" forName="ParentBackground2" refType="w" fact="0.8911"/>
              <dgm:constr type="t" for="ch" forName="ParentBackground2" refType="h" fact="0.1262"/>
              <dgm:constr type="w" for="ch" forName="ParentBackground2" refType="w" fact="0.081"/>
              <dgm:constr type="h" for="ch" forName="ParentBackground2" refType="h" fact="0.5319"/>
              <dgm:constr type="r" for="ch" forName="Child2" refType="w" fact="0.8911"/>
              <dgm:constr type="t" for="ch" forName="Child2" refType="h" fact="0.6876"/>
              <dgm:constr type="w" for="ch" forName="Child2" refType="w" fact="0.081"/>
              <dgm:constr type="h" for="ch" forName="Child2" refType="h" fact="0.3124"/>
              <dgm:constr type="r" for="ch" forName="Accent1" refType="w" fact="1.0017"/>
              <dgm:constr type="t" for="ch" forName="Accent1" refType="h" fact="-0.0109"/>
              <dgm:constr type="w" for="ch" forName="Accent1" refType="w" fact="0.1228"/>
              <dgm:constr type="h" for="ch" forName="Accent1" refType="h" fact="0.806"/>
              <dgm:constr type="r" for="ch" forName="ParentBackground1" refType="w" fact="0.9808"/>
              <dgm:constr type="t" for="ch" forName="ParentBackground1" refType="h" fact="0.1262"/>
              <dgm:constr type="w" for="ch" forName="ParentBackground1" refType="w" fact="0.081"/>
              <dgm:constr type="h" for="ch" forName="ParentBackground1" refType="h" fact="0.5319"/>
              <dgm:constr type="r" for="ch" forName="Child1" refType="w" fact="0.9808"/>
              <dgm:constr type="t" for="ch" forName="Child1" refType="h" fact="0.6876"/>
              <dgm:constr type="w" for="ch" forName="Child1" refType="w" fact="0.081"/>
              <dgm:constr type="h" for="ch" forName="Child1" refType="h" fact="0.3124"/>
            </dgm:constrLst>
          </dgm:else>
        </dgm:choose>
      </dgm:else>
    </dgm:choose>
    <dgm:forEach name="wrapper" axis="self" ptType="parTrans">
      <dgm:forEach name="accentRepeat" axis="self">
        <dgm:layoutNode name="Accent" styleLbl="node1">
          <dgm:alg type="sp"/>
          <dgm:choose name="Name28">
            <dgm:if name="Name29" axis="followSib" ptType="node" func="cnt" op="equ" val="0">
              <dgm:shape xmlns:r="http://schemas.openxmlformats.org/officeDocument/2006/relationships" type="ellipse" r:blip="">
                <dgm:adjLst/>
              </dgm:shape>
            </dgm:if>
            <dgm:else name="Name30">
              <dgm:choose name="Name31">
                <dgm:if name="Name32" axis="precedSib" ptType="node" func="cnt" op="equ" val="10">
                  <dgm:shape xmlns:r="http://schemas.openxmlformats.org/officeDocument/2006/relationships" type="ellipse" r:blip="">
                    <dgm:adjLst/>
                  </dgm:shape>
                </dgm:if>
                <dgm:else name="Name33">
                  <dgm:choose name="Name34">
                    <dgm:if name="Name35" func="var" arg="dir" op="equ" val="norm">
                      <dgm:shape xmlns:r="http://schemas.openxmlformats.org/officeDocument/2006/relationships" rot="45" type="teardrop" r:blip="">
                        <dgm:adjLst>
                          <dgm:adj idx="1" val="1"/>
                        </dgm:adjLst>
                      </dgm:shape>
                    </dgm:if>
                    <dgm:else name="Name36">
                      <dgm:shape xmlns:r="http://schemas.openxmlformats.org/officeDocument/2006/relationships" rot="225" type="teardrop" r:blip="">
                        <dgm:adjLst>
                          <dgm:adj idx="1" val="1"/>
                        </dgm:adjLst>
                      </dgm:shape>
                    </dgm:else>
                  </dgm:choose>
                </dgm:else>
              </dgm:choose>
            </dgm:else>
          </dgm:choose>
          <dgm:presOf/>
        </dgm:layoutNode>
      </dgm:forEach>
      <dgm:forEach name="parentBackgroundRepeat" axis="self">
        <dgm:layoutNode name="ParentBackground" styleLbl="fgAcc1">
          <dgm:alg type="sp"/>
          <dgm:shape xmlns:r="http://schemas.openxmlformats.org/officeDocument/2006/relationships" type="ellipse" r:blip="">
            <dgm:adjLst/>
          </dgm:shape>
          <dgm:presOf axis="self" ptType="node"/>
        </dgm:layoutNode>
      </dgm:forEach>
    </dgm:forEach>
    <dgm:forEach name="Name37" axis="ch" ptType="node" st="11" cnt="1">
      <dgm:layoutNode name="Accent11">
        <dgm:alg type="sp"/>
        <dgm:shape xmlns:r="http://schemas.openxmlformats.org/officeDocument/2006/relationships" r:blip="">
          <dgm:adjLst/>
        </dgm:shape>
        <dgm:presOf/>
        <dgm:constrLst/>
        <dgm:forEach name="Name38" ref="accentRepeat"/>
      </dgm:layoutNode>
      <dgm:layoutNode name="ParentBackground11">
        <dgm:alg type="sp"/>
        <dgm:shape xmlns:r="http://schemas.openxmlformats.org/officeDocument/2006/relationships" r:blip="">
          <dgm:adjLst/>
        </dgm:shape>
        <dgm:presOf/>
        <dgm:forEach name="Name39" ref="parentBackgroundRepeat"/>
      </dgm:layoutNode>
      <dgm:choose name="Name40">
        <dgm:if name="Name41" axis="ch" ptType="node" func="cnt" op="gte" val="1">
          <dgm:layoutNode name="Child1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2"/>
      </dgm:choose>
      <dgm:layoutNode name="Parent1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3" axis="ch" ptType="node" st="10" cnt="1">
      <dgm:layoutNode name="Accent10">
        <dgm:alg type="sp"/>
        <dgm:shape xmlns:r="http://schemas.openxmlformats.org/officeDocument/2006/relationships" r:blip="">
          <dgm:adjLst/>
        </dgm:shape>
        <dgm:presOf/>
        <dgm:constrLst/>
        <dgm:forEach name="Name44" ref="accentRepeat"/>
      </dgm:layoutNode>
      <dgm:layoutNode name="ParentBackground10">
        <dgm:alg type="sp"/>
        <dgm:shape xmlns:r="http://schemas.openxmlformats.org/officeDocument/2006/relationships" r:blip="">
          <dgm:adjLst/>
        </dgm:shape>
        <dgm:presOf/>
        <dgm:forEach name="Name45" ref="parentBackgroundRepeat"/>
      </dgm:layoutNode>
      <dgm:choose name="Name46">
        <dgm:if name="Name47" axis="ch" ptType="node" func="cnt" op="gte" val="1">
          <dgm:layoutNode name="Child10"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8"/>
      </dgm:choose>
      <dgm:layoutNode name="Parent10"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9" axis="ch" ptType="node" st="9" cnt="1">
      <dgm:layoutNode name="Accent9">
        <dgm:alg type="sp"/>
        <dgm:shape xmlns:r="http://schemas.openxmlformats.org/officeDocument/2006/relationships" r:blip="">
          <dgm:adjLst/>
        </dgm:shape>
        <dgm:presOf/>
        <dgm:constrLst/>
        <dgm:forEach name="Name50" ref="accentRepeat"/>
      </dgm:layoutNode>
      <dgm:layoutNode name="ParentBackground9">
        <dgm:alg type="sp"/>
        <dgm:shape xmlns:r="http://schemas.openxmlformats.org/officeDocument/2006/relationships" r:blip="">
          <dgm:adjLst/>
        </dgm:shape>
        <dgm:presOf/>
        <dgm:forEach name="Name51" ref="parentBackgroundRepeat"/>
      </dgm:layoutNode>
      <dgm:choose name="Name52">
        <dgm:if name="Name53" axis="ch" ptType="node" func="cnt" op="gte" val="1">
          <dgm:layoutNode name="Child9"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4"/>
      </dgm:choose>
      <dgm:layoutNode name="Parent9"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55" axis="ch" ptType="node" st="8" cnt="1">
      <dgm:layoutNode name="Accent8">
        <dgm:alg type="sp"/>
        <dgm:shape xmlns:r="http://schemas.openxmlformats.org/officeDocument/2006/relationships" r:blip="">
          <dgm:adjLst/>
        </dgm:shape>
        <dgm:presOf/>
        <dgm:constrLst/>
        <dgm:forEach name="Name56" ref="accentRepeat"/>
      </dgm:layoutNode>
      <dgm:layoutNode name="ParentBackground8">
        <dgm:alg type="sp"/>
        <dgm:shape xmlns:r="http://schemas.openxmlformats.org/officeDocument/2006/relationships" r:blip="">
          <dgm:adjLst/>
        </dgm:shape>
        <dgm:presOf/>
        <dgm:forEach name="Name57" ref="parentBackgroundRepeat"/>
      </dgm:layoutNode>
      <dgm:choose name="Name58">
        <dgm:if name="Name59" axis="ch" ptType="node" func="cnt" op="gte" val="1">
          <dgm:layoutNode name="Child8"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0"/>
      </dgm:choose>
      <dgm:layoutNode name="Parent8"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1" axis="ch" ptType="node" st="7" cnt="1">
      <dgm:layoutNode name="Accent7">
        <dgm:alg type="sp"/>
        <dgm:shape xmlns:r="http://schemas.openxmlformats.org/officeDocument/2006/relationships" r:blip="">
          <dgm:adjLst/>
        </dgm:shape>
        <dgm:presOf/>
        <dgm:constrLst/>
        <dgm:forEach name="Name62" ref="accentRepeat"/>
      </dgm:layoutNode>
      <dgm:layoutNode name="ParentBackground7">
        <dgm:alg type="sp"/>
        <dgm:shape xmlns:r="http://schemas.openxmlformats.org/officeDocument/2006/relationships" r:blip="">
          <dgm:adjLst/>
        </dgm:shape>
        <dgm:presOf/>
        <dgm:forEach name="Name63" ref="parentBackgroundRepeat"/>
      </dgm:layoutNode>
      <dgm:choose name="Name64">
        <dgm:if name="Name65" axis="ch" ptType="node" func="cnt" op="gte" val="1">
          <dgm:layoutNode name="Child7"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6"/>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7" axis="ch" ptType="node" st="6" cnt="1">
      <dgm:layoutNode name="Accent6">
        <dgm:alg type="sp"/>
        <dgm:shape xmlns:r="http://schemas.openxmlformats.org/officeDocument/2006/relationships" r:blip="">
          <dgm:adjLst/>
        </dgm:shape>
        <dgm:presOf/>
        <dgm:constrLst/>
        <dgm:forEach name="Name68" ref="accentRepeat"/>
      </dgm:layoutNode>
      <dgm:layoutNode name="ParentBackground6">
        <dgm:alg type="sp"/>
        <dgm:shape xmlns:r="http://schemas.openxmlformats.org/officeDocument/2006/relationships" r:blip="">
          <dgm:adjLst/>
        </dgm:shape>
        <dgm:presOf/>
        <dgm:forEach name="Name69" ref="parentBackgroundRepeat"/>
      </dgm:layoutNode>
      <dgm:choose name="Name70">
        <dgm:if name="Name71" axis="ch" ptType="node" func="cnt" op="gte" val="1">
          <dgm:layoutNode name="Child6"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3" axis="ch" ptType="node" st="5" cnt="1">
      <dgm:layoutNode name="Accent5">
        <dgm:alg type="sp"/>
        <dgm:shape xmlns:r="http://schemas.openxmlformats.org/officeDocument/2006/relationships" r:blip="">
          <dgm:adjLst/>
        </dgm:shape>
        <dgm:presOf/>
        <dgm:constrLst/>
        <dgm:forEach name="Name74" ref="accentRepeat"/>
      </dgm:layoutNode>
      <dgm:layoutNode name="ParentBackground5">
        <dgm:alg type="sp"/>
        <dgm:shape xmlns:r="http://schemas.openxmlformats.org/officeDocument/2006/relationships" r:blip="">
          <dgm:adjLst/>
        </dgm:shape>
        <dgm:presOf/>
        <dgm:forEach name="Name75" ref="parentBackgroundRepeat"/>
      </dgm:layoutNode>
      <dgm:choose name="Name76">
        <dgm:if name="Name77" axis="ch" ptType="node" func="cnt" op="gte" val="1">
          <dgm:layoutNode name="Child5"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8"/>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9" axis="ch" ptType="node" st="4" cnt="1">
      <dgm:layoutNode name="Accent4">
        <dgm:alg type="sp"/>
        <dgm:shape xmlns:r="http://schemas.openxmlformats.org/officeDocument/2006/relationships" r:blip="">
          <dgm:adjLst/>
        </dgm:shape>
        <dgm:presOf/>
        <dgm:constrLst/>
        <dgm:forEach name="Name80" ref="accentRepeat"/>
      </dgm:layoutNode>
      <dgm:layoutNode name="ParentBackground4">
        <dgm:alg type="sp"/>
        <dgm:shape xmlns:r="http://schemas.openxmlformats.org/officeDocument/2006/relationships" r:blip="">
          <dgm:adjLst/>
        </dgm:shape>
        <dgm:presOf/>
        <dgm:forEach name="Name81" ref="parentBackgroundRepeat"/>
      </dgm:layoutNode>
      <dgm:choose name="Name82">
        <dgm:if name="Name83" axis="ch" ptType="node" func="cnt" op="gte" val="1">
          <dgm:layoutNode name="Child4"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layoutNode name="ParentBackground3">
        <dgm:alg type="sp"/>
        <dgm:shape xmlns:r="http://schemas.openxmlformats.org/officeDocument/2006/relationships" r:blip="">
          <dgm:adjLst/>
        </dgm:shape>
        <dgm:presOf/>
        <dgm:forEach name="Name87" ref="parentBackgroundRepeat"/>
      </dgm:layoutNode>
      <dgm:choose name="Name88">
        <dgm:if name="Name89" axis="ch" ptType="node" func="cnt" op="gte" val="1">
          <dgm:layoutNode name="Child3"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0"/>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1" axis="ch" ptType="node" st="2" cnt="1">
      <dgm:layoutNode name="Accent2">
        <dgm:alg type="sp"/>
        <dgm:shape xmlns:r="http://schemas.openxmlformats.org/officeDocument/2006/relationships" r:blip="">
          <dgm:adjLst/>
        </dgm:shape>
        <dgm:presOf/>
        <dgm:constrLst/>
        <dgm:forEach name="Name92" ref="accentRepeat"/>
      </dgm:layoutNode>
      <dgm:layoutNode name="ParentBackground2" styleLbl="fgAcc1">
        <dgm:alg type="sp"/>
        <dgm:shape xmlns:r="http://schemas.openxmlformats.org/officeDocument/2006/relationships" r:blip="">
          <dgm:adjLst/>
        </dgm:shape>
        <dgm:presOf/>
        <dgm:forEach name="Name93" ref="parentBackgroundRepeat"/>
      </dgm:layoutNode>
      <dgm:choose name="Name94">
        <dgm:if name="Name95" axis="ch" ptType="node" func="cnt" op="gte" val="1">
          <dgm:layoutNode name="Child2"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6"/>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7" axis="ch" ptType="node" cnt="1">
      <dgm:layoutNode name="Accent1">
        <dgm:alg type="sp"/>
        <dgm:shape xmlns:r="http://schemas.openxmlformats.org/officeDocument/2006/relationships" r:blip="">
          <dgm:adjLst/>
        </dgm:shape>
        <dgm:presOf/>
        <dgm:constrLst/>
        <dgm:forEach name="Name98" ref="accentRepeat"/>
      </dgm:layoutNode>
      <dgm:layoutNode name="ParentBackground1">
        <dgm:alg type="sp"/>
        <dgm:shape xmlns:r="http://schemas.openxmlformats.org/officeDocument/2006/relationships" r:blip="">
          <dgm:adjLst/>
        </dgm:shape>
        <dgm:presOf/>
        <dgm:forEach name="Name99" ref="parentBackgroundRepeat"/>
      </dgm:layoutNode>
      <dgm:choose name="Name100">
        <dgm:if name="Name101" axis="ch" ptType="node" func="cnt" op="gte" val="1">
          <dgm:layoutNode name="Child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2"/>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26C30-1983-469C-9492-88506A303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3CFBADFD</Template>
  <TotalTime>1568</TotalTime>
  <Pages>11</Pages>
  <Words>2306</Words>
  <Characters>13149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Chemical Engineering, Texas A&amp;M University</Company>
  <LinksUpToDate>false</LinksUpToDate>
  <CharactersWithSpaces>15425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dcterms:created xsi:type="dcterms:W3CDTF">2014-12-11T21:56:00Z</dcterms:created>
  <dcterms:modified xsi:type="dcterms:W3CDTF">2014-12-15T21:44:00Z</dcterms:modified>
</cp:coreProperties>
</file>